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209" w:rsidRDefault="00BE0A2E" w:rsidP="004426BD">
      <w:r>
        <w:rPr>
          <w:noProof/>
          <w:lang w:bidi="ar-SA"/>
        </w:rPr>
        <w:pict>
          <v:group id="_x0000_s1320" style="position:absolute;left:0;text-align:left;margin-left:18.45pt;margin-top:422.65pt;width:269.15pt;height:400.7pt;z-index:-251595776" coordorigin="285,180" coordsize="5383,8014">
            <v:group id="_x0000_s1321" style="position:absolute;left:285;top:180;width:5383;height:8014;mso-position-vertical-relative:page" coordorigin="1026,1986" coordsize="6328,9610">
              <v:group id="_x0000_s1322" style="position:absolute;left:1026;top:1986;width:6328;height:9610" coordorigin="703,558" coordsize="5793,8816">
                <v:shape id="_x0000_s1323" style="position:absolute;left:1873;top:8695;width:3457;height:599;mso-position-horizontal-relative:margin;mso-position-vertical-relative:margin" coordsize="17280,4224" path="m8261,2815r1,-56l8262,2702r1,-56l8265,2591r1,-54l8268,2482r4,-53l8274,2376r1,l8423,2235r-5,65l8412,2367r-3,67l8405,2503r-4,70l8399,2645r-1,72l8397,2792r22,-2l8441,2789r23,-1l8487,2788r23,l8534,2788r25,1l8584,2790r40,-5l8664,2781r39,-3l8740,2776r38,l8814,2776r34,2l8883,2780r,1l8881,2673r-3,-105l8872,2465r-6,-98l8858,2271r-8,-93l8839,2089r-12,-86l8814,1919r-14,-80l8785,1761r-16,-75l8751,1615r-18,-69l8712,1478r-20,-62l8670,1354r-21,-59l8625,1240r-24,-54l8575,1135r-26,-49l8523,1041r-27,-43l8468,955r-29,-39l8410,879r-30,-34l8349,812r-30,-31l8288,753r-32,-27l8219,756r-38,31l8142,820r-42,33l8047,898r-52,45l7970,966r-23,23l7923,1013r-22,24l7882,1061r-20,25l7845,1113r-15,27l7816,1169r-12,30l7794,1229r-7,33l7782,1295r-2,36l7780,1368r4,40l7789,1448r10,43l7811,1537r15,48l7845,1634r23,53l7894,1742r30,58l7959,1861r38,63l8040,1991r47,69l8084,2111r-51,-31l7984,2050r-46,-27l7893,1999r-44,-21l7807,1959r-40,-16l7728,1929r3,23l7732,1977r,23l7732,2025r-1,26l7730,2077r-4,26l7723,2130r-3,27l7714,2186r-5,28l7703,2243r-8,29l7686,2302r-8,30l7667,2362r-11,32l7644,2425r-12,33l7618,2490r-15,32l7588,2556r-16,35l7554,2625r-19,35l7516,2696r-21,36l7474,2767r-23,37l7427,2842r-25,38l7376,2918r-4,6l7363,2919r-32,-20l7300,2880r-31,-20l7240,2840r-28,-21l7184,2799r-27,-22l7131,2754r-25,-22l7082,2708r-25,-25l7033,2657r-23,-27l6988,2602r-23,-29l6943,2543r-21,-32l6901,2478r-21,-35l6860,2408r-20,-37l6820,2332r-19,-41l6781,2248r-19,-44l6742,2159r-19,-49l6705,2060r-20,-52l6666,1953r-19,-57l6628,1838r16,-27l6665,1826r19,14l6704,1853r18,12l6740,1875r19,10l6776,1893r17,8l6810,1907r17,6l6843,1917r16,4l6874,1924r15,2l6904,1928r16,l6934,1928r15,l6963,1927r14,-2l7005,1920r28,-6l7061,1906r27,-10l7116,1887r28,-11l7196,1857r54,-17l7279,1833r29,-8l7339,1820r31,-6l7402,1811r35,-1l7473,1810r37,3l7530,1815r19,2l7570,1821r20,4l7612,1829r21,6l7656,1841r23,7l7672,1820r-7,-29l7656,1765r-10,-24l7637,1720r-10,-20l7616,1682r-12,-18l7591,1646r-13,-17l7564,1614r-15,-16l7534,1583r-16,-14l7502,1555r-18,-13l7466,1530r-18,-12l7428,1508r-19,-10l7388,1488r-20,-9l7346,1471r-21,-8l7303,1457r-23,-7l7258,1445r-24,-6l7210,1435r-24,-3l7163,1429r-25,-3l7114,1424r-26,-1l7063,1423r-25,l7012,1423r-27,2l6960,1427r-27,3l6907,1434r-27,4l6854,1443r-27,5l6801,1455r-27,7l6748,1470r-26,8l6696,1487r-26,10l6644,1507r-25,11l6593,1530r-24,12l6544,1555r-24,14l6495,1583r-24,16l6449,1615r-23,16l6403,1648r-22,18l6359,1684r-20,20l6318,1723r-21,21l6278,1764r-18,22l6239,1812r-19,26l6200,1864r-17,28l6166,1920r-16,30l6134,1980r-14,30l6107,2043r-11,32l6084,2108r-10,34l6065,2177r-6,36l6052,2250r-5,36l6044,2324r-2,39l6040,2403r2,40l6044,2485r3,42l6051,2569r7,43l6066,2657r10,45l6087,2748r14,46l6115,2842r16,48l6150,2938r20,50l6302,2998r127,10l6551,3020r118,13l6781,3046r109,15l6994,3076r99,16l7190,3110r90,18l7367,3146r83,20l7529,3186r74,21l7673,3229r67,22l7738,3254r-20,53l7653,3286r-70,-21l7510,3246r-76,-18l7354,3209r-85,-18l7181,3174r-92,-16l6993,3143r-100,-15l6788,3115r-108,-13l6566,3090r-116,-11l6328,3069r-126,-8l6208,3074r6,13l6233,3124r18,35l6269,3195r20,35l6308,3263r20,34l6348,3328r21,33l6389,3391r22,30l6432,3451r22,28l6476,3507r21,27l6520,3561r23,25l6565,3612r24,24l6612,3660r24,22l6659,3705r24,22l6707,3747r25,21l6755,3789r25,18l6805,3825r25,19l6855,3861r25,16l6904,3894r25,15l6963,3903r34,-6l7031,3891r34,-5l7100,3880r33,-6l7168,3868r33,-7l7272,3849r70,-12l7411,3825r69,-11l7547,3803r66,-11l7678,3782r63,-9l7741,3773r18,-2l7751,3742r-6,-30l7739,3681r-4,-31l7732,3620r-2,-32l7728,3556r,-32l7730,3490r3,-35l7737,3420r6,-34l7749,3351r9,-34l7767,3283r11,-33l7791,3217r14,-32l7821,3154r18,-31l7857,3093r21,-29l7899,3036r24,-27l7943,2989r21,-19l7986,2950r22,-17l8033,2916r25,-17l8084,2884r27,-14l7847,2606r793,-794l8794,1967r-2,l8797,1986r3,22l8803,2030r3,22l8808,2075r3,22l8813,2118r1,21l8640,1963r-642,643l8219,2827r11,-3l8240,2821r11,-3l8261,2815xm9019,2869r,-15l9019,2839r,-17l9019,2807r,15l9019,2839r,15l9019,2869r,xm9019,2804r-2,-117l9014,2574r-5,-108l9003,2360r-8,-102l8986,2160r-11,-95l8963,1973r-14,-87l8934,1800r-16,-81l8900,1640r-19,-76l8860,1491r-20,-69l8817,1356r-24,-64l8770,1231r-26,-58l8718,1118r-28,-52l8662,1016r-30,-48l8603,924r-31,-42l8541,843r-32,-38l8477,770r-34,-32l8410,707r-35,-28l8341,654r35,-32l8410,589r31,-31l8470,525r14,-16l8497,493r12,-18l8522,458r11,-17l8544,423r11,-18l8564,387r9,-20l8582,348r7,-20l8597,308r7,-22l8610,264r5,-22l8621,218r4,-24l8629,169r3,-26l8635,116r2,-27l8639,61r1,-31l8640,r9,12l8673,52r40,64l8764,198r29,46l8824,292r33,50l8892,393r35,52l8964,496r38,51l9040,596r24,-14l9089,569r26,-12l9140,546r25,-11l9191,526r25,-8l9240,510r26,-7l9291,497r25,-5l9341,487r25,-3l9391,482r24,-1l9440,480r26,l9491,481r25,1l9542,483r49,5l9641,495r49,10l9738,516r48,11l9832,542r46,16l9922,575r44,19l10008,613r41,22l10089,656r39,24l10165,704r31,22l10225,748r30,23l10282,795r24,23l10330,843r22,23l10372,890r19,25l10407,939r15,25l10434,988r11,23l10452,1034r7,23l10462,1079r1,19l10463,1118r-1,8l10460,1136r-2,9l10454,1153r-3,9l10448,1171r-4,7l10438,1186r-5,9l10426,1201r-6,8l10413,1216r-8,7l10397,1229r-10,7l10378,1241r-21,12l10333,1263r-25,9l10278,1279r-31,6l10214,1290r-32,2l10152,1295r-29,1l10094,1298r-28,1l10038,1299r-27,-1l9985,1296r-26,-1l9934,1293r-25,-3l9885,1287r-24,-4l9839,1279r-22,-4l9796,1269r-21,-5l9756,1259r-20,-7l9717,1246r-35,-13l9649,1217r-31,-16l9591,1184r-24,-18l9544,1148r-15,-15l9516,1118r7,17l9530,1153r5,19l9541,1191r4,20l9548,1230r2,21l9553,1273r1,21l9554,1317r-1,23l9550,1364r-3,23l9544,1412r-5,26l9533,1464r-7,27l9517,1520r-9,29l9498,1578r-12,30l9473,1640r-14,32l9444,1705r-18,34l9409,1774r-19,36l9369,1847r-23,38l9324,1924r-26,40l9272,2005r40,-24l9351,1958r37,-20l9425,1919r36,-16l9495,1888r34,-14l9561,1862r8,-34l9577,1796r11,-31l9600,1735r11,-24l9623,1687r13,-22l9649,1643r15,-22l9679,1602r16,-20l9711,1563r18,-17l9747,1528r18,-16l9785,1497r20,-15l9826,1468r21,-13l9869,1443r22,-12l9913,1420r24,-10l9961,1400r24,-7l10009,1385r25,-7l10059,1372r26,-5l10111,1361r26,-3l10163,1355r27,-2l10217,1352r27,-1l10271,1351r26,1l10324,1353r27,2l10377,1358r27,5l10431,1366r27,5l10485,1377r27,6l10538,1391r27,7l10592,1407r25,9l10643,1425r27,11l10695,1448r26,12l10747,1472r25,14l10797,1499r24,15l10844,1529r24,17l10892,1562r22,17l10937,1598r22,18l10980,1635r21,21l11021,1677r20,21l11060,1720r22,26l11102,1773r20,28l11140,1829r17,31l11175,1890r15,31l11205,1954r13,32l11231,2021r11,35l11251,2091r9,37l11268,2165r6,39l11280,2243r3,40l11285,2324r,41l11285,2409r-2,43l11278,2496r-5,45l11265,2587r-8,47l11247,2682r-12,48l11221,2780r-16,50l11188,2881r-20,52l11147,2986r49,-3l11246,2981r50,-4l11346,2975r52,-2l11450,2971r53,-2l11557,2968r54,-3l11665,2964r56,-1l11777,2962r57,-1l11891,2960r58,l12007,2959r126,1l12237,2961r86,2l12390,2967r51,2l12474,2970r12,l12495,2970r4,l12501,2969r-2,-5l12495,2960r-8,-4l12477,2950r-28,-12l12411,2924r-45,-15l12314,2892r-58,-19l12194,2854r-110,-35l11971,2782r-56,-19l11859,2742r-54,-20l11754,2700r-49,-22l11660,2656r-22,-12l11618,2632r-19,-12l11582,2608r-16,-13l11551,2583r-13,-13l11526,2557r-11,-13l11507,2531r-6,-13l11496,2505r-3,-12l11491,2482r,-12l11491,2460r2,-12l11496,2436r3,-11l11504,2413r6,-11l11517,2390r9,-12l11535,2368r11,-12l11558,2345r13,-12l11586,2321r16,-11l11620,2298r19,-11l11659,2276r22,-11l11704,2253r25,-11l11756,2231r27,-12l11813,2208r31,-10l11877,2186r70,-22l12025,2141r55,-13l12137,2117r59,-8l12258,2102r63,-4l12387,2096r66,-1l12523,2097r70,3l12665,2106r74,6l12813,2121r77,9l12968,2142r78,13l13127,2169r81,16l13290,2201r84,17l13458,2237r84,19l13627,2277r87,20l13800,2319r175,44l14151,2410r177,48l14505,2506r137,37l14778,2580r135,37l15045,2651r133,35l15309,2719r130,30l15565,2778r124,26l15811,2828r60,11l15930,2848r58,10l16046,2867r56,7l16158,2881r54,5l16266,2892r52,3l16370,2898r50,1l16470,2900r42,-1l16554,2898r41,-2l16635,2893r39,-4l16712,2883r37,-6l16784,2869r35,-9l16852,2851r32,-11l16915,2828r29,-13l16972,2800r27,-15l17025,2767r25,-18l17073,2729r21,-21l17114,2685r19,-24l17150,2636r16,-27l17180,2581r13,-30l17203,2519r9,-32l17221,2452r5,-37l17230,2377r4,-39l17234,2297r46,-44l17279,2302r-3,47l17271,2394r-6,43l17256,2478r-9,40l17234,2555r-13,36l17204,2625r-17,32l17169,2687r-21,29l17127,2742r-24,26l17078,2791r-27,23l17023,2833r-30,20l16962,2870r-32,16l16896,2900r-35,13l16824,2925r-38,10l16748,2944r-40,7l16665,2958r-42,5l16579,2968r-44,2l16488,2972r-47,l16391,2972r-51,-2l16290,2968r-53,-5l16183,2959r-55,-7l16071,2946r-56,-8l15958,2930r-58,-9l15840,2911r-60,-12l15658,2876r-124,-26l15406,2820r-128,-30l15147,2758r-133,-35l14880,2688r-135,-37l14609,2615r-136,-37l14296,2530r-176,-48l13944,2436r-174,-46l13684,2369r-87,-21l13512,2328r-84,-19l13343,2291r-83,-19l13179,2256r-81,-15l13018,2227r-79,-13l12862,2203r-76,-10l12711,2185r-73,-8l12566,2173r-70,-5l12428,2167r-67,l12296,2169r-63,5l12172,2180r-59,9l12056,2200r-54,13l11937,2231r-59,17l11824,2266r-49,16l11731,2298r-38,17l11659,2330r-30,14l11605,2359r-21,13l11575,2380r-7,6l11560,2393r-5,6l11550,2406r-4,6l11543,2417r-2,7l11540,2430r-1,6l11539,2442r1,6l11544,2460r7,12l11559,2485r10,11l11580,2508r13,12l11608,2532r15,11l11640,2555r19,11l11679,2578r21,11l11744,2610r49,22l11843,2652r53,21l11951,2693r56,19l12119,2749r109,33l12291,2803r61,19l12406,2841r47,17l12474,2867r18,9l12509,2884r13,8l12532,2900r8,8l12543,2912r2,4l12546,2920r,4l12546,2930r-1,6l12542,2943r-3,5l12536,2954r-6,5l12524,2964r-8,5l12509,2974r-10,4l12488,2983r-11,4l12450,2996r-31,6l12383,3009r-41,5l12296,3020r-52,3l12187,3026r-64,3l12055,3030r-76,2l11920,3032r-58,1l11804,3033r-57,1l11691,3035r-55,1l11581,3038r-55,1l11473,3041r-53,2l11367,3046r-52,2l11264,3050r-49,2l11165,3055r-50,4l11111,3068r-5,10l11101,3089r-4,10l11080,3133r-18,35l11044,3202r-17,33l11008,3268r-18,31l10971,3330r-20,31l10933,3390r-20,29l10893,3447r-20,29l10832,3530r-41,52l10748,3630r-42,47l10662,3721r-45,43l10573,3804r-45,38l10482,3877r-46,34l10503,3922r65,10l10633,3941r62,8l10756,3956r59,7l10872,3968r55,5l10979,3975r50,1l11075,3976r45,-2l11140,3973r20,-2l11179,3967r17,-3l11214,3961r16,-5l11245,3952r14,-5l11276,3939r18,-10l11301,3924r7,-5l11314,3912r7,-5l11327,3900r5,-7l11337,3885r4,-8l11345,3870r4,-9l11352,3853r2,-10l11356,3833r1,-10l11358,3812r1,-10l11358,3779r-2,-25l11351,3728r-8,-28l11334,3669r-12,-32l11313,3616r-10,-20l11294,3577r-11,-16l11272,3546r-12,-14l11249,3520r-12,-11l11226,3499r-12,-7l11201,3484r-12,-5l11176,3475r-13,-4l11151,3469r-13,l11125,3469r-12,1l11102,3473r-10,5l11081,3483r-10,7l11062,3496r-8,9l11046,3514r-7,9l11032,3534r-6,11l11021,3557r-5,12l11013,3582r-3,13l11006,3608r-2,13l11003,3635r-1,13l11002,3662r1,13l11004,3689r2,13l11010,3714r3,13l11017,3739r4,11l11027,3760r6,10l11040,3780r8,8l11017,3797r-28,6l10963,3806r-22,-1l10923,3802r-16,-6l10894,3788r-10,-10l10877,3765r-6,-14l10869,3736r-1,-18l10870,3700r5,-19l10881,3661r9,-21l10900,3620r12,-21l10926,3578r15,-20l10959,3538r19,-19l10998,3501r21,-18l11042,3468r24,-14l11089,3441r26,-10l11142,3423r27,-7l11197,3413r29,l11243,3414r16,2l11276,3419r16,6l11309,3431r16,8l11340,3447r15,11l11370,3470r14,13l11398,3498r13,17l11424,3533r12,21l11447,3575r10,24l11464,3617r6,18l11475,3652r5,17l11484,3686r3,15l11489,3717r1,14l11490,3746r,14l11490,3775r-2,13l11486,3801r-3,11l11479,3824r-4,12l11470,3848r-7,11l11457,3869r-7,11l11443,3889r-9,9l11424,3908r-9,8l11405,3925r-11,8l11382,3940r-12,8l11344,3961r-28,13l11296,3981r-22,8l11251,3995r-23,6l11204,4006r-25,5l11154,4015r-27,3l11101,4021r-28,3l11045,4025r-28,2l10958,4027r-62,l10833,4024r-65,-5l10702,4014r-68,-8l10563,3999r-70,-10l10422,3979r-72,-11l10302,3995r-46,26l10208,4045r-47,22l10113,4088r-46,18l10019,4122r-46,14l9926,4149r-46,12l9833,4170r-45,9l9743,4185r-45,4l9654,4193r-43,2l9563,4196r-46,-1l9472,4192r-45,-5l9384,4181r-41,-7l9302,4164r-39,-9l9263,4155r8,-7l9290,4134r12,-10l9313,4115r12,-11l9334,4094r,-1l9369,4102r37,6l9442,4114r38,4l9518,4121r40,2l9598,4123r41,l9676,4121r38,-2l9751,4115r39,-5l9829,4104r39,-7l9907,4089r40,-10l9987,4068r40,-12l10067,4042r41,-14l10148,4012r40,-18l10229,3975r40,-20l10232,3949r-38,-7l10157,3936r-36,-7l10083,3923r-37,-7l10008,3910r-36,-7l9911,3893r-60,-10l9790,3872r-59,-10l9671,3853r-57,-10l9556,3834r-56,-9l9490,3850r-11,25l9468,3899r-12,23l9444,3945r-15,21l9415,3987r-15,20l9386,4023r-15,16l9354,4055r-20,15l9315,4085r-22,16l9272,4115r-24,14l9223,4142r-25,12l9174,4164r-26,11l9121,4184r-26,9l9068,4199r-26,6l9015,4209r-26,2l8964,4212r-25,-1l8915,4209r-23,-4l8870,4198r-20,-9l8830,4177r-18,-13l8794,4149r-14,-18l8767,4110r-11,-22l8747,4062r-7,-30l8738,4016r-1,-17l8739,3982r4,-16l8748,3951r6,-15l8763,3922r10,-14l8784,3896r12,-12l8808,3872r16,-11l8839,3850r17,-9l8874,3831r20,-10l8893,3799r1,-21l8896,3755r4,-22l8907,3711r8,-23l8926,3665r13,-23l8953,3620r17,-24l8989,3573r21,-24l9034,3526r25,-23l9087,3480r31,-23l9145,3438r30,-20l9206,3400r33,-20l9275,3362r38,-19l9352,3325r42,-18l9437,3288r46,-17l9532,3254r51,-18l9636,3220r55,-16l9748,3187r59,-15l9870,3156r65,-14l10002,3127r69,-13l10143,3100r75,-13l10295,3075r79,-12l10458,3051r84,-11l10630,3030r90,-9l10814,3011r95,-8l11008,2996r102,-8l11130,2938r19,-48l11165,2842r14,-48l11193,2748r11,-46l11214,2657r8,-45l11229,2569r4,-42l11236,2485r2,-42l11240,2403r-2,-40l11236,2324r-3,-38l11228,2250r-7,-37l11215,2177r-9,-35l11196,2108r-12,-33l11173,2043r-13,-33l11146,1980r-16,-30l11114,1920r-17,-28l11080,1864r-20,-26l11041,1812r-21,-26l11002,1764r-19,-20l10962,1723r-21,-19l10921,1684r-22,-18l10877,1648r-23,-17l10831,1615r-23,-16l10785,1583r-25,-14l10736,1555r-25,-13l10687,1530r-26,-12l10636,1507r-26,-10l10584,1487r-26,-9l10532,1470r-26,-8l10479,1455r-26,-7l10426,1443r-26,-5l10373,1434r-26,-4l10320,1427r-25,-2l10268,1423r-26,l10217,1423r-26,l10166,1424r-24,2l10117,1429r-23,3l10070,1435r-24,4l10022,1445r-22,5l9977,1457r-22,6l9934,1471r-22,8l9892,1488r-21,10l9852,1508r-20,10l9814,1530r-18,12l9778,1555r-16,14l9746,1583r-15,15l9716,1614r-14,15l9689,1646r-13,18l9664,1682r-11,18l9643,1720r-9,21l9624,1765r-9,26l9608,1820r-7,28l9624,1841r23,-6l9668,1829r22,-4l9710,1821r21,-4l9750,1815r20,-2l9807,1810r36,l9878,1811r32,3l9941,1820r31,5l10001,1833r29,7l10084,1857r52,19l10164,1887r28,9l10219,1906r28,8l10275,1920r28,5l10317,1927r14,1l10345,1928r15,l10376,1928r15,-2l10406,1924r15,-3l10437,1917r16,-4l10470,1907r17,-6l10504,1893r17,-8l10540,1875r18,-10l10576,1853r20,-13l10615,1826r21,-15l10652,1838r-19,58l10614,1953r-19,55l10575,2060r-18,50l10538,2159r-20,45l10499,2248r-20,43l10460,2332r-20,39l10420,2408r-20,35l10379,2478r-21,33l10337,2543r-22,30l10292,2602r-22,28l10247,2657r-24,26l10198,2708r-24,24l10149,2754r-26,23l10096,2799r-28,20l10040,2840r-29,20l9980,2880r-31,19l9917,2919r-9,5l9904,2918r-26,-38l9853,2842r-24,-38l9806,2767r-21,-35l9764,2696r-19,-36l9726,2625r-18,-34l9692,2556r-15,-34l9662,2490r-14,-32l9636,2425r-12,-31l9613,2362r-11,-30l9594,2302r-9,-30l9577,2243r-6,-29l9566,2186r-6,-29l9557,2130r-3,-27l9550,2077r-1,-26l9548,2025r,-25l9548,1977r1,-25l9552,1929r-39,14l9473,1959r-42,19l9387,1999r-45,24l9296,2050r-49,30l9196,2111r-3,-51l9240,1991r43,-67l9321,1861r35,-61l9386,1742r26,-55l9435,1634r19,-49l9469,1537r12,-46l9491,1448r5,-40l9500,1368r,-37l9498,1295r-5,-33l9486,1229r-10,-30l9464,1169r-14,-29l9435,1113r-17,-27l9398,1061r-19,-24l9357,1013r-24,-24l9310,966r-25,-23l9233,898r-53,-45l9139,820r-39,-32l9062,758r-35,-30l9001,747r-26,21l8951,788r-24,22l8905,832r-22,23l8862,877r-18,24l8827,926r-16,24l8796,975r-13,26l8772,1027r-10,26l8754,1080r-5,26l8742,1083r-8,-23l8724,1039r-9,-22l8704,996r-12,-20l8681,955r-11,-19l8702,895r32,-40l8767,817r34,-36l8835,747r36,-31l8907,686r36,-29l8908,625r-35,-31l8842,561r-30,-32l8799,512r-14,-17l8772,479r-12,-18l8748,444r-11,-18l8727,407r-10,-18l8708,369r-9,-19l8691,330r-8,-21l8677,288r-7,-23l8665,243r-6,-23l8655,195r-4,-25l8648,144r-3,-27l8643,90r-2,-29l8640,31r,-31l8631,12r-24,40l8568,116r-51,81l8488,243r-31,47l8424,340r-35,51l8354,443r-37,51l8280,544r-37,48l8218,581r-25,-12l8168,558r-25,-10l8118,538r-26,-7l8068,523r-26,-6l8017,511r-25,-5l7966,501r-25,-3l7915,495r-25,-1l7865,492r-25,l7814,492r-25,l7763,494r-25,1l7689,500r-50,7l7590,517r-48,10l7494,539r-46,14l7402,570r-44,17l7314,605r-42,20l7231,647r-40,21l7152,692r-37,24l7084,738r-29,22l7025,783r-27,24l6974,830r-24,25l6928,878r-20,24l6889,927r-16,24l6858,975r-12,25l6835,1022r-8,24l6823,1057r-2,12l6819,1080r-1,11l6817,1110r,20l6818,1138r2,10l6822,1157r4,8l6829,1174r3,9l6836,1190r6,8l6847,1207r6,6l6860,1221r7,7l6875,1235r8,6l6893,1248r9,5l6923,1264r24,11l6972,1283r30,8l7033,1296r33,5l7098,1304r30,3l7157,1308r29,1l7214,1311r28,l7269,1309r26,-1l7321,1307r25,-2l7371,1302r24,-3l7419,1295r21,-4l7463,1287r21,-6l7505,1276r19,-6l7544,1264r19,-7l7598,1244r33,-15l7662,1213r27,-17l7713,1178r23,-18l7746,1150r9,-10l7749,1158r-5,18l7739,1195r-4,18l7732,1233r-2,19l7727,1273r-1,20l7726,1315r1,22l7730,1359r2,23l7735,1406r5,25l7746,1456r6,26l7759,1509r8,27l7777,1564r11,28l7800,1622r13,31l7827,1684r15,32l7858,1748r17,35l7895,1817r19,36l7936,1889r23,38l7982,1965r26,40l7968,1981r-39,-23l7890,1938r-35,-19l7819,1903r-34,-15l7751,1874r-32,-12l7711,1828r-8,-32l7692,1765r-12,-30l7669,1711r-12,-24l7644,1665r-13,-22l7616,1621r-15,-19l7585,1582r-16,-19l7551,1546r-18,-18l7515,1512r-20,-15l7475,1482r-21,-14l7433,1455r-22,-12l7389,1431r-22,-11l7343,1410r-24,-10l7295,1393r-24,-8l7246,1378r-25,-6l7195,1367r-26,-6l7143,1358r-26,-3l7090,1353r-27,-1l7036,1351r-27,l6983,1352r-27,1l6929,1355r-26,3l6876,1363r-27,3l6822,1371r-27,6l6768,1383r-27,8l6715,1398r-27,9l6663,1416r-26,9l6610,1436r-25,12l6559,1460r-26,12l6508,1486r-25,13l6459,1514r-24,15l6412,1546r-24,16l6366,1579r-23,19l6321,1616r-21,19l6279,1656r-20,21l6239,1698r-19,22l6198,1746r-20,27l6158,1801r-18,28l6123,1860r-18,30l6090,1921r-15,33l6062,1986r-13,35l6038,2056r-9,35l6020,2128r-8,37l6006,2204r-6,39l5997,2283r-2,41l5995,2365r,44l5997,2452r5,44l6007,2541r8,46l6023,2634r10,48l6045,2730r14,50l6075,2830r17,51l6112,2933r21,53l6084,2983r-50,-2l5984,2977r-50,-2l5882,2973r-52,-2l5777,2969r-54,-1l5669,2965r-54,-1l5559,2963r-56,-1l5446,2961r-57,-1l5331,2960r-58,-1l5147,2960r-104,1l4957,2963r-67,4l4839,2969r-34,1l4794,2970r-9,l4781,2970r-2,-1l4781,2964r4,-4l4793,2956r10,-6l4831,2938r38,-14l4914,2909r52,-17l5024,2873r62,-19l5196,2819r113,-37l5365,2763r56,-21l5475,2722r51,-22l5575,2678r45,-22l5642,2644r20,-12l5681,2620r17,-12l5714,2595r15,-12l5742,2570r12,-13l5765,2544r8,-13l5779,2518r5,-13l5787,2493r1,-11l5789,2470r,-10l5787,2448r-3,-12l5781,2425r-5,-12l5770,2402r-7,-12l5754,2378r-9,-10l5734,2356r-12,-11l5709,2333r-15,-12l5678,2310r-18,-12l5641,2287r-20,-11l5599,2265r-23,-12l5551,2242r-27,-11l5497,2219r-30,-11l5436,2198r-33,-12l5333,2164r-78,-23l5200,2128r-57,-11l5084,2109r-62,-7l4959,2098r-66,-2l4827,2095r-70,2l4687,2100r-72,6l4541,2112r-74,9l4390,2130r-78,12l4234,2155r-81,14l4072,2185r-82,16l3906,2218r-84,19l3738,2256r-85,21l3566,2297r-86,22l3305,2363r-176,47l2952,2458r-177,48l2638,2543r-136,37l2367,2617r-132,34l2102,2686r-131,33l1841,2749r-126,29l1591,2804r-122,24l1409,2839r-59,9l1292,2858r-58,9l1178,2874r-56,7l1068,2886r-54,6l961,2895r-51,3l860,2899r-50,1l768,2899r-42,-1l685,2896r-40,-3l606,2889r-38,-6l531,2877r-35,-8l461,2860r-33,-9l396,2840r-31,-12l336,2815r-28,-15l281,2785r-26,-18l230,2749r-23,-20l186,2708r-20,-23l147,2661r-17,-25l114,2609r-14,-28l87,2551,77,2519,67,2487r-8,-35l54,2415r-4,-38l46,2338r,-41l,2253r1,49l4,2349r5,45l15,2437r9,41l33,2518r13,37l59,2591r17,34l92,2657r19,30l132,2716r21,26l177,2768r25,23l229,2814r28,19l287,2853r31,17l350,2886r34,14l419,2913r37,12l494,2935r38,9l572,2951r43,7l657,2963r44,5l745,2970r47,2l839,2972r50,l939,2970r51,-2l1043,2963r54,-4l1152,2952r57,-6l1265,2938r57,-8l1380,2921r60,-10l1500,2899r122,-23l1746,2850r128,-30l2002,2790r131,-32l2266,2723r134,-35l2535,2651r136,-36l2807,2578r177,-48l3160,2482r176,-46l3510,2390r86,-21l3683,2348r85,-20l3852,2309r85,-18l4020,2272r81,-16l4182,2241r80,-14l4341,2214r77,-11l4494,2193r75,-8l4642,2177r72,-4l4784,2168r68,-1l4919,2167r65,2l5047,2174r61,6l5167,2189r57,11l5278,2213r65,18l5402,2248r54,18l5505,2282r44,16l5587,2315r34,15l5651,2344r24,15l5696,2372r9,8l5712,2386r8,7l5725,2399r5,7l5734,2412r3,5l5739,2424r1,6l5741,2436r,6l5740,2448r-4,12l5729,2472r-8,13l5711,2496r-11,12l5687,2520r-15,12l5657,2543r-17,12l5620,2566r-19,12l5580,2589r-44,21l5487,2632r-50,20l5384,2673r-55,20l5273,2712r-112,37l5052,2782r-65,21l4928,2822r-54,19l4827,2858r-21,9l4788,2876r-17,8l4758,2892r-10,8l4740,2908r-3,4l4735,2916r-1,4l4734,2924r,6l4735,2936r3,7l4741,2948r3,6l4750,2959r6,5l4764,2969r7,5l4781,2978r11,5l4803,2987r27,9l4861,3002r36,7l4938,3014r46,6l5036,3023r57,3l5157,3029r68,1l5301,3032r59,l5418,3033r58,l5533,3034r56,1l5644,3036r55,2l5753,3039r54,2l5860,3043r53,3l5964,3048r52,2l6065,3052r50,3l6165,3059r4,9l6174,3078r5,11l6183,3099r18,35l6219,3169r18,35l6255,3237r19,33l6292,3302r20,32l6331,3365r19,30l6371,3425r20,29l6411,3482r21,27l6453,3536r21,27l6495,3589r22,25l6538,3638r22,25l6583,3686r44,45l6672,3773r46,41l6764,3851r46,36l6858,3921r-68,11l6724,3941r-66,10l6594,3960r-61,7l6472,3974r-58,6l6358,3984r-53,3l6254,3988r-47,l6162,3986r-20,-1l6121,3982r-19,-3l6085,3976r-18,-3l6051,3968r-16,-4l6021,3959r-17,-8l5986,3941r-7,-5l5972,3930r-6,-6l5959,3919r-6,-8l5948,3904r-5,-7l5939,3889r-4,-7l5931,3873r-3,-9l5926,3855r-2,-10l5922,3835r,-11l5921,3814r1,-23l5924,3766r5,-26l5937,3712r8,-31l5958,3649r9,-22l5977,3608r9,-19l5997,3573r11,-15l6020,3544r11,-12l6043,3521r11,-10l6066,3504r13,-8l6091,3491r13,-5l6116,3483r13,-2l6142,3481r12,l6167,3482r11,3l6188,3490r11,5l6209,3501r9,7l6226,3517r8,8l6241,3535r7,11l6253,3557r6,12l6264,3581r3,13l6270,3607r4,13l6276,3633r1,14l6278,3660r,14l6277,3687r-1,13l6274,3713r-4,13l6267,3739r-4,11l6259,3762r-6,10l6247,3782r-7,10l6232,3799r31,10l6291,3815r25,3l6339,3817r18,-3l6373,3808r13,-9l6396,3790r7,-13l6409,3763r2,-16l6411,3730r-2,-18l6405,3693r-6,-20l6390,3652r-10,-20l6368,3611r-14,-21l6339,3570r-18,-20l6302,3531r-20,-19l6261,3495r-23,-15l6214,3466r-25,-13l6165,3443r-27,-9l6111,3428r-28,-3l6054,3425r-17,1l6021,3428r-17,3l5988,3437r-17,6l5955,3451r-15,8l5925,3469r-15,13l5896,3495r-14,15l5869,3526r-13,19l5844,3565r-11,22l5823,3611r-7,18l5810,3647r-5,17l5800,3680r-4,18l5793,3713r-2,16l5790,3743r-1,15l5790,3772r,14l5792,3799r2,13l5797,3824r4,12l5805,3848r5,12l5817,3871r6,10l5830,3891r7,10l5846,3910r10,10l5864,3928r11,8l5886,3945r12,7l5910,3960r26,13l5964,3986r20,7l6007,4001r23,6l6053,4013r24,5l6103,4023r26,4l6155,4030r27,3l6210,4036r29,2l6268,4039r60,l6390,4038r64,-2l6521,4031r67,-6l6658,4017r70,-9l6800,3999r73,-10l6947,3977r45,27l7038,4029r47,23l7131,4072r47,20l7223,4109r46,15l7315,4138r46,13l7407,4162r44,9l7495,4179r44,6l7584,4189r42,5l7669,4195r27,1l7722,4196r27,-1l7775,4194r51,-4l7875,4184r48,-8l7969,4167r23,-6l8014,4156r21,-7l8056,4143r20,-8l8097,4128r19,-8l8135,4111r18,-8l8170,4094r17,-10l8204,4075r16,-10l8235,4054r14,-11l8263,4032r13,-11l8289,4010r12,-12l8312,3986r9,-11l8330,3963r8,-11l8345,3940r7,-12l8358,3916r7,-12l8369,3893r4,4l8378,3902r8,11l8393,3926r6,12l8402,3952r4,13l8407,3979r,14l8405,4008r-4,15l8396,4038r-7,15l8382,4068r-9,15l8362,4099r-11,16l8337,4131r-15,4l8308,4140r-14,3l8281,4146r-13,1l8254,4149r-11,1l8230,4150r-13,l8205,4149r-12,-2l8181,4146r-12,-3l8157,4140r-11,-4l8135,4132r-12,9l8110,4149r-14,9l8079,4164r36,16l8151,4194r18,5l8187,4205r19,5l8224,4214r19,4l8260,4220r18,2l8295,4224r19,l8331,4224r16,-1l8364,4221r16,-3l8396,4214r15,-5l8425,4203r14,-6l8452,4188r13,-8l8477,4170r11,-12l8499,4146r8,-14l8516,4117r7,-16l8530,4083r5,-18l8540,4044r2,-17l8543,4011r-2,-17l8537,3978r-5,-15l8526,3948r-9,-14l8507,3920r-11,-12l8484,3896r-14,-12l8456,3873r-16,-11l8423,3851r-18,-9l8385,3832r2,-22l8387,3788r-2,-23l8382,3742r-7,-23l8368,3695r-11,-23l8345,3649r-15,-24l8314,3601r-20,-25l8273,3552r-24,-23l8222,3505r-28,-24l8162,3457r-18,-11l8112,3426r-42,-25l8023,3375r-42,-24l7948,3334r-12,-6l7929,3326r-1,1l7928,3328r2,2l7934,3334r-17,47l7955,3398r37,17l8025,3432r34,18l8089,3467r29,18l8145,3503r25,18l8194,3538r23,19l8236,3575r17,19l8270,3612r14,18l8295,3649r11,18l8315,3686r6,18l8327,3721r3,19l8332,3757r,18l8331,3792r-2,17l8306,3803r-22,-8l8260,3789r-24,-6l8210,3778r-26,-5l8158,3769r-28,-3l8102,3763r-29,-3l8043,3759r-30,-1l7982,3757r-32,l7917,3758r-32,2l7880,3736r-5,-25l7872,3686r-3,-25l7867,3635r-1,-25l7865,3584r,-26l7866,3524r3,-34l7873,3456r5,-35l7885,3388r8,-34l7902,3321r11,-33l7926,3256r14,-32l7955,3194r16,-30l7991,3134r19,-28l8032,3079r23,-27l8069,3036r15,-15l8099,3006r16,-15l8131,2978r18,-13l8166,2954r17,-11l8640,3401r464,-466l9121,2946r16,12l9153,2970r15,13l9183,2996r14,14l9211,3025r13,16l9247,3066r22,27l9288,3120r18,29l9323,3178r15,30l9352,3238r12,32l9386,3259r21,-8l9427,3245r19,-4l9462,3236r14,-4l9488,3228r8,-5l9483,3193r-14,-30l9454,3133r-16,-29l9420,3076r-20,-27l9379,3023r-22,-25l9338,2977r-21,-18l9297,2941r-22,-18l9251,2907r-23,-16l9203,2877r-26,-14l9433,2606,9020,2183r4,21l9027,2225r2,21l9030,2268r,22l9031,2310r1,22l9033,2352r249,254l9070,2818r-13,-4l9045,2811r-13,-4l9019,2804xm7794,1058r1,-7l7794,1043r-1,-9l7792,1027r-3,-7l7787,1013r-5,-8l7778,999r-6,-8l7765,983r-7,-6l7749,970r-10,-6l7728,957r-11,-5l7704,948r-13,-5l7677,939r-17,-3l7644,933r-17,-3l7609,929r-19,-1l7570,927r-106,48l7481,975r16,1l7512,978r16,1l7542,982r13,4l7568,989r10,4l7589,998r11,4l7609,1007r8,6l7625,1019r7,7l7639,1032r5,7l7649,1047r4,9l7656,1065r2,8l7659,1082r,10l7658,1101r-1,9l7654,1120r-3,10l7645,1139r-5,9l7633,1158r-7,8l7617,1176r-8,9l7596,1195r-14,9l7565,1213r-17,9l7529,1230r-22,7l7483,1243r-26,7l7430,1254r-29,3l7370,1261r-34,1l7302,1262r-38,-1l7225,1259r-41,-4l7153,1251r-29,-7l7097,1238r-24,-9l7050,1220r-19,-10l7022,1203r-8,-5l7006,1191r-8,-6l6992,1178r-7,-6l6980,1164r-5,-7l6970,1149r-4,-7l6963,1134r-3,-9l6955,1109r-2,-18l6952,1073r1,-19l6956,1033r6,-21l6970,989r10,-23l6992,943r13,-22l7021,898r17,-24l7057,851r21,-22l7100,806r24,-23l7150,760r27,-21l7205,718r29,-20l7260,680r27,-16l7315,649r29,-15l7373,620r30,-13l7434,594r32,-11l7497,573r33,-9l7563,557r34,-7l7630,545r34,-3l7698,539r34,l7760,539r28,3l7816,544r28,3l7872,551r28,6l7928,563r28,8l7984,579r29,10l8041,600r28,12l8096,624r28,15l8151,654r27,16l8149,703r-30,30l8090,760r-28,25l8023,818r-37,31l7949,882r-36,33l7896,931r-16,18l7863,966r-15,17l7834,1002r-14,18l7807,1039r-13,19xm8883,2839r-27,-7l8829,2826r-27,-6l8776,2815r26,5l8829,2826r27,6l8883,2839xm8774,2815r-9,-2l8756,2812r9,1l8774,2815xm8754,2812r-17,-4l8746,2810r8,2xm7029,3964r34,-6l7099,3952r34,-5l7169,3940r35,-6l7238,3928r36,-6l7308,3915r61,-11l7429,3895r61,-11l7549,3874r59,-10l7666,3855r58,-9l7780,3837r10,25l7801,3887r11,24l7824,3934r12,22l7851,3978r14,21l7880,4019r14,15l7908,4050r16,15l7942,4080r14,-4l7979,4069r13,-4l8004,4060r10,-5l8021,4051r-6,-8l8009,4037r-17,-23l7976,3989r-15,-25l7947,3937r-13,-27l7921,3882r-11,-31l7900,3822r33,-3l7964,3816r30,-1l8023,3814r28,-2l8078,3812r26,2l8130,3815r24,1l8177,3819r21,2l8219,3824r19,5l8257,3833r17,5l8290,3844r13,4l8314,3854r-8,16l8297,3887r-12,15l8272,3919r-11,11l8250,3941r-13,12l8225,3964r-14,11l8197,3986r-15,9l8167,4005r-16,10l8133,4024r-17,9l8099,4041r-18,9l8061,4057r-19,8l8021,4071r-41,13l7936,4095r-46,10l7844,4112r-49,6l7745,4122r-51,1l7641,4123r-36,-2l7569,4119r-37,-3l7494,4110r-38,-5l7419,4098r-39,-8l7342,4081r-39,-10l7264,4059r-39,-13l7185,4032r-39,-15l7107,4001r-39,-17l7029,3964xm8286,2893r21,-8l8330,2878r23,-7l8375,2866r24,-6l8422,2856r24,-4l8468,2847r48,-5l8562,2839r46,-2l8653,2835r44,2l8739,2839r41,3l8818,2845r37,5l8888,2854r31,4l8945,2863r-8,-2l8928,2860r19,6l8966,2871r19,7l9003,2885r-363,364l8286,2893xm8299,2085r7,-75l8316,1937r11,-73l8338,1795r11,-67l8362,1661r13,-62l8391,1538r14,-59l8421,1423r16,-54l8454,1318r19,-49l8491,1223r19,-44l8530,1138r15,18l8559,1175r12,20l8582,1215r9,22l8600,1260r8,22l8614,1306r-23,65l8569,1438r-21,72l8529,1585r-20,76l8492,1743r-15,84l8462,1915r-8,7l8438,1939r-23,24l8388,1990r-27,28l8335,2046r-22,23l8299,2085xm9488,1062r-2,-10l9485,1042r,-10l9487,1022r2,-8l9492,1004r4,-9l9502,987r5,-8l9515,972r7,-7l9531,959r10,-7l9552,946r11,-6l9575,936r14,-5l9603,927r17,-3l9636,921r17,-3l9670,917r20,-1l9710,916r106,47l9799,963r-16,1l9768,966r-16,1l9738,970r-13,4l9712,977r-11,4l9690,986r-10,4l9670,995r-7,6l9654,1007r-6,7l9641,1020r-5,7l9630,1035r-3,9l9624,1053r-2,8l9621,1070r,10l9621,1090r2,8l9626,1108r3,10l9635,1127r5,9l9647,1146r7,10l9663,1164r8,9l9684,1183r14,9l9714,1202r18,8l9751,1218r22,7l9797,1231r26,7l9850,1242r29,4l9910,1249r34,1l9978,1250r37,-1l10055,1247r41,-4l10127,1239r29,-6l10183,1226r24,-9l10230,1208r19,-10l10258,1191r8,-5l10274,1179r8,-6l10288,1166r7,-6l10300,1152r5,-7l10310,1137r4,-7l10317,1122r3,-9l10325,1097r2,-18l10328,1061r-1,-19l10324,1021r-6,-21l10310,977r-10,-23l10288,931r-13,-22l10259,886r-17,-24l10223,839r-21,-22l10180,794r-25,-23l10130,748r-27,-21l10075,706r-29,-20l10020,668r-27,-16l9965,637r-29,-15l9907,608r-30,-13l9846,582r-32,-11l9783,561r-33,-9l9717,545r-34,-7l9650,533r-34,-3l9582,527r-34,l9525,527r-24,3l9475,533r-26,5l9422,544r-27,6l9367,559r-28,9l9310,577r-30,12l9251,601r-29,13l9193,628r-29,15l9136,659r-29,16l9135,706r28,29l9191,761r27,24l9257,818r39,32l9333,884r36,32l9386,934r16,17l9419,968r15,19l9448,1005r14,19l9475,1043r13,19xm9535,3354r6,38l9546,3433r3,43l9552,3512r,33l9550,3576r-2,32l9545,3638r-5,31l9534,3700r-5,30l9521,3759r18,3l9539,3762r63,8l9666,3780r67,11l9800,3802r69,12l9938,3825r69,12l10079,3849r35,7l10150,3862r37,7l10222,3875r37,7l10295,3887r35,7l10366,3899r25,-15l10414,3868r25,-17l10464,3834r24,-17l10512,3798r23,-19l10559,3759r24,-20l10607,3718r23,-21l10653,3674r23,-23l10700,3627r21,-24l10744,3578r23,-24l10788,3528r22,-27l10831,3472r22,-28l10873,3416r21,-30l10914,3355r20,-30l10954,3293r20,-33l10992,3226r20,-33l11030,3158r18,-35l11066,3087r6,-13l11078,3061r-101,6l10880,3075r-95,9l10692,3092r-90,10l10516,3112r-84,11l10350,3133r-79,12l10195,3157r-74,13l10049,3183r-68,14l9914,3211r-63,15l9789,3241r-59,16l9674,3272r-56,16l9567,3304r-50,18l9469,3338r-45,17l9381,3374r-41,17l9301,3410r-38,18l9229,3445r-33,20l9165,3483r-29,19l9110,3521r-24,17l9066,3556r-20,17l9029,3590r-15,19l9000,3626r-12,17l8977,3661r-9,18l8961,3697r-6,17l8951,3731r-2,16l8948,3765r,17l8950,3798r22,-7l8994,3784r24,-6l9043,3772r25,-5l9094,3762r27,-4l9149,3754r28,-2l9206,3749r30,-2l9266,3746r32,-1l9329,3745r34,1l9395,3749r5,-25l9405,3699r3,-25l9411,3649r2,-25l9414,3598r1,-26l9415,3546r-1,-34l9412,3478r-3,-36l9404,3408r17,-9l9439,3389r17,-8l9475,3374r16,-7l9507,3362r15,-4l9535,3354xm9271,4025r17,-23l9304,3977r15,-25l9333,3925r13,-27l9359,3870r11,-30l9380,3810r-33,-3l9316,3804r-30,-1l9257,3802r-28,-1l9202,3801r-26,1l9150,3803r-24,1l9103,3807r-21,2l9061,3812r-19,5l9023,3821r-17,6l8990,3832r-15,5l8962,3844r8,19l8981,3882r12,18l9008,3919r18,18l9045,3955r22,19l9089,3990r25,16l9141,4021r28,15l9198,4049r,1l9191,4057r-19,18l9161,4083r-12,9l9142,4095r-6,3l9130,4101r-5,l9124,4102r-24,-13l9078,4076r-21,-14l9036,4047r-19,-14l9000,4017r-17,-15l8968,3986r-9,-12l8949,3961r-9,-12l8933,3936r-8,-13l8919,3910r-6,-13l8908,3884r-3,3l8902,3890r-8,11l8887,3914r-6,12l8878,3940r-4,13l8873,3967r,14l8875,3997r4,14l8884,4026r7,15l8898,4056r9,15l8918,4088r11,15l8943,4119r26,8l8994,4133r25,3l9043,4138r23,-1l9088,4135r22,-3l9130,4125r21,-7l9170,4109r19,-11l9207,4086r17,-14l9240,4058r16,-16l9271,4025xm7687,1915r2,22l7690,1959r,22l7689,2005r-2,23l7685,2051r-3,25l7679,2101r-5,25l7669,2152r-5,26l7656,2205r-7,27l7641,2260r-10,29l7622,2318r-11,29l7599,2376r-12,31l7573,2437r-14,31l7544,2501r-16,32l7510,2566r-17,32l7474,2633r-20,34l7434,2701r-22,36l7388,2773r-23,37l7340,2846r-29,-18l7282,2811r-27,-19l7228,2774r-25,-20l7177,2736r-24,-21l7129,2696r-24,-22l7083,2652r-22,-21l7039,2607r-20,-24l6998,2558r-19,-26l6960,2505r-19,-27l6923,2450r-17,-29l6887,2389r-17,-31l6853,2324r-17,-35l6819,2253r-17,-39l6786,2175r-18,-42l6752,2090r-17,-45l6718,1998r-17,-48l6684,1899r20,13l6723,1925r19,12l6761,1946r18,10l6796,1964r18,7l6831,1978r16,5l6863,1989r17,3l6895,1995r16,3l6926,1999r15,1l6955,2000r15,l6984,1999r14,-1l7012,1996r29,-4l7068,1984r28,-7l7123,1968r28,-10l7179,1947r49,-18l7280,1913r27,-8l7335,1898r30,-6l7395,1887r31,-4l7458,1882r34,l7528,1885r37,3l7604,1894r41,10l7687,1915xm9593,1915r-2,22l9590,1959r,22l9591,2005r2,23l9595,2051r3,25l9601,2101r5,25l9611,2152r5,26l9624,2205r7,27l9639,2260r10,29l9658,2318r11,29l9681,2376r12,31l9707,2437r14,31l9736,2501r16,32l9770,2566r17,32l9806,2633r20,34l9846,2701r22,36l9892,2773r23,37l9940,2846r29,-18l9998,2811r27,-19l10052,2774r25,-20l10103,2736r24,-21l10151,2696r24,-22l10197,2652r22,-21l10241,2607r20,-24l10282,2558r19,-26l10320,2505r19,-27l10357,2450r17,-29l10393,2389r17,-31l10427,2324r17,-35l10461,2253r17,-39l10494,2175r18,-42l10528,2090r17,-45l10562,1998r17,-48l10596,1899r-20,13l10557,1925r-19,12l10519,1946r-18,10l10484,1964r-18,7l10449,1978r-16,5l10417,1989r-17,3l10385,1995r-16,3l10354,1999r-15,1l10325,2000r-15,l10296,1999r-14,-1l10268,1996r-29,-4l10212,1984r-28,-7l10157,1968r-28,-10l10101,1947r-49,-18l10000,1913r-27,-8l9945,1898r-30,-6l9885,1887r-31,-4l9822,1882r-34,l9752,1885r-37,3l9676,1894r-41,10l9593,1915xe" fillcolor="#f06" stroked="f">
                  <v:fill opacity="44564f" color2="fill lighten(51)" focusposition=".5,.5" focussize="" method="linear sigma" focus="100%" type="gradientRadial"/>
                  <v:path arrowok="t"/>
                  <o:lock v:ext="edit" verticies="t"/>
                </v:shape>
                <v:group id="_x0000_s1324" style="position:absolute;left:3398;top:558;width:406;height:549;mso-position-horizontal-relative:margin" coordsize="7800,12960">
                  <v:shape id="_x0000_s1325" style="position:absolute;left:342;width:7124;height:9040" coordsize="14248,18079" path="m7124,18079r-301,-960l6529,16190r-146,-450l6236,15296r-147,-434l5939,14434r-152,-418l5633,13605r-160,-402l5311,12808r-171,-386l4967,12041r-181,-371l4596,11308r-196,-357l4194,10603r-216,-340l3753,9927,3517,9602,3269,9283,3008,8972,2735,8665,2449,8369,2147,8079,1831,7795,1499,7518,1151,7248,786,6985,402,6728,,6478,305,6070,608,5694,907,5351r297,-316l1496,4748r288,-262l2069,4246r281,-219l2625,3830r273,-182l3163,3483r261,-152l3679,3190r249,-133l4171,2932r239,-118l4638,2697r224,-113l5077,2469r209,-118l5487,2228r195,-128l5867,1962r176,-149l6212,1651r159,-175l6520,1283r141,-211l6792,841,6913,585,7024,306,7124,r101,306l7335,585r121,256l7586,1072r141,211l7876,1476r161,175l8205,1813r175,149l8566,2100r193,128l8960,2351r209,118l9385,2584r223,113l9839,2814r236,118l10318,3057r250,133l10824,3331r259,152l11351,3648r270,182l11897,4027r280,219l12462,4486r289,262l13044,5035r297,316l13641,5694r301,376l14248,6478r-402,250l13462,6985r-366,263l12748,7518r-333,277l12099,8079r-301,290l11513,8665r-274,307l10978,9283r-248,319l10495,9927r-225,336l10054,10603r-206,348l9652,11308r-189,362l9281,12041r-175,381l8938,12808r-164,395l8615,13605r-156,411l8309,14434r-151,428l8011,15296r-146,444l7719,16190r-148,460l7424,17119r-149,476l7124,18079xm7134,17562r-128,-617l6875,16354r-137,-569l6599,15239r-143,-523l6309,14216r-152,-482l5999,13274r-162,-440l5670,12412r-171,-403l5322,11624r-183,-370l4951,10899r-195,-338l4557,10237,4350,9927,4137,9629,3920,9344,3695,9070,3463,8808,3223,8555,2979,8312,2726,8076,2466,7849,2197,7630,1924,7416,1640,7207,1350,7007,1050,6807,744,6611,428,6418,668,6128,907,5860r240,-248l1389,5383r240,-209l1868,4980r240,-178l2348,4635r237,-152l2821,4338r234,-134l3288,4076r457,-241l4192,3603r219,-115l4627,3370r212,-122l5046,3120r203,-133l5448,2845r195,-153l5832,2527r184,-176l6194,2159r172,-209l6533,1725r160,-244l6847,1213,6993,925,7134,612r138,313l7419,1213r154,268l7733,1725r166,225l8072,2159r178,192l8434,2527r188,165l8816,2845r199,142l9220,3120r207,128l9638,3370r215,118l10072,3603r447,232l10978,4076r232,128l11443,4338r237,145l11918,4635r238,167l12396,4980r240,194l12876,5383r241,229l13357,5860r240,268l13837,6418r-315,193l13214,6807r-299,200l12624,7207r-283,209l12065,7630r-267,219l11539,8076r-253,236l11039,8555r-238,253l10570,9070r-226,274l10125,9629r-212,298l9707,10237r-199,324l9314,10899r-188,355l8942,11624r-178,385l8592,12412r-167,422l8265,13274r-157,460l7955,14216r-147,500l7665,15239r-139,546l7392,16354r-132,591l7134,17562xe" fillcolor="#f06" stroked="f">
                    <v:fill opacity="44564f" color2="fill lighten(51)" focusposition=".5,.5" focussize="" method="linear sigma" focus="100%" type="gradientRadial"/>
                    <v:path arrowok="t"/>
                    <o:lock v:ext="edit" verticies="t"/>
                  </v:shape>
                  <v:shape id="_x0000_s1326" style="position:absolute;left:2182;top:977;width:3450;height:4364" coordsize="6899,8728" path="m3451,8728r-67,-317l3316,8105r-70,-292l3175,7531r-74,-269l3024,7005r-77,-248l2866,6520r-85,-227l2697,6076r-89,-209l2517,5668r-94,-189l2326,5297r-99,-175l2125,4955,2018,4795,1908,4643,1796,4495,1681,4354,1561,4218,1438,4089,1313,3962,1183,3841,1049,3724,911,3611,770,3501,624,3392,475,3288,321,3185,162,3084,,2985,123,2836,245,2697,368,2571,493,2454,615,2345r124,-98l861,2154r123,-84l1106,1991r121,-73l1347,1848r120,-66l1702,1659r230,-120l2046,1480r110,-61l2264,1357r109,-66l2477,1223r103,-73l2679,1071r99,-85l2872,896r92,-99l3054,690r85,-117l3222,447r79,-138l3378,162,3451,r71,162l3598,309r78,138l3759,573r85,117l3934,797r90,99l4120,986r97,85l4316,1150r102,73l4523,1291r107,66l4739,1419r110,61l4963,1539r230,120l5428,1782r120,66l5668,1918r121,73l5912,2070r122,84l6157,2247r125,98l6405,2454r123,117l6653,2697r123,139l6899,2985r-162,99l6578,3185r-154,103l6275,3392r-146,109l5988,3611r-137,113l5716,3841r-129,121l5460,4089r-123,129l5217,4354r-115,141l4990,4643r-110,152l4775,4955r-104,167l4572,5297r-97,182l4381,5668r-93,199l4201,6076r-86,217l4032,6520r-81,237l3874,7005r-77,257l3724,7531r-72,282l3583,8105r-68,306l3451,8728xe" fillcolor="#f06" stroked="f">
                    <v:fill opacity="44564f" color2="fill lighten(51)" focusposition=".5,.5" focussize="" method="linear sigma" focus="100%" type="gradientRadial"/>
                    <v:path arrowok="t"/>
                  </v:shape>
                  <v:shape id="_x0000_s1327" style="position:absolute;top:6123;width:3900;height:3079" coordsize="7800,6159" path="m7800,5660r-314,-83l7183,5499r-292,-69l6607,5368r-274,-55l6068,5265r-256,-41l5564,5188r-240,-27l5090,5140r-225,-13l4646,5117r-212,l4228,5120r-201,12l3831,5148r-189,23l3455,5200r-181,34l3095,5274r-175,46l2749,5370r-169,57l2413,5488r-165,67l2086,5627r-164,77l1762,5786r-161,86l1441,5963r-161,97l1118,6159r-79,-175l971,5812,912,5645,864,5482,822,5323,789,5169,762,5018,741,4869,724,4725r-9,-141l705,4446r-5,-137l695,4043r-1,-259l690,3658r-4,-127l679,3405,669,3280,655,3155,635,3031,609,2906,579,2780,538,2655,493,2528,436,2400,371,2271,295,2140,209,2007,110,1872,,1735r175,8l342,1743r159,-8l650,1717r142,-23l927,1662r130,-38l1181,1582r119,-48l1415,1479r112,-59l1635,1359r107,-67l1847,1224r104,-73l2055,1079,2264,926,2481,772r112,-77l2710,618r120,-74l2956,469r130,-71l3223,330r145,-66l3520,202r160,-58l3851,92,4029,43,4218,r15,189l4252,375r23,183l4301,740r31,178l4366,1093r40,175l4450,1440r50,171l4556,1780r61,168l4684,2115r74,167l4839,2449r88,167l5022,2781r102,169l5236,3116r120,169l5484,3455r136,170l5766,3798r156,175l6087,4148r175,179l6448,4508r198,185l6854,4879r218,190l7302,5263r244,198l7800,5660xe" fillcolor="#f06" stroked="f">
                    <v:fill opacity="44564f" color2="fill lighten(51)" focusposition=".5,.5" focussize="" method="linear sigma" focus="100%" type="gradientRadial"/>
                    <v:path arrowok="t"/>
                  </v:shape>
                  <v:shape id="_x0000_s1328" style="position:absolute;left:3902;top:6124;width:3898;height:3081" coordsize="7797,6163" path="m,5659r313,-83l616,5498r293,-69l1191,5367r274,-55l1731,5264r256,-41l2235,5189r240,-27l2707,5140r225,-14l3152,5118r211,-2l3570,5121r200,11l3966,5149r191,22l4342,5200r181,34l4702,5275r175,45l5048,5372r169,57l5384,5490r164,67l5711,5630r162,76l6035,5788r161,86l6356,5967r161,95l6679,6163r78,-177l6825,5813r58,-167l6932,5482r40,-158l7006,5168r28,-151l7055,4868r16,-144l7082,4583r7,-139l7095,4308r5,-266l7102,3783r3,-128l7110,3529r6,-125l7128,3279r13,-125l7160,3030r26,-125l7218,2780r39,-125l7304,2529r55,-128l7424,2271r76,-129l7586,2009r99,-133l7797,1738r-177,9l7455,1747r-159,-10l7147,1721r-142,-25l6868,1666r-129,-39l6616,1583r-120,-49l6381,1481r-112,-58l6160,1359r-107,-66l5950,1225r-106,-73l5742,1079,5531,927,5316,771,5202,695,5087,619,4966,543,4841,470,4708,399,4572,329,4426,264,4275,203,4113,144,3945,91,3767,42,3577,r-16,190l3543,376r-23,183l3494,741r-31,178l3429,1094r-40,175l3345,1440r-50,170l3240,1781r-60,168l3112,2116r-75,167l2958,2448r-88,167l2775,2782r-104,167l2561,3115r-120,169l2313,3454r-136,170l2031,3796r-156,175l1710,4147r-175,179l1349,4507r-197,183l945,4876,726,5068,496,5260,255,5458,,5659xe" fillcolor="#f06" stroked="f">
                    <v:fill opacity="44564f" color2="fill lighten(51)" focusposition=".5,.5" focussize="" method="linear sigma" focus="100%" type="gradientRadial"/>
                    <v:path arrowok="t"/>
                  </v:shape>
                  <v:shape id="_x0000_s1329" style="position:absolute;left:2292;top:8866;width:3225;height:4094" coordsize="6450,8187" path="m3225,l3089,435,2956,857r-68,204l2823,1262r-68,196l2689,1650r-70,191l2549,2026r-73,183l2403,2387r-77,175l2248,2734r-83,169l2079,3068r-89,160l1898,3387r-97,154l1698,3692r-106,149l1478,3985r-117,141l1238,4263r-129,135l971,4531,828,4659,679,4783,520,4905,355,5025,182,5140,,5253r138,186l274,5608r136,157l545,5906r133,131l807,6156r130,108l1065,6363r123,89l1311,6535r120,74l1551,6679r115,63l1780,6802r110,57l1997,6912r103,54l2201,7017r99,52l2394,7123r90,55l2572,7236r84,63l2736,7367r76,73l2885,7520r66,87l3016,7703r58,105l3129,7923r51,126l3225,8187r45,-138l3321,7923r53,-115l3434,7703r63,-96l3565,7520r72,-80l3713,7367r79,-68l3877,7236r87,-58l4055,7123r94,-54l4248,7017r100,-51l4454,6912r106,-53l4671,6802r113,-60l4899,6679r118,-70l5137,6535r124,-83l5385,6363r128,-99l5641,6156r132,-119l5906,5906r132,-141l6175,5608r137,-169l6450,5253,6269,5140,6095,5025,5928,4905,5771,4783,5620,4659,5478,4531,5342,4398,5212,4263,5089,4126,4971,3985,4857,3841,4752,3692,4650,3541r-98,-154l4458,3228r-89,-160l4283,2903r-81,-169l4123,2562r-76,-175l3972,2209r-71,-183l3830,1841r-68,-191l3693,1458r-66,-196l3561,1061,3494,857,3361,435,3225,xm3228,233r-56,280l3112,782r-62,258l2987,1286r-65,238l2856,1751r-70,217l2716,2175r-74,201l2567,2566r-78,183l2408,2924r-82,168l2241,3251r-87,154l2063,3552r-94,141l1874,3828r-99,128l1673,4080r-106,119l1460,4314r-112,110l1233,4531r-116,102l995,4733r-125,97l742,4924r-131,91l475,5106r-139,89l193,5281r109,133l410,5535r109,112l627,5749r109,95l844,5932r109,81l1062,6087r107,72l1276,6224r105,60l1486,6342r208,108l1896,6556r99,53l2092,6661r98,57l2284,6774r90,62l2465,6899r88,70l2638,7042r83,81l2802,7210r80,94l2956,7406r73,110l3099,7636r66,131l3228,7908r64,-141l3358,7636r70,-120l3501,7406r74,-102l3655,7210r81,-87l3818,7042r86,-73l3992,6899r89,-63l4173,6774r94,-56l4363,6661r99,-52l4560,6556r203,-106l4971,6342r103,-58l5181,6224r107,-65l5395,6087r109,-74l5612,5932r109,-88l5829,5749r109,-102l6047,5535r108,-121l6264,5281r-143,-86l5982,5106r-135,-91l5714,4924r-128,-94l5462,4733,5340,4633,5223,4531,5108,4424,4998,4314,4889,4199,4784,4080,4682,3956r-99,-128l4488,3693r-93,-141l4304,3405r-89,-154l4131,3092r-83,-168l3967,2749r-77,-183l3815,2376r-73,-201l3671,1968r-70,-217l3535,1524r-65,-238l3407,1040,3345,782,3287,513,3228,233xe" fillcolor="#f06" stroked="f">
                    <v:fill opacity="44564f" color2="fill lighten(51)" focusposition=".5,.5" focussize="" method="linear sigma" focus="100%" type="gradientRadial"/>
                    <v:path arrowok="t"/>
                    <o:lock v:ext="edit" verticies="t"/>
                  </v:shape>
                </v:group>
                <v:group id="_x0000_s1330" style="position:absolute;left:703;top:705;width:5793;height:8669;mso-position-horizontal:center;mso-position-horizontal-relative:margin;mso-position-vertical:center;mso-position-vertical-relative:margin" coordsize="9345,11070">
                  <v:shape id="_x0000_s1331" style="position:absolute;top:1599;width:609;height:7872" coordsize="1218,15744" path="m289,l260,163,241,319,230,469r-3,142l231,748r12,132l260,1009r23,126l311,1258r32,121l378,1503r37,121l495,1875r83,263l618,2276r39,144l694,2571r33,159l758,2896r26,177l805,3259r16,196l830,3664r2,223l827,4121r-14,250l790,4635r-32,283l715,5215r-55,316l736,5531r70,5l868,5546r58,14l978,5579r45,24l1065,5629r34,30l1130,5694r26,37l1177,5771r16,42l1206,5859r8,47l1218,5954r,50l1215,6057r-5,52l1200,6162r-11,54l1174,6270r-18,54l1137,6378r-21,52l1092,6483r-26,51l1040,6582r-29,49l982,6678r-31,43l921,6762r-32,39l913,6829r19,26l950,6883r17,27l980,6939r11,29l1000,6997r7,30l1011,7057r3,29l1015,7116r-1,31l1011,7177r-4,31l1000,7240r-9,30l982,7302r-11,30l957,7364r-14,31l928,7426r-17,31l892,7487r-19,32l853,7550r-22,30l809,7610r-24,31l761,7670r-27,30l709,7729r-27,30l665,7775r-18,17l629,7807r-18,14l592,7835r-21,13l552,7861r-21,11l552,7883r19,13l592,7909r19,14l629,7937r18,17l665,7969r17,16l709,8015r25,29l761,8074r24,29l809,8134r22,30l853,8194r20,31l892,8257r19,30l928,8319r15,30l957,8381r14,31l982,8443r9,31l1000,8504r7,32l1011,8567r3,30l1015,8628r-1,30l1011,8688r-4,29l1000,8747r-9,29l980,8805r-13,29l950,8861r-18,28l913,8915r-24,28l921,8982r30,41l982,9068r29,45l1040,9162r26,49l1092,9261r24,53l1137,9366r19,54l1174,9474r15,54l1200,9582r10,54l1215,9689r3,51l1218,9790r-4,48l1206,9885r-13,46l1177,9973r-21,40l1130,10050r-31,35l1065,10115r-42,26l978,10165r-52,19l868,10198r-62,10l736,10213r-76,l715,10529r43,299l790,11109r23,264l827,11623r5,236l830,12080r-9,209l805,12485r-21,187l758,12848r-31,166l694,13173r-37,151l618,13468r-40,138l495,13869r-80,251l378,14243r-35,122l311,14486r-28,123l260,14735r-17,129l231,14997r-4,136l230,15275r11,150l260,15581r29,163l232,15651r-44,-96l155,15455r-22,-104l120,15243r-4,-112l119,15015r11,-120l148,14769r23,-130l201,14503r31,-140l308,14066r83,-319l433,13579r41,-175l516,13223r39,-188l590,12841r34,-201l653,12433r23,-216l694,11996r11,-230l709,11528r-4,-245l693,11030r-22,-262l637,10498r-44,-278l539,10193r-51,-30l440,10134r-46,-29l351,10076r-38,-29l275,10020r-33,-29l210,9961r-29,-27l155,9906r-24,-28l109,9851,90,9824,73,9798,58,9773,44,9748,33,9725r-9,-24l17,9679r-7,-21l6,9639,1,9620,,9602r,-17l1,9570r2,-13l6,9545r4,-11l15,9524r6,-8l28,9510r13,-12l57,9488r15,-8l87,9473r15,-6l118,9465r15,-2l148,9463r17,3l180,9469r15,4l212,9479r15,6l242,9492r15,10l272,9512r31,21l330,9557r28,25l384,9610r24,28l430,9667r19,26l467,9719r21,46l513,9813r26,52l567,9916r28,52l621,10018r22,49l661,10110r58,9l770,10122r47,-4l859,10110r36,-14l926,10076r28,-23l976,10025r20,-30l1011,9959r10,-38l1029,9881r4,-44l1034,9791r-1,-47l1029,9696r-7,-50l1012,9595r-9,-50l990,9492r-15,-49l960,9391r-17,-49l926,9293r-17,-47l889,9202r-19,-43l852,9119r-20,-38l814,9048r-18,-30l780,8990r-31,3l718,8991r-31,-1l657,8986r-29,-7l599,8972r-29,-10l542,8951r-26,-11l490,8926r-25,-13l441,8897r-23,-15l395,8866r-20,-18l355,8830r-18,-18l321,8794r-15,-20l292,8756r-13,-18l268,8720r-8,-18l252,8684r-6,-16l243,8651r-2,-15l242,8622r1,-14l248,8596r6,-11l264,8575r17,-13l299,8553r19,-6l337,8543r21,-1l380,8545r22,2l425,8554r23,8l472,8572r23,11l519,8596r23,14l566,8625r22,15l611,8657r43,34l696,8724r36,34l765,8788r47,47l830,8853r22,-12l871,8825r17,-16l900,8789r11,-22l918,8742r4,-25l924,8688r-2,-29l918,8629r-5,-33l904,8562r-11,-33l881,8493r-15,-36l849,8421r-18,-36l812,8348r-22,-36l767,8276r-24,-36l718,8204r-27,-34l664,8136r-28,-33l607,8073r-30,-31l546,8013r-30,-26l485,7962r-31,-22l423,7919r-10,3l400,7923r-18,3l360,7929r-24,1l310,7930r-27,2l256,7930r-28,-1l202,7925r-24,-5l156,7915r-9,-4l138,7907r-8,-5l123,7897r-5,-6l113,7886r-4,-7l108,7872r3,-7l113,7858r5,-5l124,7847r6,-5l138,7837r10,-4l158,7829r20,-5l203,7818r25,-3l254,7814r28,-2l308,7812r27,2l358,7815r22,3l398,7819r15,3l423,7825r31,-21l485,7782r31,-25l548,7729r29,-27l607,7671r29,-30l664,7608r27,-34l718,7540r25,-36l767,7468r23,-36l812,7396r19,-37l849,7323r17,-36l881,7251r12,-36l904,7182r9,-34l918,7115r4,-30l924,7056r-2,-29l918,7002r-7,-25l900,6955r-12,-20l871,6919r-19,-16l830,6891r-18,18l765,6956r-33,30l696,7020r-42,33l611,7087r-23,17l566,7119r-24,15l519,7148r-24,13l472,7172r-24,10l425,7190r-23,7l380,7201r-22,1l337,7201r-19,-4l299,7191r-18,-9l264,7169r-10,-10l248,7148r-5,-12l242,7122r-1,-14l243,7093r3,-17l252,7060r8,-18l268,7025r11,-19l292,6988r14,-18l321,6950r16,-18l355,6914r20,-18l395,6880r23,-18l441,6847r24,-16l490,6818r26,-14l542,6793r28,-11l599,6772r29,-7l657,6758r30,-4l718,6753r31,-2l780,6754r16,-26l814,6697r18,-34l852,6625r18,-40l889,6542r20,-44l926,6451r17,-49l960,6353r15,-50l990,6252r13,-52l1012,6149r10,-51l1029,6048r4,-48l1034,5953r-1,-46l1029,5864r-8,-41l1011,5785r-15,-36l976,5719r-22,-28l926,5668r-31,-20l859,5634r-42,-8l770,5623r-51,2l661,5634r-18,45l621,5726r-26,50l567,5828r-28,51l513,5931r-25,48l467,6025r-18,26l430,6077r-22,29l384,6134r-26,28l330,6187r-27,25l272,6232r-15,10l242,6252r-15,7l212,6265r-17,6l180,6275r-15,3l148,6281r-15,l118,6279r-16,-2l87,6271r-15,-7l57,6256,41,6246,28,6234r-7,-6l15,6220r-5,-10l6,6200,3,6188,1,6174,,6159r,-17l1,6124r5,-19l10,6086r7,-21l24,6043r9,-24l44,5996r14,-25l73,5946r17,-26l109,5893r22,-27l155,5839r26,-29l210,5783r32,-30l275,5726r38,-29l351,5668r43,-29l440,5610r48,-29l539,5551r54,-27l637,5246r34,-270l693,4714r12,-253l709,4216r-4,-236l694,3748,676,3527,653,3311,624,3104,590,2903,555,2709,516,2521,474,2340,433,2165,391,1997,308,1678,232,1381,201,1241,171,1105,148,975,130,849,119,729,116,613r4,-112l133,393,155,289,188,189,232,93,289,xm134,7872r-1,4l134,7879r3,4l141,7886r10,4l166,7894r18,3l203,7898r24,2l250,7900r25,l301,7898r25,-2l350,7893r23,-3l394,7886r18,-6l427,7876r-15,-8l394,7862r-21,-5l351,7853r-23,-3l303,7847r-25,-1l253,7844r-23,2l207,7846r-19,2l170,7851r-15,4l144,7860r-4,2l137,7865r-3,4l134,7872xm534,10080r-20,-13l462,10029r-33,-26l390,9974r-40,-33l310,9905r-40,-38l231,9830r-18,-19l195,9791r-15,-19l165,9753r-13,-20l141,9715r-10,-18l123,9679r-4,-16l116,9646r,-15l118,9617r5,-13l130,9595r8,-6l148,9586r10,l170,9588r14,5l198,9600r15,10l228,9622r17,13l263,9652r16,16l297,9686r18,19l333,9726r35,45l402,9818r32,47l465,9913r12,24l490,9960r11,22l510,10004r9,21l525,10044r5,20l534,10080xm347,8646r,9l347,8665r3,10l354,8686r6,11l365,8708r8,12l382,8731r9,11l402,8753r11,13l426,8777r26,21l481,8818r32,20l545,8854r16,7l579,8868r17,6l613,8878r16,4l646,8885r16,3l679,8889r15,l709,8888r16,-3l740,8881r-6,-10l727,8860r-8,-11l709,8836r-22,-26l660,8784r-29,-28l599,8729r-33,-27l531,8677r-33,-20l466,8637r-17,-7l436,8623r-14,-5l408,8615r-13,-3l384,8611r-9,1l366,8615r-6,4l353,8626r-3,8l347,8646xm534,5664r-20,13l462,5715r-33,26l390,5770r-40,33l310,5839r-40,38l231,5914r-18,19l195,5953r-15,19l165,5991r-13,20l141,6029r-10,18l123,6065r-4,16l116,6098r,15l118,6127r5,13l130,6149r8,6l148,6158r10,1l170,6156r14,-5l198,6144r15,-10l228,6122r17,-13l263,6094r16,-18l297,6058r18,-19l333,6018r35,-45l402,5926r32,-47l465,5831r12,-24l490,5784r11,-22l510,5740r9,-21l525,5700r5,-20l534,5664xm347,7100r,-10l347,7079r3,-10l354,7058r6,-11l365,7036r8,-11l382,7013r9,-11l402,6991r11,-13l426,6967r26,-21l481,6926r32,-20l545,6890r16,-7l579,6876r17,-6l613,6866r16,-4l646,6859r16,-3l679,6855r15,1l709,6856r16,3l740,6863r-6,10l727,6884r-8,11l709,6908r-22,26l660,6960r-29,28l599,7015r-33,27l531,7067r-33,20l466,7107r-17,7l436,7121r-14,5l408,7129r-13,3l384,7133r-9,-1l366,7129r-6,-4l353,7118r-3,-8l347,7100xe" fillcolor="#f06" stroked="f">
                    <v:fill opacity="44564f" color2="fill lighten(51)" focusposition=".5,.5" focussize="" method="linear sigma" focus="100%" type="gradientRadial"/>
                    <v:path arrowok="t"/>
                    <o:lock v:ext="edit" verticies="t"/>
                  </v:shape>
                  <v:shape id="_x0000_s1332" style="position:absolute;width:4392;height:11070" coordsize="8784,22140" path="m162,11070r94,205l332,11482r59,212l436,11909r30,218l484,12347r6,223l485,12794r-15,226l449,13245r-29,229l386,13701r-38,228l307,14156r-43,225l220,14607r-43,223l137,15052r-39,219l65,15487r-28,214l17,15910,4,16117,,16319r7,197l26,16709r32,187l104,17077r62,176l243,17421r97,162l456,17738r-8,57l440,17855r-7,59l427,17976r-4,64l419,18105r-3,66l415,18238r-2,69l415,18376r1,71l420,18517r6,72l431,18663r9,73l449,18809r13,74l474,18957r16,74l507,19105r18,75l546,19253r24,75l595,19402r27,73l653,19547r31,73l719,19691r37,70l795,19831r42,69l882,19968r-116,33l662,20037r-91,40l491,20120r-69,45l362,20212r-49,50l271,20315r-32,54l216,20424r-15,57l192,20538r-1,58l195,20654r11,59l223,20771r20,59l268,20886r29,57l329,20998r36,54l402,21105r40,51l483,21203r42,47l567,21293r43,40l651,21369r42,35l732,21433r37,26l803,21480r164,89l1128,21643r165,64l1457,21761r165,43l1787,21837r167,26l2120,21881r169,10l2457,21896r169,-1l2796,21890r170,-10l3139,21866r171,-15l3485,21833r348,-36l4187,21761r177,-15l4544,21733r180,-8l4905,21719r181,l5268,21725r184,12l5638,21757r186,26l6011,21819r190,46l6390,21920r62,19l6520,21957r70,20l6665,21996r78,18l6824,22032r83,17l6991,22064r88,15l7167,22093r90,11l7347,22115r91,8l7528,22132r91,4l7709,22139r89,1l7885,22139r87,-5l8055,22128r81,-10l8217,22105r74,-16l8365,22069r69,-22l8499,22021r59,-29l8615,21957r50,-37l8710,21878r40,-47l8784,21782r-67,52l8644,21880r-82,39l8475,21950r-92,25l8284,21995r-103,14l8071,22018r-112,4l7845,22021r-119,-4l7604,22009r-124,-13l7355,21982r-127,-18l7101,21944r-128,-21l6846,21899r-127,-25l6595,21849r-245,-52l6115,21746r-220,-49l5694,21657r-92,-18l5515,21625r-81,-11l5361,21606r-86,-4l5181,21600r-102,3l4971,21610r-113,8l4736,21629r-126,14l4480,21657r-276,32l3912,21721r-149,15l3609,21750r-156,12l3297,21772r-159,8l2977,21784r-160,2l2656,21783r-160,-8l2337,21764r-159,-18l2020,21723r-155,-29l1712,21658r-151,-42l1413,21566r-144,-58l1128,21441r-135,-75l861,21282r-67,-43l732,21194r-59,-48l619,21097r-48,-49l527,20997r-39,-51l454,20893r-29,-52l400,20789r-21,-52l362,20684r-11,-51l344,20583r-2,-50l344,20485r7,-47l362,20394r16,-45l398,20309r25,-40l452,20233r33,-33l523,20170r41,-28l611,20117r50,-19l716,20081r58,-14l838,20059r68,-3l978,20056r38,61l1055,20175r39,55l1131,20283r37,50l1204,20380r38,46l1276,20467r36,40l1345,20545r35,34l1413,20611r32,30l1477,20669r30,26l1538,20719r29,21l1594,20759r28,17l1648,20791r25,14l1698,20816r24,8l1744,20832r20,6l1785,20841r18,2l1821,20843r17,-1l1853,20839r14,-4l1881,20830r20,-23l1917,20784r9,-26l1932,20731r1,-29l1930,20673r-8,-30l1911,20611r-15,-32l1878,20546r-22,-33l1832,20480r-27,-34l1774,20413r-32,-35l1708,20345r-36,-32l1633,20280r-39,-30l1553,20219r-42,-30l1470,20161r-43,-27l1384,20107r-43,-23l1298,20062r-42,-21l1214,20023r-40,-17l1134,19992r-39,-11l1058,19972r-32,-47l996,19875r-32,-50l933,19772r-30,-52l874,19664r-29,-55l817,19552r-27,-58l763,19433r-25,-60l714,19310r-24,-63l668,19180r-21,-66l626,19045r-18,-70l592,18903r-17,-72l561,18757r-12,-76l539,18603r-9,-80l523,18443r-6,-83l514,18277r-1,-86l513,18104r3,-90l521,17922r9,-91l539,17737r29,7l597,17749r28,2l651,17751r24,-3l698,17742r22,-8l743,17726r19,-13l780,17701r16,-14l813,17670r14,-16l841,17636r12,-19l863,17597r10,-19l881,17557r7,-19l893,17517r6,-21l902,17477r1,-20l904,17438r-1,-18l902,17403r-3,-15l895,17373r-6,-12l882,17349r-8,-9l866,17333r-17,-10l834,17316r-15,-5l805,17307r-15,-3l774,17304r-13,1l747,17308r-14,3l719,17316r-14,7l693,17331r-14,9l667,17351r-13,11l643,17374r-12,13l619,17401r-11,15l597,17432r-19,34l559,17500r-17,38l525,17576r-13,39l501,17655,390,17500r-89,-162l231,17171r-53,-172l144,16821r-21,-181l115,16453r5,-191l136,16065r24,-198l194,15664r38,-205l277,15250r48,-211l375,14825r50,-215l474,14391r49,-219l566,13951r40,-223l637,13505r25,-222l678,13058r4,-224l675,12610r-21,-223l618,12165r-52,-222l495,11722r-90,-219l295,11286,162,11070xm162,11070r94,-205l332,10658r59,-212l436,10231r30,-217l484,9793r6,-222l485,9346,470,9120,449,8895,420,8666,386,8439,348,8211,307,7984,264,7759,220,7533,177,7310,137,7089,98,6869,65,6653,37,6440,17,6230,4,6023,,5821,7,5624,26,5431,58,5244r46,-181l166,4887r77,-168l340,4557,456,4402r-8,-57l440,4285r-7,-59l427,4164r-4,-64l419,4035r-3,-66l415,3902r-2,-69l415,3764r1,-71l420,3623r6,-72l431,3477r9,-73l449,3331r13,-74l474,3183r16,-74l507,3035r18,-75l546,2887r24,-75l595,2738r27,-73l653,2593r31,-72l719,2449r37,-70l795,2309r42,-69l882,2172,766,2139,662,2103r-91,-40l491,2020r-69,-44l362,1928r-49,-50l271,1825r-32,-54l216,1716r-15,-57l192,1602r-1,-58l195,1486r11,-59l223,1369r20,-59l268,1254r29,-57l329,1142r36,-54l402,1035r40,-51l483,937r42,-47l567,847r43,-40l651,771r42,-35l732,707r37,-26l803,660,967,573r161,-76l1293,433r164,-52l1622,336r165,-33l1954,277r166,-17l2289,249r168,-5l2626,245r170,5l2966,260r173,14l3310,289r175,18l3833,343r354,36l4364,394r180,13l4724,415r181,6l5086,421r182,-6l5452,403r186,-20l5824,357r187,-36l6201,275r189,-55l6452,201r68,-18l6590,163r75,-19l6743,126r81,-18l6907,91r84,-15l7079,61r88,-14l7257,36r90,-11l7438,17r90,-9l7619,4r90,-3l7798,r87,1l7972,6r83,6l8136,22r81,13l8291,51r74,20l8434,93r65,26l8558,148r57,35l8665,220r45,42l8750,309r34,49l8717,306r-73,-46l8562,221r-87,-31l8383,165r-99,-20l8181,131r-110,-9l7959,118r-114,1l7726,123r-122,8l7480,144r-125,15l7228,176r-127,20l6973,217r-127,24l6719,266r-124,26l6350,343r-235,51l5895,443r-201,40l5602,501r-87,14l5434,526r-73,8l5275,538r-94,2l5079,537r-108,-7l4858,522,4736,511,4610,497,4480,483,4204,451,3912,419,3763,404,3609,390,3453,378,3297,368r-159,-8l2977,356r-160,-2l2656,357r-160,8l2337,376r-159,18l2020,417r-155,29l1712,482r-151,42l1413,574r-144,58l1128,699,993,774,861,858r-67,43l732,946r-59,48l619,1043r-48,50l527,1143r-39,51l454,1247r-29,52l400,1351r-21,52l362,1456r-11,51l344,1557r-2,50l344,1655r7,47l362,1746r16,45l398,1831r25,40l452,1907r33,33l523,1970r41,28l611,2023r50,19l716,2059r58,14l838,2081r68,3l978,2084r38,-61l1055,1965r39,-55l1131,1857r37,-50l1204,1760r38,-46l1276,1673r36,-40l1345,1595r35,-34l1413,1529r32,-30l1477,1471r30,-26l1538,1421r29,-21l1594,1381r28,-17l1648,1349r25,-14l1698,1324r24,-8l1744,1308r20,-6l1785,1299r18,-2l1821,1297r17,1l1853,1301r14,4l1881,1310r20,23l1917,1356r9,26l1932,1409r1,29l1930,1467r-8,30l1911,1529r-15,32l1878,1594r-22,33l1832,1661r-27,33l1774,1727r-32,35l1708,1795r-36,32l1633,1860r-39,30l1553,1921r-42,30l1470,1979r-43,27l1384,2033r-43,23l1298,2078r-42,21l1214,2117r-40,17l1134,2148r-39,11l1058,2168r-32,47l996,2265r-32,50l933,2368r-30,52l874,2476r-29,55l817,2588r-27,58l763,2707r-25,61l714,2830r-24,63l668,2960r-21,66l626,3095r-18,70l592,3237r-17,73l561,3383r-12,76l539,3537r-9,80l523,3697r-6,83l514,3863r-1,86l513,4038r3,88l521,4218r9,91l539,4403r29,-7l597,4391r28,-2l651,4389r24,3l698,4398r22,8l743,4414r19,13l780,4439r16,14l813,4470r14,16l841,4504r12,19l863,4543r10,19l881,4583r7,19l893,4623r6,21l902,4663r1,20l904,4702r-1,18l902,4737r-3,15l895,4767r-6,12l882,4791r-8,9l866,4807r-17,10l834,4824r-15,5l805,4833r-15,3l774,4836r-13,-1l747,4833r-14,-4l719,4824r-14,-7l693,4809r-14,-9l667,4789r-13,-11l643,4766r-12,-13l619,4739r-11,-15l597,4708r-19,-34l559,4640r-17,-38l525,4564r-13,-39l501,4485,390,4640r-89,162l231,4969r-53,172l144,5319r-21,181l115,5687r5,193l136,6075r24,198l194,6476r38,205l277,6890r48,211l375,7315r50,215l474,7749r49,220l566,8189r40,223l637,8635r25,222l678,9082r4,224l675,9530r-21,223l618,9975r-52,223l495,10418r-90,219l295,10854r-133,216xm560,4463r1,15l564,4493r4,17l572,4525r13,32l599,4589r16,31l635,4649r20,28l676,4703r22,24l720,4746r12,9l743,4761r11,7l763,4773r11,4l784,4779r10,2l803,4781r9,-3l820,4775r7,-5l834,4763r3,-8l838,4743r1,-9l839,4721r-1,-25l834,4670r-8,-28l816,4613r-7,-13l802,4586r-7,-14l787,4559r-10,-13l767,4533r-9,-11l747,4511r-13,-11l722,4492r-13,-9l696,4475r-16,-7l665,4464r-15,-4l633,4457r-18,-1l597,4457r-18,1l560,4463xm1126,2047r7,-16l1142,2012r11,-21l1168,1969r17,-25l1203,1918r21,-28l1245,1863r48,-60l1345,1744r56,-60l1457,1626r28,-28l1513,1572r29,-25l1568,1525r28,-21l1621,1485r25,-17l1669,1454r22,-11l1712,1435r19,-4l1748,1429r15,3l1776,1439r9,11l1792,1465r1,18l1793,1501r-2,20l1785,1540r-5,21l1771,1582r-9,20l1751,1625r-14,22l1723,1667r-17,23l1688,1712r-18,22l1650,1756r-21,22l1605,1799r-23,21l1557,1840r-26,21l1504,1881r-27,19l1448,1918r-29,18l1388,1952r-31,17l1325,1983r-32,14l1260,2009r-33,11l1193,2031r-34,9l1126,2047xm560,17677r1,-15l564,17647r4,-17l572,17615r13,-32l599,17551r16,-31l635,17491r20,-28l676,17437r22,-24l720,17394r12,-9l743,17379r11,-7l763,17367r11,-4l784,17361r10,-2l803,17359r9,3l820,17365r7,5l834,17377r3,8l838,17397r1,11l839,17419r-1,25l834,17470r-8,28l816,17527r-7,13l802,17554r-7,14l787,17581r-10,13l767,17607r-9,11l747,17629r-13,11l722,17648r-13,10l696,17665r-16,7l665,17676r-15,4l633,17683r-18,1l597,17683r-18,-1l560,17677xm1126,20093r7,16l1142,20128r11,21l1168,20171r17,25l1203,20222r21,28l1245,20277r48,60l1345,20396r56,60l1457,20514r28,28l1513,20568r29,25l1568,20615r28,21l1621,20655r25,17l1669,20686r22,11l1712,20705r19,4l1748,20711r15,-3l1776,20701r9,-11l1792,20675r1,-18l1793,20639r-2,-20l1785,20600r-5,-21l1771,20558r-9,-20l1751,20515r-14,-20l1723,20473r-17,-23l1688,20428r-18,-22l1650,20384r-21,-22l1605,20341r-23,-21l1557,20300r-26,-21l1504,20259r-27,-19l1448,20222r-29,-18l1388,20188r-31,-16l1325,20157r-32,-14l1260,20131r-33,-11l1193,20109r-34,-9l1126,20093xe" fillcolor="#f06" stroked="f">
                    <v:fill opacity="44564f" color2="fill lighten(51)" focusposition=".5,.5" focussize="" method="linear sigma" focus="100%" type="gradientRadial"/>
                    <v:path arrowok="t"/>
                    <o:lock v:ext="edit" verticies="t"/>
                  </v:shape>
                  <v:shape id="_x0000_s1333" style="position:absolute;left:8736;top:1599;width:609;height:7872" coordsize="1218,15744" path="m929,r29,163l977,319r11,150l991,611r-4,137l975,880r-17,129l935,1135r-28,123l875,1379r-35,124l803,1624r-80,251l640,2138r-40,138l561,2420r-37,151l491,2730r-31,166l434,3073r-21,186l397,3455r-9,209l386,3887r5,234l405,4371r23,264l460,4918r43,297l558,5531r-76,l412,5536r-62,10l292,5560r-52,19l193,5603r-40,26l119,5659r-31,35l62,5731r-21,40l25,5813r-13,46l4,5906,,5954r,50l3,6057r5,52l18,6162r11,54l44,6270r18,54l81,6378r21,52l126,6483r26,51l178,6582r29,49l236,6678r31,43l297,6762r32,39l305,6829r-19,26l267,6883r-16,27l238,6939r-11,29l218,6997r-7,30l206,7057r-3,29l203,7116r1,31l207,7177r4,31l218,7240r9,30l236,7302r11,30l260,7364r15,31l290,7426r17,31l325,7487r19,32l365,7550r22,30l409,7610r24,31l457,7670r25,30l509,7729r27,30l553,7775r16,17l589,7807r18,14l626,7835r21,13l666,7861r21,11l666,7883r-19,13l626,7909r-19,14l589,7937r-20,17l553,7969r-17,16l509,8015r-27,29l457,8074r-24,29l409,8134r-22,30l365,8194r-21,31l325,8257r-18,30l290,8319r-15,30l260,8381r-13,31l236,8443r-9,31l218,8504r-7,32l207,8567r-3,30l203,8628r,30l206,8688r5,29l218,8747r9,29l238,8805r13,29l267,8861r19,28l305,8915r24,28l297,8982r-30,41l236,9068r-29,45l178,9162r-26,49l126,9261r-24,53l81,9366r-19,54l44,9474r-15,54l18,9582,8,9636r-5,53l,9740r,50l4,9838r8,47l25,9931r16,42l62,10013r26,37l119,10085r34,30l193,10141r47,24l292,10184r58,14l412,10208r70,5l558,10213r-55,316l460,10828r-32,281l405,11373r-14,250l386,11859r2,221l397,12289r16,196l434,12672r26,176l491,13014r33,159l561,13324r39,144l640,13606r83,263l803,14120r37,123l875,14365r32,121l935,14609r23,126l975,14864r12,133l991,15133r-3,142l977,15425r-19,156l929,15744r57,-93l1030,15555r32,-100l1085,15351r13,-108l1102,15131r-3,-116l1087,14895r-17,-126l1047,14639r-30,-136l984,14363r-74,-297l827,13747r-42,-168l742,13404r-40,-181l663,13035r-35,-194l594,12640r-29,-207l542,12217r-18,-221l513,11766r-4,-238l513,11283r12,-253l547,10768r34,-270l625,10220r54,-27l730,10163r48,-29l824,10105r43,-29l905,10047r38,-27l976,9991r32,-30l1037,9934r26,-28l1087,9878r22,-27l1128,9824r17,-26l1160,9773r14,-25l1185,9725r9,-24l1201,9679r7,-21l1212,9639r3,-19l1218,9602r,-17l1217,9570r-2,-13l1212,9545r-4,-11l1203,9524r-6,-8l1190,9510r-13,-12l1161,9488r-15,-8l1131,9473r-15,-6l1100,9465r-15,-2l1070,9463r-17,3l1038,9469r-15,4l1006,9479r-15,6l976,9492r-15,10l946,9512r-31,21l888,9557r-28,25l834,9610r-24,28l788,9667r-19,26l751,9719r-21,46l705,9813r-26,52l651,9916r-28,52l597,10018r-22,49l557,10110r-58,9l448,10122r-47,-4l359,10110r-37,-14l292,10076r-28,-23l242,10025r-20,-30l207,9959r-11,-38l189,9881r-4,-44l184,9791r1,-47l189,9696r7,-50l206,9595r9,-50l228,9492r15,-49l258,9391r17,-49l292,9293r17,-47l329,9202r18,-43l366,9119r20,-38l404,9048r16,-30l438,8990r31,3l500,8991r31,-1l561,8986r29,-7l619,8972r29,-10l676,8951r26,-11l728,8926r25,-13l777,8897r23,-15l823,8866r20,-18l863,8830r18,-18l897,8794r15,-20l926,8756r13,-18l950,8720r8,-18l966,8684r6,-16l975,8651r2,-15l976,8622r-1,-14l970,8596r-6,-11l954,8575r-17,-13l919,8553r-19,-6l881,8543r-21,-1l838,8545r-22,2l793,8554r-23,8l746,8572r-23,11l699,8596r-23,14l652,8625r-22,15l607,8657r-43,34l522,8724r-36,34l453,8788r-47,47l388,8853r-22,-12l347,8825r-17,-16l316,8789r-9,-22l300,8742r-4,-25l294,8688r2,-29l300,8629r5,-33l314,8562r11,-33l337,8493r15,-36l369,8421r18,-36l406,8348r22,-36l451,8276r24,-36l500,8204r27,-34l554,8136r28,-33l611,8073r30,-31l670,8013r32,-26l733,7962r30,-22l795,7919r10,3l818,7923r18,3l858,7929r24,1l908,7930r27,2l962,7930r28,-1l1016,7925r24,-5l1062,7915r9,-4l1080,7907r8,-5l1095,7897r5,-6l1105,7886r2,-7l1110,7872r-3,-7l1105,7858r-5,-5l1094,7847r-7,-5l1080,7837r-10,-4l1060,7829r-20,-5l1015,7818r-25,-3l964,7814r-28,-2l910,7812r-27,2l860,7815r-22,3l820,7819r-15,3l795,7825r-32,-21l733,7782r-31,-25l670,7729r-29,-27l611,7671r-29,-30l554,7608r-27,-34l500,7540r-25,-36l451,7468r-23,-36l406,7396r-19,-37l369,7323r-17,-36l337,7251r-12,-36l314,7182r-9,-34l300,7115r-4,-30l294,7056r2,-29l300,7002r7,-25l316,6955r14,-20l347,6919r19,-16l388,6891r18,18l453,6956r33,30l522,7020r42,33l607,7087r23,17l652,7119r24,15l699,7148r24,13l746,7172r24,10l793,7190r23,7l838,7201r22,1l881,7201r19,-4l919,7191r18,-9l954,7169r10,-10l970,7148r5,-12l976,7122r1,-14l975,7093r-3,-17l966,7060r-8,-18l950,7025r-11,-19l926,6988r-14,-18l897,6950r-16,-18l863,6914r-20,-18l823,6880r-23,-18l777,6847r-24,-16l728,6818r-26,-14l676,6793r-28,-11l619,6772r-29,-7l561,6758r-30,-4l500,6753r-31,-2l438,6754r-18,-26l404,6697r-18,-34l366,6625r-19,-40l329,6542r-20,-44l292,6451r-17,-49l258,6353r-15,-50l228,6252r-13,-52l206,6149r-10,-51l189,6048r-4,-48l184,5953r1,-46l189,5864r7,-41l207,5785r15,-36l242,5719r22,-28l292,5668r30,-20l359,5634r42,-8l448,5623r51,2l557,5634r18,45l597,5726r26,50l651,5828r28,51l705,5931r25,48l751,6025r18,26l788,6077r22,29l834,6134r26,28l888,6187r27,25l946,6232r15,10l976,6252r15,7l1006,6265r17,6l1038,6275r15,3l1070,6281r15,l1100,6279r16,-2l1131,6271r15,-7l1161,6256r16,-10l1190,6234r7,-6l1203,6220r5,-10l1212,6200r3,-12l1217,6174r1,-15l1218,6142r-3,-18l1212,6105r-4,-19l1201,6065r-7,-22l1185,6019r-11,-23l1160,5971r-15,-25l1128,5920r-19,-27l1087,5866r-24,-27l1037,5810r-29,-27l976,5753r-33,-27l905,5697r-38,-29l824,5639r-46,-29l730,5581r-51,-30l625,5524,581,5246,547,4976,525,4714,513,4461r-4,-245l513,3980r11,-232l542,3527r23,-216l594,3104r34,-201l663,2709r39,-188l742,2340r43,-175l827,1997r83,-319l984,1381r33,-140l1047,1105r23,-130l1087,849r12,-120l1102,613r-4,-112l1085,393,1062,289,1030,189,986,93,929,xm1084,7872r1,4l1084,7879r-3,4l1077,7886r-10,4l1052,7894r-18,3l1015,7898r-24,2l968,7900r-25,l917,7898r-25,-2l868,7893r-23,-3l824,7886r-18,-6l791,7876r15,-8l824,7862r21,-5l867,7853r23,-3l915,7847r25,-1l964,7844r23,2l1011,7846r19,2l1048,7851r15,4l1074,7860r4,2l1081,7865r3,4l1084,7872xm684,10080r20,-13l756,10029r33,-26l828,9974r40,-33l908,9905r40,-38l987,9830r18,-19l1023,9791r15,-19l1053,9753r13,-20l1077,9715r10,-18l1095,9679r4,-16l1102,9646r,-15l1100,9617r-5,-13l1088,9595r-8,-6l1070,9586r-11,l1048,9588r-14,5l1020,9600r-15,10l990,9622r-17,13l955,9652r-16,16l921,9686r-18,19l885,9726r-35,45l816,9818r-32,47l753,9913r-12,24l728,9960r-11,22l708,10004r-9,21l693,10044r-5,20l684,10080xm871,8646r,9l871,8665r-3,10l864,8686r-6,11l853,8708r-8,12l836,8731r-9,11l816,8753r-11,13l792,8777r-26,21l737,8818r-32,20l673,8854r-18,7l639,8868r-17,6l605,8878r-16,4l572,8885r-16,3l539,8889r-15,l509,8888r-16,-3l478,8881r6,-10l491,8860r8,-11l509,8836r22,-26l557,8784r30,-28l619,8729r33,-27l687,8677r33,-20l752,8637r17,-7l782,8623r14,-5l810,8615r13,-3l834,8611r9,1l852,8615r6,4l864,8626r4,8l871,8646xm684,5664r20,13l756,5715r33,26l828,5770r40,33l908,5839r40,38l987,5914r18,19l1023,5953r15,19l1053,5991r13,20l1077,6029r10,18l1095,6065r4,16l1102,6098r,15l1100,6127r-5,13l1088,6149r-8,6l1070,6158r-11,1l1048,6156r-14,-5l1020,6144r-15,-10l990,6122r-17,-13l955,6094r-16,-18l921,6058r-18,-19l885,6018r-35,-45l816,5926r-32,-47l753,5831r-12,-24l728,5784r-11,-22l708,5740r-9,-21l693,5700r-5,-20l684,5664xm871,7100r,-10l871,7079r-3,-10l864,7058r-6,-11l853,7036r-8,-11l836,7013r-9,-11l816,6991r-11,-13l792,6967r-26,-21l737,6926r-32,-20l673,6890r-18,-7l639,6876r-17,-6l605,6866r-16,-4l572,6859r-16,-3l539,6855r-15,1l509,6856r-16,3l478,6863r6,10l491,6884r8,11l509,6908r22,26l557,6960r30,28l619,7015r33,27l687,7067r33,20l752,7107r17,7l782,7121r14,5l810,7129r13,3l834,7133r9,-1l852,7129r6,-4l864,7118r4,-8l871,7100xe" fillcolor="#f06" stroked="f">
                    <v:fill opacity="44564f" color2="fill lighten(51)" focusposition=".5,.5" focussize="" method="linear sigma" focus="100%" type="gradientRadial"/>
                    <v:path arrowok="t"/>
                    <o:lock v:ext="edit" verticies="t"/>
                  </v:shape>
                  <v:shape id="_x0000_s1334" style="position:absolute;left:4953;width:4392;height:11070" coordsize="8784,22140" path="m8622,11070r-94,205l8452,11482r-59,212l8348,11909r-30,218l8300,12347r-6,223l8299,12794r13,226l8335,13245r29,229l8398,13701r38,228l8477,14156r43,225l8564,14607r43,223l8647,15052r39,219l8719,15487r28,214l8767,15910r13,207l8784,16319r-7,197l8758,16709r-32,187l8680,17077r-62,176l8541,17421r-97,162l8328,17738r8,57l8344,17855r7,59l8357,17976r4,64l8365,18105r3,66l8369,18238r2,69l8369,18376r-3,71l8364,18517r-6,72l8353,18663r-9,73l8335,18809r-13,74l8310,18957r-16,74l8277,19105r-18,75l8238,19253r-24,75l8189,19402r-27,73l8131,19547r-31,73l8065,19691r-37,70l7989,19831r-43,69l7902,19968r116,33l8120,20037r93,40l8293,20120r69,45l8422,20212r49,50l8513,20315r32,54l8568,20424r15,57l8592,20538r1,58l8588,20654r-10,59l8561,20771r-20,59l8516,20886r-29,57l8455,20998r-36,54l8382,21105r-40,51l8300,21203r-41,47l8216,21293r-42,40l8133,21369r-42,35l8052,21433r-37,26l7981,21480r-164,89l7656,21643r-165,64l7327,21761r-165,43l6997,21837r-167,26l6664,21881r-169,10l6327,21896r-169,-1l5988,21890r-170,-10l5645,21866r-171,-15l5299,21833r-348,-36l4597,21761r-177,-15l4240,21733r-180,-8l3879,21719r-181,l3516,21725r-184,12l3146,21757r-186,26l2773,21819r-190,46l2394,21920r-62,19l2264,21957r-70,20l2119,21996r-78,18l1960,22032r-83,17l1793,22064r-88,15l1617,22093r-90,11l1437,22115r-91,8l1256,22132r-91,4l1075,22139r-89,1l898,22139r-86,-5l729,22128r-83,-10l567,22105r-76,-16l419,22069r-69,-22l285,22021r-61,-29l169,21957r-50,-37l74,21878r-40,-47l,21782r67,52l140,21880r82,39l309,21950r92,25l500,21995r103,14l711,22018r114,4l939,22021r119,-4l1180,22009r124,-13l1429,21982r127,-18l1683,21944r128,-21l1938,21899r127,-25l2189,21849r245,-52l2669,21746r219,-49l3090,21657r92,-18l3269,21625r81,-11l3423,21606r86,-4l3603,21600r101,3l3813,21610r113,8l4047,21629r127,14l4304,21657r276,32l4871,21721r150,15l5175,21750r156,12l5487,21772r159,8l5807,21784r160,2l6128,21783r160,-8l6447,21764r159,-18l6764,21723r155,-29l7072,21658r151,-42l7371,21566r144,-58l7654,21441r137,-75l7923,21282r67,-43l8052,21194r59,-48l8165,21097r48,-49l8256,20997r40,-51l8330,20893r29,-52l8384,20789r21,-52l8422,20684r11,-51l8440,20583r1,-50l8440,20485r-7,-47l8422,20394r-17,-45l8386,20309r-25,-40l8332,20233r-33,-33l8261,20170r-41,-28l8173,20117r-50,-19l8068,20081r-60,-14l7946,20059r-68,-3l7806,20056r-38,61l7729,20175r-39,55l7653,20283r-37,50l7580,20380r-38,46l7508,20467r-36,40l7437,20545r-33,34l7371,20611r-32,30l7307,20669r-30,26l7246,20719r-29,21l7190,20759r-28,17l7136,20791r-25,14l7086,20816r-24,8l7040,20832r-20,6l6999,20841r-20,2l6963,20843r-17,-1l6931,20839r-14,-4l6903,20830r-20,-23l6867,20784r-9,-26l6852,20731r-1,-29l6854,20673r8,-30l6873,20611r15,-32l6906,20546r22,-33l6952,20480r27,-34l7010,20413r32,-35l7076,20345r36,-32l7151,20280r39,-30l7231,20219r40,-30l7314,20161r43,-27l7400,20107r43,-23l7486,20062r42,-21l7570,20023r40,-17l7650,19992r39,-11l7726,19972r32,-47l7788,19875r32,-50l7851,19772r29,-52l7910,19664r29,-55l7967,19552r27,-58l8021,19433r25,-60l8070,19310r24,-63l8116,19180r21,-66l8158,19045r18,-70l8192,18903r17,-72l8223,18757r12,-76l8245,18603r9,-80l8261,18443r6,-83l8270,18277r1,-86l8271,18104r-3,-90l8263,17922r-9,-91l8245,17737r-29,7l8187,17749r-28,2l8133,17751r-25,-3l8084,17742r-22,-8l8041,17726r-19,-13l8004,17701r-16,-14l7971,17670r-14,-16l7943,17636r-12,-19l7921,17597r-10,-19l7903,17557r-7,-19l7891,17517r-6,-21l7882,17477r-1,-20l7880,17438r1,-18l7882,17403r3,-15l7889,17373r6,-12l7902,17349r8,-9l7918,17333r17,-10l7950,17316r15,-5l7979,17307r15,-3l8010,17304r13,1l8037,17308r14,3l8065,17316r14,7l8091,17331r14,9l8117,17351r13,11l8141,17374r12,13l8165,17401r11,15l8187,17432r19,34l8225,17500r17,38l8259,17576r12,39l8283,17655r111,-155l8483,17338r70,-167l8604,16999r36,-178l8661,16640r8,-187l8664,16262r-16,-197l8624,15867r-34,-203l8552,15459r-45,-209l8459,15039r-50,-214l8359,14610r-49,-219l8261,14172r-44,-221l8178,13728r-31,-223l8122,13283r-16,-225l8101,12834r8,-224l8130,12387r36,-222l8218,11943r71,-221l8379,11503r110,-217l8622,11070xm8622,11070r-94,-205l8452,10658r-59,-212l8348,10231r-30,-217l8300,9793r-6,-222l8299,9346r13,-226l8335,8895r29,-229l8398,8439r38,-228l8477,7984r43,-225l8564,7533r43,-223l8647,7089r39,-220l8719,6653r28,-213l8767,6230r13,-207l8784,5821r-7,-197l8758,5431r-32,-187l8680,5063r-62,-176l8541,4719r-97,-162l8328,4402r8,-57l8344,4285r7,-59l8357,4164r4,-64l8365,4035r3,-66l8369,3902r2,-69l8369,3764r-3,-71l8364,3623r-6,-72l8353,3477r-9,-73l8335,3331r-13,-74l8310,3183r-16,-74l8277,3035r-18,-75l8238,2887r-24,-75l8189,2738r-27,-73l8131,2593r-31,-72l8065,2449r-37,-70l7989,2309r-43,-69l7902,2172r116,-33l8120,2103r93,-40l8293,2020r69,-44l8422,1928r49,-50l8513,1825r32,-54l8568,1716r15,-57l8592,1602r1,-58l8588,1486r-10,-59l8561,1369r-20,-59l8516,1254r-29,-57l8455,1142r-36,-54l8382,1035r-40,-51l8300,937r-41,-47l8216,847r-42,-40l8133,771r-42,-35l8052,707r-37,-26l7981,660,7817,573,7656,497,7491,433,7327,381,7162,336,6997,303,6830,277,6664,260,6495,249r-168,-5l6158,245r-170,5l5818,260r-173,14l5474,289r-175,18l4951,343r-354,36l4420,394r-180,13l4060,415r-181,6l3698,421r-182,-6l3332,403,3146,383,2960,357,2773,321,2583,275,2394,220r-62,-19l2264,183r-70,-20l2119,144r-78,-18l1960,108,1877,91,1793,76,1705,61,1617,47,1527,36,1437,25r-91,-8l1256,8,1165,4,1075,1,986,,898,1,812,6r-83,6l646,22,567,35,491,51,419,71,350,93r-65,26l224,148r-55,35l119,220,74,262,34,309,,358,67,306r73,-46l222,221r87,-31l401,165r99,-20l603,131r108,-9l825,118r114,1l1058,123r122,8l1304,144r125,15l1556,176r127,20l1811,217r127,24l2065,266r124,26l2434,343r235,51l2888,443r202,40l3182,501r87,14l3350,526r73,8l3509,538r94,2l3704,537r109,-7l3926,522r121,-11l4174,497r130,-14l4580,451r291,-32l5021,404r154,-14l5331,378r156,-10l5646,360r161,-4l5967,354r161,3l6288,365r159,11l6606,394r158,23l6919,446r153,36l7223,524r148,50l7515,632r139,67l7791,774r132,84l7990,901r62,45l8111,994r54,49l8213,1093r43,50l8296,1194r34,53l8359,1299r25,52l8405,1403r17,53l8433,1507r7,50l8441,1607r-1,48l8433,1702r-11,44l8405,1791r-19,40l8361,1871r-29,36l8299,1940r-38,30l8220,1998r-47,25l8123,2042r-55,17l8008,2073r-62,8l7878,2084r-72,l7768,2023r-39,-58l7690,1910r-37,-53l7616,1807r-36,-47l7542,1714r-34,-41l7472,1633r-35,-38l7404,1561r-33,-32l7339,1499r-32,-28l7277,1445r-31,-24l7217,1400r-27,-19l7162,1364r-26,-15l7111,1335r-25,-11l7062,1316r-22,-8l7020,1302r-21,-3l6979,1297r-16,l6946,1298r-15,3l6917,1305r-14,5l6883,1333r-16,23l6858,1382r-6,27l6851,1438r3,29l6862,1497r11,32l6888,1561r18,33l6928,1627r24,34l6979,1694r31,33l7042,1762r34,33l7112,1827r39,33l7190,1890r41,31l7271,1951r43,28l7357,2006r43,27l7443,2056r43,22l7528,2099r42,18l7610,2134r40,14l7689,2159r37,9l7758,2215r30,50l7820,2315r31,53l7880,2420r30,56l7939,2531r28,57l7994,2646r27,61l8046,2768r24,62l8094,2893r22,67l8137,3026r21,69l8176,3165r16,72l8209,3310r14,73l8235,3459r10,78l8254,3617r7,80l8267,3780r3,83l8271,3949r,89l8268,4126r-5,92l8254,4309r-9,94l8216,4396r-29,-5l8159,4389r-26,l8108,4392r-24,6l8062,4406r-21,8l8022,4427r-18,12l7988,4453r-17,17l7957,4486r-14,18l7931,4523r-10,20l7911,4562r-8,21l7896,4602r-5,21l7885,4644r-3,19l7881,4683r-1,19l7881,4720r1,17l7885,4752r4,15l7895,4779r7,12l7910,4800r8,7l7935,4817r15,7l7965,4829r14,4l7994,4836r16,l8023,4835r14,-2l8051,4829r14,-5l8079,4817r12,-8l8105,4800r12,-11l8130,4778r11,-12l8153,4753r12,-14l8176,4724r11,-16l8206,4674r19,-34l8242,4602r17,-38l8271,4525r12,-40l8394,4640r89,162l8553,4969r51,172l8640,5319r21,181l8669,5687r-5,193l8648,6075r-24,198l8590,6476r-38,205l8507,6890r-48,211l8409,7315r-50,215l8310,7749r-49,220l8217,8189r-39,223l8147,8635r-25,222l8106,9082r-5,224l8109,9530r21,223l8166,9975r52,223l8289,10418r90,219l8489,10854r133,216xm8224,4463r-1,15l8220,4493r-4,17l8212,4525r-13,32l8185,4589r-16,31l8149,4649r-20,28l8108,4703r-22,24l8064,4746r-12,9l8041,4761r-11,7l8021,4773r-11,4l8000,4779r-10,2l7981,4781r-9,-3l7964,4775r-7,-5l7950,4763r-3,-8l7946,4743r-1,-9l7945,4721r1,-25l7950,4670r8,-28l7968,4613r7,-13l7982,4586r7,-14l7997,4559r10,-13l8017,4533r9,-11l8037,4511r13,-11l8062,4492r13,-9l8088,4475r16,-7l8119,4464r15,-4l8151,4457r18,-1l8187,4457r18,1l8224,4463xm7658,2047r-7,-16l7642,2012r-11,-21l7616,1969r-35,-51l7538,1863r-47,-60l7439,1744r-56,-60l7327,1626r-28,-28l7270,1572r-28,-25l7216,1525r-28,-21l7163,1485r-25,-17l7115,1454r-22,-11l7072,1435r-19,-4l7036,1429r-15,3l7008,1439r-9,11l6992,1465r-1,18l6991,1501r2,20l6999,1540r5,21l7013,1582r9,20l7033,1625r14,22l7061,1667r17,23l7096,1712r18,22l7134,1756r21,22l7179,1799r23,21l7227,1840r26,21l7280,1881r27,19l7336,1918r29,18l7396,1952r31,17l7458,1983r33,14l7523,2009r34,11l7591,2031r34,9l7658,2047xm8224,17677r-1,-15l8220,17647r-4,-17l8212,17615r-13,-32l8185,17551r-16,-31l8149,17491r-20,-28l8108,17437r-22,-24l8064,17394r-12,-9l8041,17379r-11,-7l8021,17367r-11,-4l8000,17361r-10,-2l7981,17359r-9,3l7964,17365r-7,5l7950,17377r-3,8l7946,17397r-1,11l7945,17419r1,25l7950,17470r8,28l7968,17527r7,13l7982,17554r7,14l7997,17581r10,13l8017,17607r9,11l8037,17629r13,11l8062,17648r13,10l8088,17665r16,7l8119,17676r15,4l8151,17683r18,1l8187,17683r18,-1l8224,17677xm7658,20093r-7,16l7642,20128r-11,21l7616,20171r-17,25l7581,20222r-21,28l7538,20277r-47,60l7439,20396r-56,60l7327,20514r-28,28l7270,20568r-28,25l7216,20615r-28,21l7163,20655r-25,17l7115,20686r-22,11l7072,20705r-19,4l7036,20711r-15,-3l7008,20701r-9,-11l6992,20675r-1,-18l6991,20639r2,-20l6999,20600r5,-21l7013,20558r9,-20l7033,20515r14,-20l7061,20473r17,-23l7096,20428r18,-22l7134,20384r21,-22l7179,20341r23,-21l7227,20300r26,-21l7280,20259r27,-19l7336,20222r29,-18l7396,20188r31,-16l7458,20157r33,-14l7523,20131r34,-11l7591,20109r34,-9l7658,20093xe" fillcolor="#f06" stroked="f">
                    <v:fill opacity="44564f" color2="fill lighten(51)" focusposition=".5,.5" focussize="" method="linear sigma" focus="100%" type="gradientRadial"/>
                    <v:path arrowok="t"/>
                    <o:lock v:ext="edit" verticies="t"/>
                  </v:shape>
                </v:group>
              </v:group>
              <v:group id="_x0000_s1335" style="position:absolute;left:2480;top:4645;width:3312;height:2444" coordsize="6488,5111">
                <v:shape id="_x0000_s1336" style="position:absolute;left:2440;top:952;width:4048;height:4159" coordsize="12143,12477" path="m8160,3053r-59,64l8042,3178r-57,55l7929,3284r-55,46l7821,3372r-53,39l7719,3445r-50,31l7620,3501r-46,23l7529,3543r-44,17l7444,3573r-40,9l7365,3590r-37,3l7293,3596r-33,-2l7228,3591r-30,-6l7170,3576r-26,-9l7121,3554r-22,-13l7079,3525r-17,-16l7046,3491r-14,-19l7022,3451r-9,-22l7006,3408r-15,-53l6978,3304r-10,-51l6959,3204r-4,-51l6951,3103r-1,-49l6951,3005r4,-49l6959,2908r8,-48l6977,2813r10,-46l7001,2721r14,-46l7032,2628r19,-45l7070,2540r22,-44l7116,2452r25,-42l7168,2369r27,-42l7225,2286r30,-40l7288,2206r33,-39l7356,2130r35,-38l7429,2056r38,-37l7506,1984r16,-13l7536,1957r13,-11l7562,1937r36,-28l7636,1882r36,-25l7710,1833r38,-23l7787,1791r37,-19l7862,1755r39,-16l7939,1724r37,-12l8015,1701r38,-10l8091,1684r38,-6l8166,1673r39,-3l8244,1668r39,-1l8322,1668r39,3l8400,1673r39,5l8478,1684r37,7l8554,1700r38,10l8630,1722r37,12l8704,1749r36,14l8777,1780r30,16l8838,1813r30,18l8897,1849r30,21l8955,1891r28,23l9009,1937r26,24l9060,1986r25,27l9108,2040r22,29l9152,2098r20,30l9192,2161r18,33l9227,2228r16,34l9257,2298r14,38l9283,2374r11,38l9304,2454r8,41l9320,2537r4,43l9328,2625r2,46l9332,2717r-2,49l9328,2814r,1l9328,2815r,l9328,2815r-4,50l9320,2914r-8,47l9305,3008r-9,48l9285,3102r-11,45l9262,3193r-14,43l9233,3281r-16,43l9200,3367r-17,42l9164,3450r-20,41l9122,3531r-38,71l9042,3671r-42,68l8956,3803r-45,65l8865,3928r-49,60l8767,4046r-50,56l8666,4155r-51,51l8563,4256r-54,47l8455,4349r-55,44l8345,4434r-56,39l8233,4510r-57,35l8119,4577r-57,31l8004,4637r-57,25l7889,4687r-57,20l7775,4727r-58,17l7660,4758r-56,12l7548,4780r-56,7l7438,4794r-3,l7435,4792r-81,-1l7275,4789r-76,-5l7124,4777r-72,-9l6983,4758r-69,-12l6848,4732r-64,-16l6722,4699r-59,-18l6605,4660r-55,-22l6496,4614r-52,-24l6394,4563r-48,-28l6300,4505r-44,-31l6214,4443r-40,-34l6136,4375r-37,-37l6064,4302r-33,-39l6001,4224r-29,-40l5944,4142r-26,-41l5894,4057r-22,-45l5851,3967r-17,-42l5818,3882r-15,-44l5790,3793r-12,-44l5767,3704r-8,-46l5750,3610r-6,-47l5739,3516r-5,-49l5732,3418r-1,-48l5731,3320r1,-50l5734,3221r4,-51l5743,3119r5,-51l5755,3017r9,-52l5773,2914r11,-53l5795,2809r14,-52l5822,2705r15,-52l5854,2600r17,-52l5889,2495r19,-52l5928,2391r-16,12l5899,2410r-6,2l5889,2414r-4,l5884,2412r-84,-97l5717,2221r-83,-93l5550,2040r-84,-85l5383,1874r-84,-79l5215,1718r-83,-73l5048,1576r-82,-67l4882,1445r-83,-61l4716,1326r-82,-54l4551,1219r-83,-49l4385,1123r-81,-44l4222,1037r-82,-39l4059,963r-81,-34l3898,899r-81,-29l3737,844r-79,-23l3579,801r-79,-20l3421,765r-78,-13l3265,741r-54,-7l3159,729r-53,-5l3053,722r-52,-3l2949,718r-51,l2845,719r-51,2l2743,724r-51,4l2642,733r-50,6l2542,746r-49,7l2444,762r-49,10l2347,782r-49,13l2250,807r-47,13l2157,835r-48,14l2063,865r-46,17l1972,900r-45,18l1882,938r-45,20l1793,979r-43,22l1707,1024r-60,33l1590,1091r-56,36l1478,1166r-54,40l1373,1247r-51,43l1274,1333r-48,47l1180,1427r-44,48l1094,1525r-41,51l1014,1627r-37,54l941,1735r-42,69l858,1875r-39,71l781,2018r-37,74l710,2166r-33,75l646,2318r-29,77l590,2473r-26,79l540,2631r-22,80l499,2792r-19,82l465,2955r-15,82l438,3120r-10,82l420,3286r-6,84l410,3454r-3,85l409,3622r2,85l415,3792r7,85l431,3961r12,85l456,4131r16,84l490,4300r,l490,4300r,l490,4301r10,37l510,4377r11,38l533,4452r12,38l558,4528r15,37l587,4603r16,38l620,4678r17,37l656,4752r18,38l693,4826r21,38l735,4900r22,38l778,4974r24,38l825,5048r50,73l926,5195r53,73l1036,5341r59,71l1154,5485r-1,4l1137,5497r-43,26l1064,5540r-31,22l997,5586r-36,27l924,5642r-35,31l872,5690r-17,17l839,5724r-14,19l811,5761r-13,18l787,5798r-11,20l768,5837r-7,20l757,5876r-4,19l692,5823r-58,-73l577,5677r-55,-74l469,5530r-49,-74l396,5419r-23,-38l350,5344r-22,-37l308,5269r-21,-36l268,5195r-20,-37l230,5120r-17,-38l196,5045r-16,-38l165,4969r-14,-37l137,4893r-12,-38l113,4818r-11,-39l91,4741r-8,-39l83,4702r-2,-1l81,4701,63,4616,47,4531,34,4446,23,4360,13,4274,7,4189,2,4103,,4017r,-85l2,3846r5,-85l13,3676r9,-85l33,3506r12,-84l61,3338r16,-83l96,3172r21,-82l140,3008r24,-81l190,2847r29,-80l248,2688r33,-78l314,2533r36,-76l387,2381r39,-74l467,2234r41,-73l552,2090r38,-59l628,1974r39,-57l707,1861r40,-55l788,1751r42,-55l872,1643r44,-52l960,1539r44,-51l1050,1438r45,-50l1142,1340r46,-48l1237,1245r48,-46l1334,1154r50,-44l1434,1066r51,-41l1536,983r53,-40l1641,904r52,-39l1748,827r54,-36l1856,756r56,-34l1967,688r57,-32l2081,625r44,-23l2170,580r45,-22l2260,537r46,-20l2353,498r46,-18l2446,462r48,-16l2541,431r48,-15l2637,403r49,-14l2736,377r48,-11l2834,356r50,-9l2934,339r51,-7l3036,326r51,-6l3138,316r53,-3l3243,312r52,-2l3348,310r52,2l3454,314r53,2l3561,321r53,5l3668,333r75,11l3817,356r76,16l3968,389r77,20l4120,431r78,24l4275,481r76,30l4429,542r78,33l4586,611r78,39l4743,690r79,44l4901,780r79,49l5059,880r81,53l5219,990r80,58l5379,1110r81,66l5540,1242r80,71l5700,1386r81,75l5861,1540r80,81l6022,1705r80,87l6182,1882r28,-45l6238,1791r29,-45l6298,1700r31,-45l6361,1610r32,-45l6425,1520r35,-43l6495,1432r35,-44l6565,1343r38,-44l6640,1256r38,-43l6717,1170r39,-43l6798,1085r40,-42l6879,1001r43,-41l6964,920r44,-42l7053,838r45,-40l7143,758r46,-39l7236,681r47,-38l7332,605r48,-37l7429,531r75,-54l7581,426r78,-49l7738,330r80,-44l7900,245r83,-38l8067,171r85,-32l8237,110r87,-27l8412,60r89,-19l8591,25r90,-12l8772,5,8863,r93,l9049,2r94,7l9237,20r95,16l9427,57r94,24l9618,110r96,34l9810,182r96,43l10003,274r96,52l10195,386r98,63l10369,502r76,55l10518,611r70,56l10659,723r67,56l10793,836r63,57l10935,966r75,74l11083,1114r71,75l11222,1265r66,77l11350,1418r59,78l11467,1574r54,77l11574,1730r50,80l11671,1889r44,80l11757,2051r41,80l11835,2212r36,81l11903,2375r32,81l11963,2537r27,83l12014,2701r22,83l12055,2865r19,83l12088,3030r15,81l12114,3194r10,81l12131,3357r6,82l12141,3520r2,82l12143,3683r-2,81l12137,3846r-5,80l12125,4006r-9,80l12105,4166r-12,79l12079,4324r-15,78l12046,4479r-19,78l12007,4633r-22,76l11962,4784r-25,75l11911,4933r-27,73l11855,5079r-31,71l11793,5221r-33,70l11726,5360r-36,68l11654,5496r-38,67l11577,5628r-39,65l11497,5756r-43,62l11413,5877r-42,60l11326,5996r-48,58l11231,6114r-50,59l11128,6233r-52,58l11075,6292r,l11070,6298r-1,2l11070,6300r-111,117l10846,6533r-114,113l10616,6756r-118,108l10379,6970r-120,101l10136,7172r-123,99l9888,7366r-126,94l9636,7551r-128,90l9379,7728r-129,86l9121,7898r-130,83l8860,8062r-130,79l8598,8218r-131,76l8335,8369r-130,74l8074,8514r-130,72l7813,8655r-130,69l7554,8794r-255,133l7046,9058r-242,125l6568,9307r-115,61l6340,9428r-110,61l6121,9549r-104,59l5915,9667r-100,59l5719,9785r-93,58l5537,9902r-86,58l5370,10018r-77,60l5220,10136r-69,58l5087,10254r-59,58l4974,10371r-48,60l4882,10490r-38,61l4811,10612r-27,60l4765,10734r-15,62l4743,10859r-1,63l4748,10987r8,58l4769,11102r12,55l4795,11210r15,51l4827,11311r19,47l4866,11404r22,45l4910,11492r24,41l4960,11572r25,38l5013,11646r28,35l5071,11714r31,31l5134,11774r32,29l5200,11830r34,26l5270,11879r35,23l5343,11922r37,20l5418,11959r39,17l5496,11992r40,13l5576,12017r42,11l5659,12038r30,6l5721,12050r31,5l5783,12058r32,4l5846,12066r32,1l5910,12069r31,l5973,12069r33,l6037,12068r32,-2l6102,12063r31,-2l6165,12057r32,-5l6228,12047r32,-4l6292,12035r63,-13l6417,12005r61,-18l6539,11966r59,-23l6657,11918r57,-36l6765,11845r45,-40l6851,11765r36,-43l6917,11678r25,-44l6964,11589r17,-48l6994,11494r9,-49l7008,11397r1,-50l7007,11297r-6,-49l6992,11198r-11,-50l6967,11097r-17,-48l6930,10999r-20,-49l6885,10902r-25,-48l6833,10808r-28,-46l6775,10718r-32,-43l6711,10633r-33,-40l6646,10555r-34,-38l6578,10482r-28,-26l6519,10432r-33,-23l6452,10388r-36,-19l6377,10351r-39,-16l6297,10320r-42,-12l6213,10297r-43,-8l6126,10283r-44,-5l6040,10277r-44,l5955,10279r-43,5l5872,10291r-39,11l5795,10314r-36,16l5725,10347r-33,22l5663,10392r-28,27l5610,10448r-20,33l5571,10517r-14,39l5545,10598r-8,45l5535,10692r1,76l5543,10841r11,70l5571,10977r21,62l5618,11097r28,55l5677,11201r36,45l5749,11286r39,36l5829,11352r43,25l5915,11398r43,15l6002,11421r44,3l6088,11420r43,-10l6171,11394r40,-23l6248,11342r34,-36l6315,11262r28,-51l6368,11153r21,-66l6406,11013r11,-81l6424,10841r1,-98l6422,10636r16,79l6450,10792r8,76l6461,10942r,71l6456,11083r-9,68l6435,11216r-16,62l6400,11339r-22,58l6352,11451r-28,53l6293,11552r-33,46l6224,11641r-38,39l6144,11715r-42,33l6058,11776r-46,24l5964,11820r-48,17l5866,11850r-51,7l5762,11860r-52,-1l5657,11853r-54,-10l5550,11828r-55,-21l5441,11782r-17,-10l5407,11762r-16,-11l5376,11740r-16,-12l5344,11715r-15,-14l5315,11687r-15,-16l5287,11655r-14,-17l5260,11621r-12,-18l5236,11584r-11,-21l5214,11543r-11,-22l5193,11499r-10,-24l5175,11450r-7,-24l5160,11399r-7,-26l5147,11345r-5,-28l5137,11288r-3,-31l5131,11226r-2,-33l5127,11160r-1,-34l5126,11091r4,-52l5137,10987r11,-54l5164,10881r19,-53l5205,10775r27,-52l5261,10672r32,-52l5328,10570r38,-49l5406,10472r43,-46l5494,10380r47,-45l5588,10291r52,-41l5691,10211r52,-37l5798,10137r54,-33l5907,10073r56,-29l6020,10018r56,-24l6133,9974r58,-18l6247,9942r56,-11l6357,9922r55,-3l6464,9917r61,4l6585,9928r57,11l6699,9954r56,18l6809,9994r52,25l6911,10047r48,32l7007,10113r45,37l7095,10189r40,42l7174,10275r35,45l7242,10369r31,50l7301,10470r25,52l7348,10576r19,55l7383,10687r13,57l7406,10802r6,58l7414,10919r-1,59l7408,11036r-8,60l7388,11154r-17,58l7350,11269r-17,44l7313,11356r-20,41l7271,11438r-22,41l7225,11519r-26,39l7174,11597r-28,39l7118,11674r-30,36l7058,11746r-32,36l6994,11817r-33,34l6927,11885r-36,33l6855,11950r-37,32l6781,12012r-39,31l6703,12072r-40,28l6623,12127r-43,27l6539,12181r-43,25l6452,12231r-44,23l6365,12277r-45,22l6273,12320r-59,26l6153,12370r-30,11l6091,12391r-32,11l6028,12410r-32,9l5964,12427r-31,8l5900,12442r-32,6l5835,12454r-31,5l5771,12464r-33,3l5705,12471r-31,2l5641,12476r-33,1l5575,12477r-33,l5511,12476r-33,-1l5446,12472r-33,-2l5382,12466r-32,-4l5318,12458r-31,-6l5255,12445r-41,-9l5172,12425r-40,-14l5092,12398r-40,-16l5013,12367r-38,-19l4938,12329r-38,-21l4863,12285r-35,-24l4794,12235r-34,-26l4727,12181r-31,-30l4664,12119r-29,-33l4606,12051r-28,-36l4552,11977r-26,-40l4502,11896r-23,-43l4458,11808r-20,-46l4419,11714r-17,-50l4387,11613r-15,-54l4360,11504r-11,-57l4339,11388r-5,-37l4331,11313r-2,-37l4328,11239r1,-36l4331,11166r3,-36l4339,11093r6,-36l4353,11022r8,-35l4371,10951r11,-35l4394,10881r13,-34l4422,10812r14,-34l4454,10744r18,-34l4491,10676r21,-34l4533,10609r23,-34l4579,10542r24,-34l4629,10476r26,-33l4683,10410r30,-31l4742,10346r30,-33l4804,10282r1,-84l4800,10115r-12,-83l4770,9949r-23,-84l4716,9783r-35,-84l4641,9615r-46,-83l4545,9448r-56,-84l4429,9280r-63,-83l4298,9112r-73,-85l4149,8943r-79,-85l3988,8773r-87,-85l3812,8603r-91,-86l3628,8432r-98,-86l3432,8260r-100,-87l3230,8087r-104,-86l3022,7914,2809,7739,2592,7564r-73,-59l2446,7445r-73,-59l2300,7326r-73,-60l2154,7206r-73,-60l2008,7086r-71,-61l1865,6965r-71,-61l1724,6843r-71,-60l1584,6722r-68,-62l1448,6599r1,-6l1456,6581r21,-33l1491,6527r19,-27l1530,6471r25,-32l1580,6406r29,-34l1640,6338r34,-34l1709,6272r38,-33l1766,6224r21,-14l1806,6195r22,-13l1836,6178r68,62l1973,6302r71,63l2115,6427r72,61l2259,6550r73,62l2405,6672r73,62l2552,6795r74,62l2701,6917r74,61l2849,7039r74,59l2999,7159r220,179l3435,7516r107,88l3648,7693r104,88l3855,7869r100,88l4052,8045r96,87l4241,8220r90,87l4417,8393r84,88l4581,8567r76,86l4730,8739r68,86l4861,8911r60,87l4975,9082r50,87l5069,9254r39,86l5141,9425r27,85l5189,9596r15,85l5213,9766r1,85l5209,9936r53,-40l5318,9857r56,-40l5432,9778r58,-40l5550,9699r62,-40l5674,9620r126,-79l5932,9462r136,-79l6206,9305r143,-79l6494,9146r149,-79l6794,8985r153,-80l7104,8823r158,-82l7422,8658r236,-123l7896,8411r241,-127l8378,8155r120,-64l8619,8024r119,-65l8856,7892r118,-68l9092,7756r116,-69l9322,7619r113,-71l9547,7478r109,-70l9765,7336r106,-72l9974,7192r102,-73l10175,7045r97,-74l10366,6896r90,-76l10543,6745r84,-76l10709,6591r78,-78l10860,6434r2,-1l10888,6404r25,-30l10940,6342r27,-34l10993,6273r28,-38l11049,6196r28,-40l11117,6096r41,-61l11195,5973r38,-63l11268,5847r36,-66l11338,5716r33,-67l11402,5581r29,-69l11461,5443r28,-71l11515,5302r25,-73l11564,5158r22,-74l11607,5010r19,-74l11644,4860r16,-76l11675,4707r13,-76l11700,4553r10,-77l11718,4397r8,-78l11731,4239r3,-79l11735,4080r,-80l11733,3920r-4,-82l11723,3757r-7,-81l11706,3594r-11,-82l11681,3431r-15,-83l11648,3267r-20,-83l11607,3103r-25,-81l11555,2939r-28,-81l11497,2776r-33,-81l11429,2614r-38,-80l11351,2452r-43,-80l11263,2293r-47,-80l11167,2134r-52,-78l11060,1978r-57,-79l10944,1823r-63,-77l10816,1670r-67,-77l10678,1519r-73,-75l10530,1371r-79,-73l10386,1241r-65,-57l10253,1128r-70,-55l10113,1017r-73,-55l9964,907r-76,-53l9792,791r-95,-58l9602,681r-95,-49l9412,588r-95,-39l9223,515r-93,-29l9036,461r-92,-21l8851,424r-91,-13l8669,403r-90,-4l8489,398r-89,3l8312,409r-87,9l8138,433r-85,17l7969,471r-84,24l7803,522r-82,30l7641,585r-79,36l7484,659r-77,41l7332,744r-74,47l7186,840r-72,50l7085,912r-28,23l7028,960r-28,24l6972,1011r-28,26l6916,1065r-27,28l6861,1123r-26,31l6809,1184r-27,33l6756,1250r-25,32l6705,1318r-24,34l6657,1388r-25,36l6609,1461r-24,38l6563,1537r-23,38l6518,1615r-22,40l6475,1695r-20,41l6434,1778r-19,41l6376,1904r-36,86l6320,2042r-20,52l6281,2147r-17,52l6248,2251r-16,52l6219,2355r-14,53l6193,2458r-11,53l6172,2563r-7,51l6158,2665r-6,51l6147,2767r-4,51l6141,2867r-3,50l6140,2967r1,49l6143,3064r4,49l6152,3160r6,47l6166,3255r9,46l6186,3346r12,45l6210,3435r15,44l6242,3522r17,42l6279,3609r22,44l6326,3696r25,43l6378,3780r29,40l6439,3859r31,38l6506,3934r36,35l6580,4003r40,34l6661,4069r44,30l6751,4128r48,28l6849,4183r51,24l6953,4232r56,21l7067,4274r59,18l7187,4309r63,16l7316,4338r68,13l7453,4361r72,9l7599,4376r77,5l7754,4385r80,1l7835,4386r2,-1l7871,4382r34,-4l7940,4374r34,-5l8008,4363r33,-8l8075,4347r34,-9l8142,4329r33,-10l8206,4307r32,-11l8270,4283r31,-14l8332,4255r29,-15l8390,4224r29,-17l8446,4190r28,-18l8500,4154r25,-19l8549,4114r25,-21l8597,4071r21,-21l8638,4026r20,-23l8677,3979r17,-25l8710,3928r15,-25l8744,3865r20,-38l8781,3789r17,-39l8813,3709r15,-41l8843,3626r12,-42l8867,3540r11,-44l8888,3451r8,-46l8905,3359r6,-47l8916,3263r3,-48l8919,3215r,-2l8919,3212r3,-48l8923,3116r-1,-46l8919,3025r-3,-45l8911,2938r-8,-43l8895,2854r-9,-40l8875,2775r-12,-37l8850,2700r-16,-35l8818,2630r-17,-33l8783,2564r-18,-31l8744,2502r-22,-29l8700,2444r-23,-27l8653,2391r-24,-26l8603,2341r-27,-23l8549,2296r-28,-21l8492,2256r-29,-20l8433,2218r-31,-16l8372,2187r-35,-17l8301,2155r-36,-14l8227,2128r-36,-11l8153,2108r-39,-9l8076,2092r-39,-6l8000,2081r-39,-2l7922,2076r-39,l7844,2076r-39,3l7767,2081r-35,5l7698,2090r-33,6l7633,2102r-31,6l7571,2115r-29,9l7514,2132r-28,10l7461,2151r-25,11l7413,2173r-22,12l7371,2199r-20,13l7333,2225r-45,66l7249,2354r-33,63l7189,2478r-20,61l7154,2597r-8,56l7142,2708r2,53l7150,2812r13,48l7178,2906r21,43l7225,2990r28,36l7286,3062r36,30l7361,3120r44,24l7450,3164r48,17l7549,3192r54,8l7659,3204r58,-2l7777,3196r61,-11l7900,3170r64,-21l8029,3122r65,-31l8160,3053xe" fillcolor="#f06" stroked="f">
                  <v:fill opacity="26214f" color2="fill lighten(51)" focusposition=".5,.5" focussize="" method="linear sigma" focus="100%" type="gradientRadial"/>
                  <v:path arrowok="t"/>
                </v:shape>
                <v:shape id="_x0000_s1337" style="position:absolute;width:4278;height:4409" coordsize="12835,13227" path="m4221,3237r64,69l4347,3369r60,60l4467,3482r57,50l4581,3577r55,40l4691,3653r52,32l4794,3712r49,25l4892,3757r45,17l4982,3789r42,10l5066,3806r38,5l5141,3812r35,-1l5210,3807r32,-6l5271,3793r28,-11l5323,3770r24,-15l5368,3738r19,-17l5402,3702r15,-21l5429,3659r9,-23l5445,3613r16,-55l5474,3504r11,-54l5494,3397r6,-53l5503,3290r2,-52l5503,3186r-3,-51l5495,3084r-9,-51l5477,2983r-11,-50l5451,2885r-16,-49l5418,2788r-19,-48l5377,2693r-23,-46l5329,2601r-26,-45l5275,2511r-31,-44l5214,2425r-33,-43l5147,2340r-35,-41l5074,2259r-38,-40l4997,2180r-40,-38l4916,2104r-17,-14l4883,2077r-13,-13l4856,2053r-39,-29l4778,1995r-40,-26l4698,1944r-39,-23l4619,1899r-41,-20l4538,1860r-41,-15l4456,1829r-40,-13l4376,1805r-40,-10l4295,1786r-40,-6l4215,1774r-40,-2l4134,1769r-42,-1l4051,1769r-41,3l3968,1776r-41,4l3886,1786r-41,8l3804,1803r-40,11l3724,1827r-39,13l3646,1854r-39,16l3569,1888r-34,17l3504,1922r-32,20l3440,1962r-30,21l3379,2006r-29,23l3322,2053r-28,26l3268,2107r-26,28l3218,2164r-25,30l3171,2225r-21,32l3129,2291r-20,36l3091,2362r-17,37l3058,2437r-14,40l3032,2517r-13,41l3010,2601r-9,45l2994,2691r-6,46l2983,2784r-3,47l2980,2881r,51l2984,2984r,2l2984,2986r,l2984,2986r4,52l2994,3089r6,51l3008,3189r10,50l3029,3289r12,48l3055,3385r14,47l3084,3479r17,45l3119,3570r20,44l3158,3659r21,43l3202,3744r41,75l3287,3892r45,72l3378,4033r49,67l3476,4165r51,63l3578,4289r53,59l3685,4405r55,55l3795,4512r58,51l3910,4612r58,45l4027,4702r58,41l4145,4782r60,37l4265,4853r61,33l4387,4915r61,28l4508,4969r61,23l4630,5011r61,18l4752,5045r59,13l4871,5068r59,9l4989,5081r1,l4991,5081r85,-1l5160,5077r82,-5l5320,5064r76,-8l5471,5045r73,-13l5613,5017r68,-17l5746,4982r63,-19l5871,4941r58,-23l5986,4892r55,-27l6095,4838r50,-30l6193,4777r48,-33l6284,4710r43,-35l6368,4638r38,-37l6444,4561r34,-40l6511,4480r31,-44l6572,4392r26,-45l6624,4301r24,-47l6670,4206r18,-44l6705,4115r15,-46l6735,4023r12,-48l6758,3927r9,-49l6776,3829r7,-51l6788,3728r5,-51l6795,3625r2,-52l6798,3521r-1,-54l6794,3414r-5,-53l6784,3307r-6,-54l6771,3199r-8,-54l6753,3089r-12,-55l6728,2978r-13,-54l6700,2868r-15,-55l6668,2757r-19,-55l6630,2647r-21,-56l6587,2535r19,12l6620,2556r5,2l6630,2560r2,l6635,2558r89,-103l6812,2354r88,-97l6989,2164r89,-90l7166,1987r89,-84l7344,1823r88,-78l7520,1672r89,-71l7697,1534r89,-66l7873,1408r88,-60l8048,1294r88,-52l8224,1192r86,-48l8397,1101r87,-42l8569,1022r86,-35l8741,954r85,-30l8911,896r84,-25l9079,850r84,-20l9245,813r83,-14l9411,786r56,-7l9524,774r56,-5l9636,766r55,-3l9747,762r54,l9856,763r54,2l9964,768r54,4l10071,778r54,6l10177,791r53,9l10282,809r51,10l10385,830r51,13l10486,856r50,14l10586,886r50,16l10685,919r48,18l10782,955r47,20l10878,995r46,22l10970,1039r47,23l11063,1086r63,35l11187,1158r60,39l11305,1237r57,42l11417,1323r53,45l11523,1415r50,49l11621,1513r46,51l11712,1618r44,53l11798,1727r39,56l11874,1840r29,46l11931,1933r27,46l11985,2027r27,48l12036,2124r26,48l12085,2222r23,50l12131,2322r21,51l12174,2424r19,51l12212,2526r20,52l12249,2630r18,52l12283,2736r16,53l12313,2842r15,54l12341,2949r13,55l12366,3058r9,55l12386,3168r9,54l12403,3278r8,55l12418,3388r5,56l12429,3500r34,11l12506,3527r49,19l12608,3569r28,12l12665,3596r28,15l12722,3626r29,17l12779,3662r28,19l12835,3700r-7,-49l12819,3601r-8,-49l12801,3503r-11,-49l12781,3404r-13,-48l12756,3307r-12,-48l12731,3211r-15,-48l12701,3115r-14,-47l12671,3021r-17,-48l12637,2926r-17,-46l12602,2834r-20,-46l12563,2742r-20,-47l12523,2651r-21,-45l12480,2561r-22,-44l12435,2473r-23,-43l12388,2386r-25,-42l12338,2301r-26,-42l12287,2216r-40,-62l12206,2094r-41,-61l12124,1973r-44,-58l12036,1857r-44,-57l11947,1743r-46,-56l11855,1632r-48,-54l11760,1526r-49,-54l11661,1421r-50,-51l11562,1320r-51,-48l11458,1225r-52,-48l11352,1132r-54,-45l11244,1044r-56,-44l11133,959r-57,-41l11020,879r-58,-39l10905,802r-60,-36l10787,731r-60,-34l10666,664r-46,-24l10573,615r-49,-23l10476,570r-48,-20l10378,529r-49,-19l10279,492r-49,-17l10178,458r-51,-16l10076,427r-51,-13l9973,400r-52,-10l9867,379r-52,-10l9761,360r-53,-7l9653,346r-54,-5l9545,336r-55,-2l9435,331r-56,-1l9323,330r-56,1l9211,334r-57,2l9098,341r-57,6l8984,354r-79,11l8826,379r-81,17l8665,414r-80,20l8505,458r-82,25l8342,511r-83,31l8176,575r-81,35l8011,649r-83,40l7844,733r-83,46l7677,828r-84,51l7508,933r-84,57l7339,1050r-84,63l7170,1178r-85,68l7000,1318r-85,74l6829,1470r-85,80l6659,1632r-85,86l6489,1808r-85,93l6319,1996r-30,-48l6259,1899r-31,-47l6196,1803r-33,-47l6130,1708r-34,-48l6061,1613r-37,-47l5988,1518r-38,-46l5912,1425r-39,-46l5833,1333r-40,-47l5752,1242r-43,-45l5666,1152r-42,-45l5579,1063r-44,-45l5489,976r-46,-44l5396,890r-47,-43l5300,805r-48,-42l5202,723r-50,-41l5101,642r-51,-39l4997,564r-80,-57l4837,453r-83,-53l4670,351r-85,-46l4499,261r-89,-41l4321,182r-90,-34l4140,117,4049,90,3955,66,3861,45,3766,28,3670,15,3573,6,3476,1,3378,r-98,4l3180,11,3080,23,2980,40,2879,61,2778,86r-100,32l2575,153r-102,41l2371,240r-102,51l2167,347r-103,62l1961,477r-80,57l1800,591r-77,58l1647,708r-73,59l1502,826r-70,61l1364,948r-83,78l1199,1103r-76,79l1047,1262r-71,80l908,1422r-67,83l777,1586r-60,83l658,1752r-55,84l551,1920r-50,84l454,2089r-45,86l366,2260r-40,86l288,2432r-35,86l221,2604r-30,87l163,2778r-26,86l114,2952r-22,87l74,3125r-17,87l43,3300r-13,86l21,3473r-9,87l6,3646r-4,87l,3819r,86l2,3992r4,86l11,4163r8,85l28,4333r12,85l52,4501r16,83l84,4668r18,81l123,4831r21,82l167,4993r24,80l218,5152r28,78l275,5307r30,78l337,5460r34,75l406,5609r36,74l479,5756r39,71l558,5897r41,70l641,6035r44,67l730,6169r44,62l820,6294r47,63l916,6420r51,62l1021,6545r53,63l1131,6670r,1l1133,6671r4,6l1137,6679r,l1255,6804r120,122l1495,7046r123,117l1743,7277r127,112l1997,7498r131,105l2258,7708r132,102l2523,7908r135,97l2793,8101r136,92l3066,8284r137,90l3342,8461r138,85l3619,8630r139,83l3896,8793r140,80l4175,8951r139,76l4452,9102r138,74l4727,9250r138,72l5136,9464r268,138l5660,9736r250,131l6031,9931r120,64l6269,10060r114,63l6495,10186r108,63l6708,10311r102,62l6909,10436r94,62l7093,10560r87,62l7261,10684r78,61l7412,10807r67,63l7542,10932r57,63l7652,11059r46,63l7738,11186r34,64l7800,11315r21,65l7837,11446r7,66l7845,11579r-6,68l7829,11709r-12,61l7805,11828r-16,56l7773,11938r-18,53l7735,12042r-21,48l7691,12138r-23,44l7642,12226r-27,43l7587,12309r-29,37l7528,12383r-32,35l7464,12452r-34,31l7395,12513r-35,29l7323,12568r-37,26l7248,12617r-39,22l7169,12659r-40,20l7087,12696r-41,16l7003,12726r-42,13l6917,12752r-44,9l6840,12769r-32,6l6775,12780r-33,4l6708,12788r-33,2l6641,12793r-33,1l6574,12795r-34,l6506,12795r-34,-1l6438,12792r-33,-3l6371,12786r-34,-4l6303,12777r-33,-5l6236,12766r-34,-6l6169,12753r-33,-9l6103,12736r-33,-9l6037,12718r-32,-10l5973,12697r-32,-12l5910,12674r-32,-13l5846,12648r-30,-14l5755,12596r-53,-40l5653,12515r-43,-44l5573,12428r-33,-47l5512,12333r-22,-49l5472,12236r-14,-51l5449,12134r-5,-52l5443,12029r2,-52l5450,11924r10,-53l5472,11818r14,-53l5505,11713r20,-52l5548,11608r25,-51l5600,11508r29,-50l5659,11411r32,-48l5724,11317r34,-45l5793,11230r35,-42l5864,11150r36,-38l5929,11085r33,-25l5996,11036r37,-24l6072,10992r40,-18l6154,10955r43,-14l6242,10928r45,-11l6332,10908r46,-7l6424,10896r47,-1l6516,10895r45,2l6604,10903r43,8l6690,10921r40,14l6767,10951r37,19l6838,10992r32,25l6899,11045r25,32l6947,11111r20,39l6983,11191r11,45l7002,11283r3,52l7003,11417r-7,77l6984,11567r-18,70l6944,11703r-27,62l6887,11822r-33,52l6817,11923r-40,42l6736,12003r-43,33l6648,12062r-46,21l6556,12099r-47,8l6463,12111r-45,-4l6373,12096r-44,-17l6288,12056r-39,-31l6213,11986r-34,-46l6148,11886r-25,-62l6100,11754r-17,-79l6069,11589r-7,-96l6061,11389r4,-113l6047,11360r-12,81l6027,11521r-4,79l6024,11675r5,74l6037,11821r14,69l6068,11957r19,64l6112,12082r26,58l6168,12195r33,52l6237,12295r38,45l6315,12381r44,39l6404,12454r46,29l6499,12510r51,22l6601,12549r53,13l6708,12571r56,3l6818,12573r58,-6l6933,12555r57,-16l7047,12517r57,-28l7123,12480r17,-10l7157,12458r17,-12l7191,12434r16,-15l7222,12405r16,-15l7253,12373r14,-17l7282,12339r13,-19l7309,12300r13,-20l7334,12259r11,-22l7356,12214r11,-24l7377,12165r10,-25l7395,12113r7,-28l7410,12057r6,-30l7422,11997r5,-31l7430,11934r4,-33l7436,11867r2,-35l7439,11795r-1,-36l7434,11703r-7,-56l7415,11591r-16,-55l7378,11480r-24,-56l7326,11368r-31,-55l7261,11260r-37,-53l7183,11154r-42,-52l7096,11053r-48,-49l6999,10957r-52,-46l6895,10867r-55,-43l6784,10786r-57,-39l6669,10711r-59,-32l6551,10648r-61,-28l6430,10596r-59,-22l6310,10555r-60,-15l6192,10528r-58,-8l6075,10515r-56,-1l5955,10517r-62,8l5831,10537r-60,16l5711,10572r-57,23l5600,10622r-54,30l5494,10685r-49,36l5396,10760r-45,43l5309,10846r-40,46l5230,10942r-36,50l5163,11045r-31,54l5106,11154r-23,59l5062,11271r-17,59l5031,11391r-9,61l5016,11514r-4,62l5013,11637r6,64l5028,11763r13,61l5058,11886r23,62l5100,11993r20,45l5141,12083r23,44l5188,12169r26,43l5241,12254r28,41l5297,12335r30,40l5359,12414r31,39l5424,12491r34,36l5494,12563r36,37l5568,12634r38,35l5645,12702r40,33l5726,12766r41,32l5810,12828r43,29l5896,12885r45,28l5986,12940r47,26l6079,12991r47,24l6174,13039r47,22l6253,13076r31,13l6317,13101r33,12l6382,13125r34,11l6449,13147r33,10l6516,13165r34,10l6584,13182r34,8l6652,13197r34,6l6720,13208r35,5l6789,13218r34,2l6859,13224r34,1l6928,13227r34,l6996,13227r34,-1l7065,13225r34,-3l7134,13220r34,-4l7200,13212r35,-5l7267,13201r33,-8l7345,13184r44,-12l7432,13158r42,-14l7517,13128r41,-18l7598,13090r40,-20l7677,13048r39,-23l7754,12999r36,-27l7826,12943r35,-30l7895,12881r33,-34l7960,12812r30,-36l8019,12737r28,-40l8074,12656r25,-44l8124,12566r23,-47l8168,12470r19,-51l8205,12366r17,-55l8238,12254r14,-58l8262,12135r10,-62l8278,12033r3,-40l8283,11954r1,-39l8283,11877r-2,-39l8277,11799r-5,-39l8266,11722r-7,-37l8250,11647r-11,-37l8228,11573r-13,-37l8200,11499r-14,-36l8169,11426r-18,-36l8132,11354r-20,-36l8090,11282r-23,-35l8043,11212r-25,-36l7992,11141r-26,-35l7936,11072r-29,-35l7877,11003r-32,-35l7812,10934r-32,-34l7778,10811r6,-87l7797,10635r19,-87l7842,10459r30,-89l7910,10282r42,-89l8001,10105r53,-89l8113,9927r63,-88l8244,9749r73,-89l8394,9571r80,-90l8558,9391r88,-90l8737,9210r94,-90l8928,9029r100,-89l9130,8849r104,-91l9340,8665r109,-91l9558,8482r112,-92l9895,8205r229,-185l10337,7846r212,-173l10655,7585r105,-87l10865,7410r103,-88l11070,7233r102,-88l11272,7056r99,-89l11467,6878r95,-90l11654,6698r90,-91l11833,6517r85,-91l12001,6334r79,-91l12158,6151r73,-93l12301,5966r66,-93l12430,5779r59,-93l12543,5591r51,-94l12641,5402r41,-95l12719,5211r31,-96l12737,5098r-17,-19l12700,5058r-20,-23l12656,5012r-25,-23l12603,4965r-29,-23l12542,4920r-33,-22l12491,4889r-17,-10l12456,4869r-19,-8l12418,4852r-19,-7l12379,4839r-19,-6l12339,4828r-21,-5l12298,4821r-21,-3l12273,4817r-36,92l12197,5000r-47,91l12102,5181r-53,90l11992,5361r-61,89l11868,5539r-67,89l11731,5716r-73,89l11582,5892r-79,88l11422,6067r-83,86l11253,6240r-88,87l11075,6413r-92,85l10890,6584r-95,85l10699,6754r-97,85l10503,6923r-199,168l10101,7259r-204,166l9694,7590r-233,189l9230,7969r-114,93l9005,8156r-110,94l8787,8342r-107,94l8576,8529r-101,93l8377,8714r-95,92l8189,8898r-88,93l8016,9082r-81,92l7859,9265r-73,91l7719,9447r-64,91l7598,9629r-52,91l7499,9811r-42,90l7423,9992r-29,91l7371,10173r-16,89l7346,10353r-2,90l7350,10533r-57,-41l7235,10449r-60,-42l7114,10366r-62,-43l6989,10282r-65,-41l6859,10198r-135,-82l6584,10032r-144,-84l6293,9864r-151,-83l5988,9697r-157,-85l5670,9527r-163,-86l5342,9355r-168,-88l5005,9179,4754,9050,4501,8918,4246,8783,3991,8647r-127,-69l3736,8508r-127,-71l3484,8367r-125,-72l3235,8222r-123,-72l2990,8077r-119,-74l2752,7929r-116,-76l2521,7778r-112,-76l2299,7625r-108,-77l2086,7469r-102,-78l1884,7311r-96,-80l1696,7151r-90,-82l1521,6988r-83,-82l1360,6822r-1,-1l1331,6790r-27,-33l1275,6724r-28,-37l1218,6649r-29,-38l1159,6569r-30,-42l1086,6464r-41,-66l1005,6333r-40,-67l927,6198r-38,-68l854,6060r-35,-71l786,5918r-32,-73l723,5771r-30,-74l665,5620r-25,-75l614,5467r-23,-77l568,5312r-19,-79l529,5153r-17,-80l496,4992r-14,-82l470,4828r-11,-83l450,4663r-7,-84l437,4495r-3,-85l432,4325r,-85l434,4155r4,-84l444,3983r9,-86l462,3811r14,-86l489,3637r17,-86l524,3464r22,-88l569,3290r26,-86l623,3117r30,-87l685,2944r35,-86l758,2772r40,-85l839,2601r45,-85l932,2432r50,-85l1034,2263r56,-83l1147,2097r61,-82l1271,1933r67,-81l1406,1771r72,-80l1552,1612r78,-79l1710,1454r84,-78l1861,1317r71,-61l2004,1197r73,-60l2152,1079r78,-58l2309,964r81,-57l2493,840r101,-62l2695,722r101,-51l2895,625r100,-41l3095,547r100,-30l3293,490r99,-22l3489,450r97,-13l3682,428r96,-4l3873,424r94,2l4061,433r92,11l4244,460r92,18l4424,500r89,26l4601,553r86,33l4772,620r84,39l4939,699r81,44l5100,790r79,49l5255,891r76,53l5361,967r31,25l5422,1018r30,26l5482,1072r30,29l5541,1130r29,30l5598,1192r28,31l5654,1256r28,34l5710,1325r27,35l5764,1397r27,38l5816,1472r26,39l5866,1550r26,40l5916,1630r23,41l5963,1712r22,43l6008,1797r22,44l6052,1885r21,43l6093,1973r20,46l6132,2064r20,47l6174,2165r20,56l6214,2276r18,55l6249,2387r16,55l6281,2498r13,54l6306,2608r13,55l6328,2717r10,55l6345,2827r6,53l6356,2935r5,53l6364,3040r1,54l6365,3146r-1,52l6360,3249r-4,52l6351,3351r-7,50l6336,3450r-10,49l6315,3547r-12,48l6288,3642r-15,46l6256,3734r-18,45l6216,3827r-24,46l6166,3919r-26,45l6110,4007r-30,43l6047,4091r-34,41l5975,4171r-37,38l5898,4245r-43,35l5810,4314r-46,32l5715,4378r-50,29l5613,4435r-55,26l5501,4487r-58,23l5382,4532r-63,19l5253,4569r-67,17l5117,4601r-72,12l4971,4624r-77,10l4816,4641r-80,5l4652,4648r-85,1l4566,4649r,l4529,4647r-36,-5l4456,4637r-36,-5l4383,4625r-35,-7l4312,4609r-35,-9l4242,4590r-35,-11l4173,4567r-34,-12l4106,4541r-33,-14l4040,4511r-32,-16l3978,4478r-30,-17l3918,4443r-29,-19l3861,4404r-27,-20l3809,4362r-26,-22l3759,4317r-22,-23l3715,4270r-20,-26l3674,4219r-18,-26l3639,4165r-16,-28l3602,4098r-19,-40l3564,4017r-18,-41l3529,3933r-16,-43l3499,3845r-14,-45l3472,3754r-11,-46l3450,3659r-9,-48l3433,3562r-6,-51l3421,3460r-4,-52l3417,3408r,l3417,3407r-2,-51l3413,3305r2,-49l3417,3208r4,-48l3427,3114r7,-44l3443,3027r9,-43l3465,2943r12,-40l3491,2864r16,-39l3524,2789r17,-35l3561,2719r20,-33l3603,2653r22,-32l3650,2592r24,-29l3699,2535r26,-26l3753,2483r28,-24l3810,2436r29,-23l3870,2392r31,-21l3933,2353r32,-18l3997,2318r38,-17l4073,2285r39,-14l4151,2257r39,-12l4230,2236r40,-10l4311,2219r40,-7l4393,2208r41,-4l4474,2202r42,l4557,2202r41,2l4639,2208r37,3l4712,2216r35,6l4781,2228r33,8l4847,2244r30,8l4907,2261r28,10l4963,2282r26,12l5014,2306r24,12l5059,2331r21,15l5098,2361r49,69l5188,2496r34,67l5250,2628r22,64l5288,2754r10,59l5302,2871r-3,57l5292,2982r-12,51l5263,3081r-22,47l5214,3170r-30,40l5149,3246r-38,33l5069,3308r-46,26l4974,3354r-51,19l4868,3385r-56,8l4753,3397r-61,-1l4629,3390r-66,-12l4497,3362r-68,-23l4361,3311r-69,-34l4221,3237xe" fillcolor="#f06" stroked="f">
                  <v:fill opacity="26214f" color2="fill lighten(51)" focusposition=".5,.5" focussize="" method="linear sigma" focus="100%" type="gradientRadial"/>
                  <v:path arrowok="t"/>
                </v:shape>
              </v:group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38" type="#_x0000_t202" style="position:absolute;left:484;top:401;width:4989;height:7735;mso-position-horizontal-relative:page;mso-position-vertical-relative:page" filled="f" stroked="f">
              <v:textbox style="mso-next-textbox:#_x0000_s1338">
                <w:txbxContent>
                  <w:sdt>
                    <w:sdtPr>
                      <w:rPr>
                        <w:sz w:val="24"/>
                        <w:szCs w:val="24"/>
                      </w:rPr>
                      <w:id w:val="9424514"/>
                      <w:placeholder>
                        <w:docPart w:val="8BA3B752A8194B8CBDDD86924B2A7C7D"/>
                      </w:placeholder>
                    </w:sdtPr>
                    <w:sdtContent>
                      <w:p w:rsidR="003171AB" w:rsidRPr="00793FC3" w:rsidRDefault="003171AB" w:rsidP="003171AB">
                        <w:pPr>
                          <w:pStyle w:val="BodyText"/>
                          <w:rPr>
                            <w:sz w:val="24"/>
                            <w:szCs w:val="24"/>
                          </w:rPr>
                        </w:pPr>
                        <w:r w:rsidRPr="00793FC3">
                          <w:rPr>
                            <w:sz w:val="24"/>
                            <w:szCs w:val="24"/>
                          </w:rPr>
                          <w:t>Walimatul Urus</w:t>
                        </w:r>
                      </w:p>
                    </w:sdtContent>
                  </w:sdt>
                  <w:p w:rsidR="003171AB" w:rsidRPr="00793FC3" w:rsidRDefault="003171AB" w:rsidP="003171AB">
                    <w:pPr>
                      <w:pStyle w:val="BodyTextwithspaceafter"/>
                      <w:spacing w:before="0" w:after="0"/>
                      <w:rPr>
                        <w:sz w:val="18"/>
                        <w:szCs w:val="18"/>
                      </w:rPr>
                    </w:pPr>
                    <w:r w:rsidRPr="00793FC3">
                      <w:rPr>
                        <w:sz w:val="18"/>
                        <w:szCs w:val="18"/>
                      </w:rPr>
                      <w:t>Assalamualaikum WBT &amp; Salam Sejahtera</w:t>
                    </w:r>
                  </w:p>
                  <w:p w:rsidR="003171AB" w:rsidRPr="00793FC3" w:rsidRDefault="00ED2381" w:rsidP="003171AB">
                    <w:pPr>
                      <w:spacing w:before="0" w:after="0"/>
                      <w:rPr>
                        <w:b/>
                        <w:bCs/>
                        <w:sz w:val="18"/>
                        <w:szCs w:val="20"/>
                      </w:rPr>
                    </w:pPr>
                    <w:r>
                      <w:rPr>
                        <w:b/>
                        <w:bCs/>
                        <w:sz w:val="18"/>
                        <w:szCs w:val="20"/>
                      </w:rPr>
                      <w:t>NAMA BAPA &amp; NAMA IBU</w:t>
                    </w:r>
                    <w:r w:rsidR="003171AB" w:rsidRPr="00793FC3">
                      <w:rPr>
                        <w:b/>
                        <w:bCs/>
                        <w:sz w:val="18"/>
                        <w:szCs w:val="20"/>
                      </w:rPr>
                      <w:t xml:space="preserve"> </w:t>
                    </w:r>
                  </w:p>
                  <w:p w:rsidR="003171AB" w:rsidRDefault="003171AB" w:rsidP="003171AB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  <w:r w:rsidRPr="00793FC3">
                      <w:rPr>
                        <w:sz w:val="18"/>
                        <w:szCs w:val="20"/>
                      </w:rPr>
                      <w:t xml:space="preserve">dengan penuh rasa kesyukuran ke hadrat Ilahi </w:t>
                    </w:r>
                  </w:p>
                  <w:p w:rsidR="003171AB" w:rsidRPr="00793FC3" w:rsidRDefault="003171AB" w:rsidP="003171AB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  <w:r w:rsidRPr="00793FC3">
                      <w:rPr>
                        <w:sz w:val="18"/>
                        <w:szCs w:val="20"/>
                      </w:rPr>
                      <w:t xml:space="preserve">kami menjemput Dato’/Datin/Tuan/Puan/Encik/Cik </w:t>
                    </w:r>
                  </w:p>
                  <w:p w:rsidR="003171AB" w:rsidRPr="00793FC3" w:rsidRDefault="003171AB" w:rsidP="003171AB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</w:p>
                  <w:p w:rsidR="003171AB" w:rsidRPr="00793FC3" w:rsidRDefault="003171AB" w:rsidP="003171AB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  <w:r w:rsidRPr="00793FC3">
                      <w:rPr>
                        <w:sz w:val="18"/>
                        <w:szCs w:val="20"/>
                      </w:rPr>
                      <w:t xml:space="preserve"> _______________________________________ </w:t>
                    </w:r>
                  </w:p>
                  <w:p w:rsidR="003171AB" w:rsidRPr="00793FC3" w:rsidRDefault="003171AB" w:rsidP="003171AB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  <w:r w:rsidRPr="00793FC3">
                      <w:rPr>
                        <w:sz w:val="18"/>
                        <w:szCs w:val="20"/>
                      </w:rPr>
                      <w:t>serta keluarga hadir bagi menyerikan majlis perkahwinan puteri kami</w:t>
                    </w:r>
                  </w:p>
                  <w:p w:rsidR="003171AB" w:rsidRPr="00793FC3" w:rsidRDefault="003171AB" w:rsidP="003171AB">
                    <w:pPr>
                      <w:pStyle w:val="Heading1"/>
                      <w:spacing w:before="0" w:after="0"/>
                      <w:rPr>
                        <w:sz w:val="6"/>
                        <w:szCs w:val="6"/>
                      </w:rPr>
                    </w:pPr>
                  </w:p>
                  <w:sdt>
                    <w:sdtPr>
                      <w:rPr>
                        <w:rStyle w:val="NameChar"/>
                        <w:rFonts w:ascii="Monotype Corsiva" w:hAnsi="Monotype Corsiva"/>
                        <w:bCs/>
                        <w:sz w:val="32"/>
                        <w:szCs w:val="12"/>
                      </w:rPr>
                      <w:id w:val="9424515"/>
                      <w:placeholder>
                        <w:docPart w:val="BC89668AAEE6474482A81437CDC8E1E0"/>
                      </w:placeholder>
                    </w:sdtPr>
                    <w:sdtEndPr>
                      <w:rPr>
                        <w:rStyle w:val="DefaultParagraphFont"/>
                        <w:b/>
                      </w:rPr>
                    </w:sdtEndPr>
                    <w:sdtContent>
                      <w:sdt>
                        <w:sdtPr>
                          <w:rPr>
                            <w:rStyle w:val="NameChar"/>
                            <w:rFonts w:ascii="Monotype Corsiva" w:hAnsi="Monotype Corsiva"/>
                            <w:bCs/>
                            <w:sz w:val="32"/>
                            <w:szCs w:val="12"/>
                          </w:rPr>
                          <w:id w:val="25287115"/>
                          <w:placeholder>
                            <w:docPart w:val="353F5A558D7540A98325772529F44E85"/>
                          </w:placeholder>
                        </w:sdtPr>
                        <w:sdtEndPr>
                          <w:rPr>
                            <w:rStyle w:val="DefaultParagraphFont"/>
                            <w:b/>
                          </w:rPr>
                        </w:sdtEndPr>
                        <w:sdtContent>
                          <w:p w:rsidR="003171AB" w:rsidRPr="00ED2381" w:rsidRDefault="00ED2381" w:rsidP="00ED2381">
                            <w:pPr>
                              <w:pStyle w:val="Name"/>
                              <w:spacing w:before="0" w:after="0"/>
                              <w:rPr>
                                <w:rFonts w:ascii="Monotype Corsiva" w:hAnsi="Monotype Corsiva"/>
                                <w:b w:val="0"/>
                                <w:bCs/>
                                <w:sz w:val="32"/>
                                <w:szCs w:val="12"/>
                              </w:rPr>
                            </w:pPr>
                            <w:r>
                              <w:rPr>
                                <w:rStyle w:val="NameChar"/>
                                <w:rFonts w:ascii="Monotype Corsiva" w:hAnsi="Monotype Corsiva"/>
                                <w:bCs/>
                                <w:sz w:val="32"/>
                                <w:szCs w:val="12"/>
                              </w:rPr>
                              <w:t>Nama pengantin perempuan</w:t>
                            </w:r>
                          </w:p>
                        </w:sdtContent>
                      </w:sdt>
                    </w:sdtContent>
                  </w:sdt>
                  <w:p w:rsidR="003171AB" w:rsidRPr="00793FC3" w:rsidRDefault="003171AB" w:rsidP="003171AB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  <w:r w:rsidRPr="00793FC3">
                      <w:rPr>
                        <w:sz w:val="18"/>
                        <w:szCs w:val="20"/>
                      </w:rPr>
                      <w:t>dengan pasangannya</w:t>
                    </w:r>
                  </w:p>
                  <w:sdt>
                    <w:sdtPr>
                      <w:rPr>
                        <w:rFonts w:ascii="Monotype Corsiva" w:hAnsi="Monotype Corsiva"/>
                        <w:b w:val="0"/>
                        <w:bCs/>
                        <w:sz w:val="32"/>
                        <w:szCs w:val="12"/>
                      </w:rPr>
                      <w:id w:val="9424516"/>
                      <w:placeholder>
                        <w:docPart w:val="14403568F3014AFBBD6A36D721F98BA7"/>
                      </w:placeholder>
                    </w:sdtPr>
                    <w:sdtContent>
                      <w:sdt>
                        <w:sdtPr>
                          <w:rPr>
                            <w:rFonts w:ascii="Monotype Corsiva" w:hAnsi="Monotype Corsiva"/>
                            <w:b w:val="0"/>
                            <w:bCs/>
                            <w:sz w:val="32"/>
                            <w:szCs w:val="12"/>
                          </w:rPr>
                          <w:id w:val="25287123"/>
                          <w:placeholder>
                            <w:docPart w:val="B82413168FDF428B91F3C2B78B5FFD7C"/>
                          </w:placeholder>
                        </w:sdtPr>
                        <w:sdtContent>
                          <w:p w:rsidR="003171AB" w:rsidRPr="00ED2381" w:rsidRDefault="00ED2381" w:rsidP="00ED2381">
                            <w:pPr>
                              <w:pStyle w:val="Name"/>
                              <w:spacing w:before="0" w:after="0"/>
                              <w:rPr>
                                <w:rFonts w:ascii="Monotype Corsiva" w:hAnsi="Monotype Corsiva"/>
                                <w:bCs/>
                                <w:sz w:val="32"/>
                                <w:szCs w:val="12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 w:val="0"/>
                                <w:bCs/>
                                <w:sz w:val="32"/>
                                <w:szCs w:val="12"/>
                              </w:rPr>
                              <w:t>Nama pengantin lelaki</w:t>
                            </w:r>
                          </w:p>
                        </w:sdtContent>
                      </w:sdt>
                    </w:sdtContent>
                  </w:sdt>
                  <w:sdt>
                    <w:sdtPr>
                      <w:rPr>
                        <w:sz w:val="4"/>
                        <w:szCs w:val="6"/>
                      </w:rPr>
                      <w:id w:val="9424517"/>
                      <w:placeholder>
                        <w:docPart w:val="4AC6CE096A3341999B3048E2F84573C6"/>
                      </w:placeholder>
                    </w:sdtPr>
                    <w:sdtEndPr>
                      <w:rPr>
                        <w:sz w:val="22"/>
                        <w:szCs w:val="22"/>
                      </w:rPr>
                    </w:sdtEndPr>
                    <w:sdtContent>
                      <w:p w:rsidR="003171AB" w:rsidRPr="00793FC3" w:rsidRDefault="003171AB" w:rsidP="003171AB">
                        <w:pPr>
                          <w:spacing w:before="0" w:after="0"/>
                          <w:rPr>
                            <w:sz w:val="4"/>
                            <w:szCs w:val="6"/>
                          </w:rPr>
                        </w:pPr>
                      </w:p>
                      <w:p w:rsidR="003171AB" w:rsidRDefault="003171AB" w:rsidP="003171AB">
                        <w:pPr>
                          <w:spacing w:before="0" w:after="0"/>
                          <w:rPr>
                            <w:sz w:val="18"/>
                            <w:szCs w:val="20"/>
                          </w:rPr>
                        </w:pPr>
                      </w:p>
                      <w:p w:rsidR="003171AB" w:rsidRPr="00793FC3" w:rsidRDefault="003171AB" w:rsidP="009554D0">
                        <w:pPr>
                          <w:spacing w:before="0" w:after="0"/>
                          <w:rPr>
                            <w:sz w:val="18"/>
                            <w:szCs w:val="20"/>
                          </w:rPr>
                        </w:pPr>
                        <w:r w:rsidRPr="00793FC3">
                          <w:rPr>
                            <w:sz w:val="18"/>
                            <w:szCs w:val="20"/>
                          </w:rPr>
                          <w:t xml:space="preserve">Pada hari </w:t>
                        </w:r>
                        <w:r w:rsidRPr="00793FC3">
                          <w:rPr>
                            <w:b/>
                            <w:bCs/>
                            <w:sz w:val="18"/>
                            <w:szCs w:val="20"/>
                          </w:rPr>
                          <w:t>SABTU</w:t>
                        </w:r>
                        <w:r>
                          <w:rPr>
                            <w:b/>
                            <w:bCs/>
                            <w:sz w:val="18"/>
                            <w:szCs w:val="20"/>
                          </w:rPr>
                          <w:t xml:space="preserve">, </w:t>
                        </w:r>
                        <w:r w:rsidR="009554D0">
                          <w:rPr>
                            <w:b/>
                            <w:bCs/>
                            <w:sz w:val="18"/>
                            <w:szCs w:val="20"/>
                          </w:rPr>
                          <w:t>1</w:t>
                        </w:r>
                        <w:r w:rsidRPr="00793FC3">
                          <w:rPr>
                            <w:b/>
                            <w:bCs/>
                            <w:sz w:val="18"/>
                            <w:szCs w:val="20"/>
                          </w:rPr>
                          <w:t xml:space="preserve">3 </w:t>
                        </w:r>
                        <w:r w:rsidR="009554D0">
                          <w:rPr>
                            <w:b/>
                            <w:bCs/>
                            <w:sz w:val="18"/>
                            <w:szCs w:val="20"/>
                          </w:rPr>
                          <w:t>APRIL</w:t>
                        </w:r>
                        <w:r w:rsidRPr="00793FC3">
                          <w:rPr>
                            <w:b/>
                            <w:bCs/>
                            <w:sz w:val="18"/>
                            <w:szCs w:val="20"/>
                          </w:rPr>
                          <w:t xml:space="preserve"> 2013</w:t>
                        </w:r>
                        <w:r w:rsidRPr="00793FC3">
                          <w:rPr>
                            <w:sz w:val="18"/>
                            <w:szCs w:val="20"/>
                          </w:rPr>
                          <w:t xml:space="preserve"> </w:t>
                        </w:r>
                      </w:p>
                      <w:p w:rsidR="003171AB" w:rsidRPr="00793FC3" w:rsidRDefault="009554D0" w:rsidP="009554D0">
                        <w:pPr>
                          <w:spacing w:before="0" w:after="0"/>
                          <w:rPr>
                            <w:sz w:val="18"/>
                            <w:szCs w:val="20"/>
                          </w:rPr>
                        </w:pPr>
                        <w:r>
                          <w:rPr>
                            <w:sz w:val="18"/>
                            <w:szCs w:val="20"/>
                          </w:rPr>
                          <w:t>bersamaan 2</w:t>
                        </w:r>
                        <w:r w:rsidR="003171AB" w:rsidRPr="00793FC3">
                          <w:rPr>
                            <w:sz w:val="18"/>
                            <w:szCs w:val="20"/>
                          </w:rPr>
                          <w:t xml:space="preserve"> JamadilA</w:t>
                        </w:r>
                        <w:r>
                          <w:rPr>
                            <w:sz w:val="18"/>
                            <w:szCs w:val="20"/>
                          </w:rPr>
                          <w:t>khir</w:t>
                        </w:r>
                        <w:r w:rsidR="003171AB" w:rsidRPr="00793FC3">
                          <w:rPr>
                            <w:sz w:val="18"/>
                            <w:szCs w:val="20"/>
                          </w:rPr>
                          <w:t xml:space="preserve"> 1434H</w:t>
                        </w:r>
                      </w:p>
                      <w:p w:rsidR="00ED2381" w:rsidRPr="00793FC3" w:rsidRDefault="003171AB" w:rsidP="00ED2381">
                        <w:pPr>
                          <w:pStyle w:val="Heading1"/>
                          <w:spacing w:before="0" w:after="0"/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</w:pPr>
                        <w:r w:rsidRPr="00793FC3">
                          <w:rPr>
                            <w:rFonts w:asciiTheme="minorHAnsi" w:hAnsiTheme="minorHAnsi"/>
                            <w:b w:val="0"/>
                            <w:bCs w:val="0"/>
                            <w:color w:val="auto"/>
                            <w:sz w:val="18"/>
                            <w:szCs w:val="18"/>
                          </w:rPr>
                          <w:t xml:space="preserve">Beralamat: </w:t>
                        </w:r>
                        <w:r w:rsidR="00ED2381" w:rsidRPr="00793FC3"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  <w:t xml:space="preserve">No. </w:t>
                        </w:r>
                        <w:r w:rsidR="00ED2381"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  <w:t>1</w:t>
                        </w:r>
                        <w:r w:rsidR="00ED2381" w:rsidRPr="00793FC3"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  <w:t xml:space="preserve">, Jalan </w:t>
                        </w:r>
                        <w:r w:rsidR="00ED2381"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  <w:t>1</w:t>
                        </w:r>
                        <w:r w:rsidR="00ED2381" w:rsidRPr="00793FC3"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  <w:t xml:space="preserve">, </w:t>
                        </w:r>
                      </w:p>
                      <w:p w:rsidR="00ED2381" w:rsidRPr="00793FC3" w:rsidRDefault="00ED2381" w:rsidP="00ED2381">
                        <w:pPr>
                          <w:pStyle w:val="Heading1"/>
                          <w:spacing w:before="0" w:after="0"/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  <w:t>KL</w:t>
                        </w:r>
                      </w:p>
                      <w:p w:rsidR="003171AB" w:rsidRPr="00FF4D82" w:rsidRDefault="003171AB" w:rsidP="00ED2381">
                        <w:pPr>
                          <w:pStyle w:val="Heading1"/>
                          <w:spacing w:before="0" w:after="0"/>
                          <w:jc w:val="both"/>
                          <w:rPr>
                            <w:i/>
                            <w:iCs/>
                            <w:sz w:val="8"/>
                            <w:szCs w:val="10"/>
                          </w:rPr>
                        </w:pPr>
                      </w:p>
                      <w:p w:rsidR="003171AB" w:rsidRPr="00793FC3" w:rsidRDefault="003171AB" w:rsidP="003171AB">
                        <w:pPr>
                          <w:spacing w:before="0" w:after="0"/>
                          <w:rPr>
                            <w:sz w:val="20"/>
                            <w:szCs w:val="22"/>
                          </w:rPr>
                        </w:pPr>
                        <w:r w:rsidRPr="001808CF">
                          <w:rPr>
                            <w:sz w:val="18"/>
                            <w:szCs w:val="20"/>
                          </w:rPr>
                          <w:t xml:space="preserve">Semoga dengan kehadiran para hadirin &amp; keluarga akan menyerikan lagi majlis kami serta diberkati Allah SWT. Terima kasih, wassalam. </w:t>
                        </w:r>
                      </w:p>
                    </w:sdtContent>
                  </w:sdt>
                  <w:p w:rsidR="003171AB" w:rsidRPr="00793FC3" w:rsidRDefault="003171AB" w:rsidP="003171AB">
                    <w:pPr>
                      <w:pStyle w:val="ReceptiontoFollow"/>
                      <w:spacing w:before="0" w:after="0"/>
                      <w:rPr>
                        <w:rFonts w:ascii="Lucida Handwriting" w:hAnsi="Lucida Handwriting"/>
                        <w:b/>
                        <w:bCs/>
                        <w:sz w:val="8"/>
                        <w:szCs w:val="8"/>
                      </w:rPr>
                    </w:pPr>
                  </w:p>
                  <w:p w:rsidR="003171AB" w:rsidRPr="007A27F3" w:rsidRDefault="003171AB" w:rsidP="003171AB">
                    <w:pPr>
                      <w:pStyle w:val="ReceptiontoFollow"/>
                      <w:spacing w:before="0" w:after="0"/>
                      <w:rPr>
                        <w:rFonts w:ascii="Lucida Handwriting" w:hAnsi="Lucida Handwriting"/>
                        <w:sz w:val="2"/>
                        <w:szCs w:val="2"/>
                      </w:rPr>
                    </w:pPr>
                  </w:p>
                  <w:p w:rsidR="003171AB" w:rsidRPr="00793FC3" w:rsidRDefault="003171AB" w:rsidP="003171AB">
                    <w:pPr>
                      <w:pStyle w:val="ReceptiontoFollow"/>
                      <w:spacing w:before="0" w:after="0"/>
                      <w:rPr>
                        <w:rFonts w:ascii="Lucida Handwriting" w:hAnsi="Lucida Handwriting"/>
                        <w:sz w:val="16"/>
                        <w:szCs w:val="16"/>
                      </w:rPr>
                    </w:pPr>
                    <w:r w:rsidRPr="00793FC3">
                      <w:rPr>
                        <w:rFonts w:ascii="Lucida Handwriting" w:hAnsi="Lucida Handwriting"/>
                        <w:sz w:val="16"/>
                        <w:szCs w:val="16"/>
                      </w:rPr>
                      <w:t>Aturcara Majlis</w:t>
                    </w:r>
                  </w:p>
                  <w:p w:rsidR="007A27F3" w:rsidRDefault="007A27F3" w:rsidP="003171AB">
                    <w:pPr>
                      <w:pStyle w:val="ReceptiontoFollow"/>
                      <w:spacing w:before="0" w:after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Akad nikah: 11.00 pg</w:t>
                    </w:r>
                  </w:p>
                  <w:p w:rsidR="003171AB" w:rsidRPr="00793FC3" w:rsidRDefault="003171AB" w:rsidP="003171AB">
                    <w:pPr>
                      <w:pStyle w:val="ReceptiontoFollow"/>
                      <w:spacing w:before="0" w:after="0"/>
                      <w:rPr>
                        <w:sz w:val="18"/>
                        <w:szCs w:val="18"/>
                      </w:rPr>
                    </w:pPr>
                    <w:r w:rsidRPr="00793FC3">
                      <w:rPr>
                        <w:sz w:val="18"/>
                        <w:szCs w:val="18"/>
                      </w:rPr>
                      <w:t>Jamuan makan: 11.00 pg – 5.00 ptg</w:t>
                    </w:r>
                  </w:p>
                  <w:p w:rsidR="003171AB" w:rsidRPr="00793FC3" w:rsidRDefault="003171AB" w:rsidP="003171AB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  <w:r w:rsidRPr="00793FC3">
                      <w:rPr>
                        <w:sz w:val="18"/>
                        <w:szCs w:val="20"/>
                      </w:rPr>
                      <w:t xml:space="preserve">Bersanding: </w:t>
                    </w:r>
                    <w:r>
                      <w:rPr>
                        <w:sz w:val="18"/>
                        <w:szCs w:val="20"/>
                      </w:rPr>
                      <w:t>12.30 tengahari</w:t>
                    </w:r>
                  </w:p>
                  <w:p w:rsidR="003171AB" w:rsidRPr="00793FC3" w:rsidRDefault="003171AB" w:rsidP="003171AB">
                    <w:pPr>
                      <w:pStyle w:val="Heading1"/>
                      <w:spacing w:before="0" w:after="0"/>
                      <w:rPr>
                        <w:sz w:val="2"/>
                        <w:szCs w:val="2"/>
                      </w:rPr>
                    </w:pPr>
                  </w:p>
                  <w:p w:rsidR="003171AB" w:rsidRPr="00793FC3" w:rsidRDefault="003171AB" w:rsidP="003171AB">
                    <w:pPr>
                      <w:pStyle w:val="ReceptiontoFollow"/>
                      <w:spacing w:before="0" w:after="0"/>
                      <w:rPr>
                        <w:rFonts w:ascii="Lucida Handwriting" w:hAnsi="Lucida Handwriting"/>
                        <w:sz w:val="16"/>
                        <w:szCs w:val="16"/>
                      </w:rPr>
                    </w:pPr>
                    <w:r w:rsidRPr="00793FC3">
                      <w:rPr>
                        <w:rFonts w:ascii="Lucida Handwriting" w:hAnsi="Lucida Handwriting"/>
                        <w:sz w:val="16"/>
                        <w:szCs w:val="16"/>
                      </w:rPr>
                      <w:t>Turut mengundang</w:t>
                    </w:r>
                  </w:p>
                  <w:p w:rsidR="003171AB" w:rsidRPr="00793FC3" w:rsidRDefault="003171AB" w:rsidP="003171AB">
                    <w:pPr>
                      <w:pStyle w:val="ReceptiontoFollow"/>
                      <w:spacing w:before="0" w:after="0"/>
                      <w:rPr>
                        <w:sz w:val="18"/>
                        <w:szCs w:val="18"/>
                      </w:rPr>
                    </w:pPr>
                    <w:r w:rsidRPr="00793FC3">
                      <w:rPr>
                        <w:sz w:val="18"/>
                        <w:szCs w:val="18"/>
                      </w:rPr>
                      <w:t>Seisi keluarga</w:t>
                    </w:r>
                  </w:p>
                  <w:p w:rsidR="003171AB" w:rsidRPr="00793FC3" w:rsidRDefault="003171AB" w:rsidP="003171AB">
                    <w:pPr>
                      <w:spacing w:before="0" w:after="0"/>
                      <w:rPr>
                        <w:sz w:val="2"/>
                        <w:szCs w:val="4"/>
                      </w:rPr>
                    </w:pPr>
                  </w:p>
                  <w:p w:rsidR="003171AB" w:rsidRPr="00793FC3" w:rsidRDefault="003171AB" w:rsidP="003171AB">
                    <w:pPr>
                      <w:pStyle w:val="ReceptiontoFollow"/>
                      <w:spacing w:before="0" w:after="0"/>
                      <w:rPr>
                        <w:rFonts w:ascii="Lucida Handwriting" w:hAnsi="Lucida Handwriting"/>
                        <w:sz w:val="16"/>
                        <w:szCs w:val="16"/>
                      </w:rPr>
                    </w:pPr>
                    <w:r w:rsidRPr="00793FC3">
                      <w:rPr>
                        <w:rFonts w:ascii="Lucida Handwriting" w:hAnsi="Lucida Handwriting"/>
                        <w:sz w:val="16"/>
                        <w:szCs w:val="16"/>
                      </w:rPr>
                      <w:t>Hubungi</w:t>
                    </w:r>
                  </w:p>
                  <w:p w:rsidR="003171AB" w:rsidRPr="00193344" w:rsidRDefault="00ED2381" w:rsidP="00C506CB">
                    <w:pPr>
                      <w:pStyle w:val="ReceptiontoFollow"/>
                      <w:spacing w:before="0" w:after="0"/>
                    </w:pPr>
                    <w:r>
                      <w:rPr>
                        <w:sz w:val="18"/>
                        <w:szCs w:val="18"/>
                      </w:rPr>
                      <w:t>Nama: No telefon</w:t>
                    </w:r>
                  </w:p>
                  <w:p w:rsidR="003171AB" w:rsidRPr="00193344" w:rsidRDefault="003171AB" w:rsidP="003171AB"/>
                  <w:p w:rsidR="003171AB" w:rsidRPr="00193344" w:rsidRDefault="003171AB" w:rsidP="003171AB">
                    <w:pPr>
                      <w:pStyle w:val="Heading1"/>
                      <w:spacing w:before="0"/>
                    </w:pPr>
                  </w:p>
                </w:txbxContent>
              </v:textbox>
            </v:shape>
          </v:group>
        </w:pict>
      </w:r>
      <w:r>
        <w:rPr>
          <w:noProof/>
          <w:lang w:bidi="ar-SA"/>
        </w:rPr>
        <w:pict>
          <v:group id="_x0000_s1301" style="position:absolute;left:0;text-align:left;margin-left:18.45pt;margin-top:8.65pt;width:269.15pt;height:400.7pt;z-index:-251596800" coordorigin="285,180" coordsize="5383,8014">
            <v:group id="_x0000_s1302" style="position:absolute;left:285;top:180;width:5383;height:8014;mso-position-vertical-relative:page" coordorigin="1026,1986" coordsize="6328,9610">
              <v:group id="_x0000_s1303" style="position:absolute;left:1026;top:1986;width:6328;height:9610" coordorigin="703,558" coordsize="5793,8816">
                <v:shape id="_x0000_s1304" style="position:absolute;left:1873;top:8695;width:3457;height:599;mso-position-horizontal-relative:margin;mso-position-vertical-relative:margin" coordsize="17280,4224" path="m8261,2815r1,-56l8262,2702r1,-56l8265,2591r1,-54l8268,2482r4,-53l8274,2376r1,l8423,2235r-5,65l8412,2367r-3,67l8405,2503r-4,70l8399,2645r-1,72l8397,2792r22,-2l8441,2789r23,-1l8487,2788r23,l8534,2788r25,1l8584,2790r40,-5l8664,2781r39,-3l8740,2776r38,l8814,2776r34,2l8883,2780r,1l8881,2673r-3,-105l8872,2465r-6,-98l8858,2271r-8,-93l8839,2089r-12,-86l8814,1919r-14,-80l8785,1761r-16,-75l8751,1615r-18,-69l8712,1478r-20,-62l8670,1354r-21,-59l8625,1240r-24,-54l8575,1135r-26,-49l8523,1041r-27,-43l8468,955r-29,-39l8410,879r-30,-34l8349,812r-30,-31l8288,753r-32,-27l8219,756r-38,31l8142,820r-42,33l8047,898r-52,45l7970,966r-23,23l7923,1013r-22,24l7882,1061r-20,25l7845,1113r-15,27l7816,1169r-12,30l7794,1229r-7,33l7782,1295r-2,36l7780,1368r4,40l7789,1448r10,43l7811,1537r15,48l7845,1634r23,53l7894,1742r30,58l7959,1861r38,63l8040,1991r47,69l8084,2111r-51,-31l7984,2050r-46,-27l7893,1999r-44,-21l7807,1959r-40,-16l7728,1929r3,23l7732,1977r,23l7732,2025r-1,26l7730,2077r-4,26l7723,2130r-3,27l7714,2186r-5,28l7703,2243r-8,29l7686,2302r-8,30l7667,2362r-11,32l7644,2425r-12,33l7618,2490r-15,32l7588,2556r-16,35l7554,2625r-19,35l7516,2696r-21,36l7474,2767r-23,37l7427,2842r-25,38l7376,2918r-4,6l7363,2919r-32,-20l7300,2880r-31,-20l7240,2840r-28,-21l7184,2799r-27,-22l7131,2754r-25,-22l7082,2708r-25,-25l7033,2657r-23,-27l6988,2602r-23,-29l6943,2543r-21,-32l6901,2478r-21,-35l6860,2408r-20,-37l6820,2332r-19,-41l6781,2248r-19,-44l6742,2159r-19,-49l6705,2060r-20,-52l6666,1953r-19,-57l6628,1838r16,-27l6665,1826r19,14l6704,1853r18,12l6740,1875r19,10l6776,1893r17,8l6810,1907r17,6l6843,1917r16,4l6874,1924r15,2l6904,1928r16,l6934,1928r15,l6963,1927r14,-2l7005,1920r28,-6l7061,1906r27,-10l7116,1887r28,-11l7196,1857r54,-17l7279,1833r29,-8l7339,1820r31,-6l7402,1811r35,-1l7473,1810r37,3l7530,1815r19,2l7570,1821r20,4l7612,1829r21,6l7656,1841r23,7l7672,1820r-7,-29l7656,1765r-10,-24l7637,1720r-10,-20l7616,1682r-12,-18l7591,1646r-13,-17l7564,1614r-15,-16l7534,1583r-16,-14l7502,1555r-18,-13l7466,1530r-18,-12l7428,1508r-19,-10l7388,1488r-20,-9l7346,1471r-21,-8l7303,1457r-23,-7l7258,1445r-24,-6l7210,1435r-24,-3l7163,1429r-25,-3l7114,1424r-26,-1l7063,1423r-25,l7012,1423r-27,2l6960,1427r-27,3l6907,1434r-27,4l6854,1443r-27,5l6801,1455r-27,7l6748,1470r-26,8l6696,1487r-26,10l6644,1507r-25,11l6593,1530r-24,12l6544,1555r-24,14l6495,1583r-24,16l6449,1615r-23,16l6403,1648r-22,18l6359,1684r-20,20l6318,1723r-21,21l6278,1764r-18,22l6239,1812r-19,26l6200,1864r-17,28l6166,1920r-16,30l6134,1980r-14,30l6107,2043r-11,32l6084,2108r-10,34l6065,2177r-6,36l6052,2250r-5,36l6044,2324r-2,39l6040,2403r2,40l6044,2485r3,42l6051,2569r7,43l6066,2657r10,45l6087,2748r14,46l6115,2842r16,48l6150,2938r20,50l6302,2998r127,10l6551,3020r118,13l6781,3046r109,15l6994,3076r99,16l7190,3110r90,18l7367,3146r83,20l7529,3186r74,21l7673,3229r67,22l7738,3254r-20,53l7653,3286r-70,-21l7510,3246r-76,-18l7354,3209r-85,-18l7181,3174r-92,-16l6993,3143r-100,-15l6788,3115r-108,-13l6566,3090r-116,-11l6328,3069r-126,-8l6208,3074r6,13l6233,3124r18,35l6269,3195r20,35l6308,3263r20,34l6348,3328r21,33l6389,3391r22,30l6432,3451r22,28l6476,3507r21,27l6520,3561r23,25l6565,3612r24,24l6612,3660r24,22l6659,3705r24,22l6707,3747r25,21l6755,3789r25,18l6805,3825r25,19l6855,3861r25,16l6904,3894r25,15l6963,3903r34,-6l7031,3891r34,-5l7100,3880r33,-6l7168,3868r33,-7l7272,3849r70,-12l7411,3825r69,-11l7547,3803r66,-11l7678,3782r63,-9l7741,3773r18,-2l7751,3742r-6,-30l7739,3681r-4,-31l7732,3620r-2,-32l7728,3556r,-32l7730,3490r3,-35l7737,3420r6,-34l7749,3351r9,-34l7767,3283r11,-33l7791,3217r14,-32l7821,3154r18,-31l7857,3093r21,-29l7899,3036r24,-27l7943,2989r21,-19l7986,2950r22,-17l8033,2916r25,-17l8084,2884r27,-14l7847,2606r793,-794l8794,1967r-2,l8797,1986r3,22l8803,2030r3,22l8808,2075r3,22l8813,2118r1,21l8640,1963r-642,643l8219,2827r11,-3l8240,2821r11,-3l8261,2815xm9019,2869r,-15l9019,2839r,-17l9019,2807r,15l9019,2839r,15l9019,2869r,xm9019,2804r-2,-117l9014,2574r-5,-108l9003,2360r-8,-102l8986,2160r-11,-95l8963,1973r-14,-87l8934,1800r-16,-81l8900,1640r-19,-76l8860,1491r-20,-69l8817,1356r-24,-64l8770,1231r-26,-58l8718,1118r-28,-52l8662,1016r-30,-48l8603,924r-31,-42l8541,843r-32,-38l8477,770r-34,-32l8410,707r-35,-28l8341,654r35,-32l8410,589r31,-31l8470,525r14,-16l8497,493r12,-18l8522,458r11,-17l8544,423r11,-18l8564,387r9,-20l8582,348r7,-20l8597,308r7,-22l8610,264r5,-22l8621,218r4,-24l8629,169r3,-26l8635,116r2,-27l8639,61r1,-31l8640,r9,12l8673,52r40,64l8764,198r29,46l8824,292r33,50l8892,393r35,52l8964,496r38,51l9040,596r24,-14l9089,569r26,-12l9140,546r25,-11l9191,526r25,-8l9240,510r26,-7l9291,497r25,-5l9341,487r25,-3l9391,482r24,-1l9440,480r26,l9491,481r25,1l9542,483r49,5l9641,495r49,10l9738,516r48,11l9832,542r46,16l9922,575r44,19l10008,613r41,22l10089,656r39,24l10165,704r31,22l10225,748r30,23l10282,795r24,23l10330,843r22,23l10372,890r19,25l10407,939r15,25l10434,988r11,23l10452,1034r7,23l10462,1079r1,19l10463,1118r-1,8l10460,1136r-2,9l10454,1153r-3,9l10448,1171r-4,7l10438,1186r-5,9l10426,1201r-6,8l10413,1216r-8,7l10397,1229r-10,7l10378,1241r-21,12l10333,1263r-25,9l10278,1279r-31,6l10214,1290r-32,2l10152,1295r-29,1l10094,1298r-28,1l10038,1299r-27,-1l9985,1296r-26,-1l9934,1293r-25,-3l9885,1287r-24,-4l9839,1279r-22,-4l9796,1269r-21,-5l9756,1259r-20,-7l9717,1246r-35,-13l9649,1217r-31,-16l9591,1184r-24,-18l9544,1148r-15,-15l9516,1118r7,17l9530,1153r5,19l9541,1191r4,20l9548,1230r2,21l9553,1273r1,21l9554,1317r-1,23l9550,1364r-3,23l9544,1412r-5,26l9533,1464r-7,27l9517,1520r-9,29l9498,1578r-12,30l9473,1640r-14,32l9444,1705r-18,34l9409,1774r-19,36l9369,1847r-23,38l9324,1924r-26,40l9272,2005r40,-24l9351,1958r37,-20l9425,1919r36,-16l9495,1888r34,-14l9561,1862r8,-34l9577,1796r11,-31l9600,1735r11,-24l9623,1687r13,-22l9649,1643r15,-22l9679,1602r16,-20l9711,1563r18,-17l9747,1528r18,-16l9785,1497r20,-15l9826,1468r21,-13l9869,1443r22,-12l9913,1420r24,-10l9961,1400r24,-7l10009,1385r25,-7l10059,1372r26,-5l10111,1361r26,-3l10163,1355r27,-2l10217,1352r27,-1l10271,1351r26,1l10324,1353r27,2l10377,1358r27,5l10431,1366r27,5l10485,1377r27,6l10538,1391r27,7l10592,1407r25,9l10643,1425r27,11l10695,1448r26,12l10747,1472r25,14l10797,1499r24,15l10844,1529r24,17l10892,1562r22,17l10937,1598r22,18l10980,1635r21,21l11021,1677r20,21l11060,1720r22,26l11102,1773r20,28l11140,1829r17,31l11175,1890r15,31l11205,1954r13,32l11231,2021r11,35l11251,2091r9,37l11268,2165r6,39l11280,2243r3,40l11285,2324r,41l11285,2409r-2,43l11278,2496r-5,45l11265,2587r-8,47l11247,2682r-12,48l11221,2780r-16,50l11188,2881r-20,52l11147,2986r49,-3l11246,2981r50,-4l11346,2975r52,-2l11450,2971r53,-2l11557,2968r54,-3l11665,2964r56,-1l11777,2962r57,-1l11891,2960r58,l12007,2959r126,1l12237,2961r86,2l12390,2967r51,2l12474,2970r12,l12495,2970r4,l12501,2969r-2,-5l12495,2960r-8,-4l12477,2950r-28,-12l12411,2924r-45,-15l12314,2892r-58,-19l12194,2854r-110,-35l11971,2782r-56,-19l11859,2742r-54,-20l11754,2700r-49,-22l11660,2656r-22,-12l11618,2632r-19,-12l11582,2608r-16,-13l11551,2583r-13,-13l11526,2557r-11,-13l11507,2531r-6,-13l11496,2505r-3,-12l11491,2482r,-12l11491,2460r2,-12l11496,2436r3,-11l11504,2413r6,-11l11517,2390r9,-12l11535,2368r11,-12l11558,2345r13,-12l11586,2321r16,-11l11620,2298r19,-11l11659,2276r22,-11l11704,2253r25,-11l11756,2231r27,-12l11813,2208r31,-10l11877,2186r70,-22l12025,2141r55,-13l12137,2117r59,-8l12258,2102r63,-4l12387,2096r66,-1l12523,2097r70,3l12665,2106r74,6l12813,2121r77,9l12968,2142r78,13l13127,2169r81,16l13290,2201r84,17l13458,2237r84,19l13627,2277r87,20l13800,2319r175,44l14151,2410r177,48l14505,2506r137,37l14778,2580r135,37l15045,2651r133,35l15309,2719r130,30l15565,2778r124,26l15811,2828r60,11l15930,2848r58,10l16046,2867r56,7l16158,2881r54,5l16266,2892r52,3l16370,2898r50,1l16470,2900r42,-1l16554,2898r41,-2l16635,2893r39,-4l16712,2883r37,-6l16784,2869r35,-9l16852,2851r32,-11l16915,2828r29,-13l16972,2800r27,-15l17025,2767r25,-18l17073,2729r21,-21l17114,2685r19,-24l17150,2636r16,-27l17180,2581r13,-30l17203,2519r9,-32l17221,2452r5,-37l17230,2377r4,-39l17234,2297r46,-44l17279,2302r-3,47l17271,2394r-6,43l17256,2478r-9,40l17234,2555r-13,36l17204,2625r-17,32l17169,2687r-21,29l17127,2742r-24,26l17078,2791r-27,23l17023,2833r-30,20l16962,2870r-32,16l16896,2900r-35,13l16824,2925r-38,10l16748,2944r-40,7l16665,2958r-42,5l16579,2968r-44,2l16488,2972r-47,l16391,2972r-51,-2l16290,2968r-53,-5l16183,2959r-55,-7l16071,2946r-56,-8l15958,2930r-58,-9l15840,2911r-60,-12l15658,2876r-124,-26l15406,2820r-128,-30l15147,2758r-133,-35l14880,2688r-135,-37l14609,2615r-136,-37l14296,2530r-176,-48l13944,2436r-174,-46l13684,2369r-87,-21l13512,2328r-84,-19l13343,2291r-83,-19l13179,2256r-81,-15l13018,2227r-79,-13l12862,2203r-76,-10l12711,2185r-73,-8l12566,2173r-70,-5l12428,2167r-67,l12296,2169r-63,5l12172,2180r-59,9l12056,2200r-54,13l11937,2231r-59,17l11824,2266r-49,16l11731,2298r-38,17l11659,2330r-30,14l11605,2359r-21,13l11575,2380r-7,6l11560,2393r-5,6l11550,2406r-4,6l11543,2417r-2,7l11540,2430r-1,6l11539,2442r1,6l11544,2460r7,12l11559,2485r10,11l11580,2508r13,12l11608,2532r15,11l11640,2555r19,11l11679,2578r21,11l11744,2610r49,22l11843,2652r53,21l11951,2693r56,19l12119,2749r109,33l12291,2803r61,19l12406,2841r47,17l12474,2867r18,9l12509,2884r13,8l12532,2900r8,8l12543,2912r2,4l12546,2920r,4l12546,2930r-1,6l12542,2943r-3,5l12536,2954r-6,5l12524,2964r-8,5l12509,2974r-10,4l12488,2983r-11,4l12450,2996r-31,6l12383,3009r-41,5l12296,3020r-52,3l12187,3026r-64,3l12055,3030r-76,2l11920,3032r-58,1l11804,3033r-57,1l11691,3035r-55,1l11581,3038r-55,1l11473,3041r-53,2l11367,3046r-52,2l11264,3050r-49,2l11165,3055r-50,4l11111,3068r-5,10l11101,3089r-4,10l11080,3133r-18,35l11044,3202r-17,33l11008,3268r-18,31l10971,3330r-20,31l10933,3390r-20,29l10893,3447r-20,29l10832,3530r-41,52l10748,3630r-42,47l10662,3721r-45,43l10573,3804r-45,38l10482,3877r-46,34l10503,3922r65,10l10633,3941r62,8l10756,3956r59,7l10872,3968r55,5l10979,3975r50,1l11075,3976r45,-2l11140,3973r20,-2l11179,3967r17,-3l11214,3961r16,-5l11245,3952r14,-5l11276,3939r18,-10l11301,3924r7,-5l11314,3912r7,-5l11327,3900r5,-7l11337,3885r4,-8l11345,3870r4,-9l11352,3853r2,-10l11356,3833r1,-10l11358,3812r1,-10l11358,3779r-2,-25l11351,3728r-8,-28l11334,3669r-12,-32l11313,3616r-10,-20l11294,3577r-11,-16l11272,3546r-12,-14l11249,3520r-12,-11l11226,3499r-12,-7l11201,3484r-12,-5l11176,3475r-13,-4l11151,3469r-13,l11125,3469r-12,1l11102,3473r-10,5l11081,3483r-10,7l11062,3496r-8,9l11046,3514r-7,9l11032,3534r-6,11l11021,3557r-5,12l11013,3582r-3,13l11006,3608r-2,13l11003,3635r-1,13l11002,3662r1,13l11004,3689r2,13l11010,3714r3,13l11017,3739r4,11l11027,3760r6,10l11040,3780r8,8l11017,3797r-28,6l10963,3806r-22,-1l10923,3802r-16,-6l10894,3788r-10,-10l10877,3765r-6,-14l10869,3736r-1,-18l10870,3700r5,-19l10881,3661r9,-21l10900,3620r12,-21l10926,3578r15,-20l10959,3538r19,-19l10998,3501r21,-18l11042,3468r24,-14l11089,3441r26,-10l11142,3423r27,-7l11197,3413r29,l11243,3414r16,2l11276,3419r16,6l11309,3431r16,8l11340,3447r15,11l11370,3470r14,13l11398,3498r13,17l11424,3533r12,21l11447,3575r10,24l11464,3617r6,18l11475,3652r5,17l11484,3686r3,15l11489,3717r1,14l11490,3746r,14l11490,3775r-2,13l11486,3801r-3,11l11479,3824r-4,12l11470,3848r-7,11l11457,3869r-7,11l11443,3889r-9,9l11424,3908r-9,8l11405,3925r-11,8l11382,3940r-12,8l11344,3961r-28,13l11296,3981r-22,8l11251,3995r-23,6l11204,4006r-25,5l11154,4015r-27,3l11101,4021r-28,3l11045,4025r-28,2l10958,4027r-62,l10833,4024r-65,-5l10702,4014r-68,-8l10563,3999r-70,-10l10422,3979r-72,-11l10302,3995r-46,26l10208,4045r-47,22l10113,4088r-46,18l10019,4122r-46,14l9926,4149r-46,12l9833,4170r-45,9l9743,4185r-45,4l9654,4193r-43,2l9563,4196r-46,-1l9472,4192r-45,-5l9384,4181r-41,-7l9302,4164r-39,-9l9263,4155r8,-7l9290,4134r12,-10l9313,4115r12,-11l9334,4094r,-1l9369,4102r37,6l9442,4114r38,4l9518,4121r40,2l9598,4123r41,l9676,4121r38,-2l9751,4115r39,-5l9829,4104r39,-7l9907,4089r40,-10l9987,4068r40,-12l10067,4042r41,-14l10148,4012r40,-18l10229,3975r40,-20l10232,3949r-38,-7l10157,3936r-36,-7l10083,3923r-37,-7l10008,3910r-36,-7l9911,3893r-60,-10l9790,3872r-59,-10l9671,3853r-57,-10l9556,3834r-56,-9l9490,3850r-11,25l9468,3899r-12,23l9444,3945r-15,21l9415,3987r-15,20l9386,4023r-15,16l9354,4055r-20,15l9315,4085r-22,16l9272,4115r-24,14l9223,4142r-25,12l9174,4164r-26,11l9121,4184r-26,9l9068,4199r-26,6l9015,4209r-26,2l8964,4212r-25,-1l8915,4209r-23,-4l8870,4198r-20,-9l8830,4177r-18,-13l8794,4149r-14,-18l8767,4110r-11,-22l8747,4062r-7,-30l8738,4016r-1,-17l8739,3982r4,-16l8748,3951r6,-15l8763,3922r10,-14l8784,3896r12,-12l8808,3872r16,-11l8839,3850r17,-9l8874,3831r20,-10l8893,3799r1,-21l8896,3755r4,-22l8907,3711r8,-23l8926,3665r13,-23l8953,3620r17,-24l8989,3573r21,-24l9034,3526r25,-23l9087,3480r31,-23l9145,3438r30,-20l9206,3400r33,-20l9275,3362r38,-19l9352,3325r42,-18l9437,3288r46,-17l9532,3254r51,-18l9636,3220r55,-16l9748,3187r59,-15l9870,3156r65,-14l10002,3127r69,-13l10143,3100r75,-13l10295,3075r79,-12l10458,3051r84,-11l10630,3030r90,-9l10814,3011r95,-8l11008,2996r102,-8l11130,2938r19,-48l11165,2842r14,-48l11193,2748r11,-46l11214,2657r8,-45l11229,2569r4,-42l11236,2485r2,-42l11240,2403r-2,-40l11236,2324r-3,-38l11228,2250r-7,-37l11215,2177r-9,-35l11196,2108r-12,-33l11173,2043r-13,-33l11146,1980r-16,-30l11114,1920r-17,-28l11080,1864r-20,-26l11041,1812r-21,-26l11002,1764r-19,-20l10962,1723r-21,-19l10921,1684r-22,-18l10877,1648r-23,-17l10831,1615r-23,-16l10785,1583r-25,-14l10736,1555r-25,-13l10687,1530r-26,-12l10636,1507r-26,-10l10584,1487r-26,-9l10532,1470r-26,-8l10479,1455r-26,-7l10426,1443r-26,-5l10373,1434r-26,-4l10320,1427r-25,-2l10268,1423r-26,l10217,1423r-26,l10166,1424r-24,2l10117,1429r-23,3l10070,1435r-24,4l10022,1445r-22,5l9977,1457r-22,6l9934,1471r-22,8l9892,1488r-21,10l9852,1508r-20,10l9814,1530r-18,12l9778,1555r-16,14l9746,1583r-15,15l9716,1614r-14,15l9689,1646r-13,18l9664,1682r-11,18l9643,1720r-9,21l9624,1765r-9,26l9608,1820r-7,28l9624,1841r23,-6l9668,1829r22,-4l9710,1821r21,-4l9750,1815r20,-2l9807,1810r36,l9878,1811r32,3l9941,1820r31,5l10001,1833r29,7l10084,1857r52,19l10164,1887r28,9l10219,1906r28,8l10275,1920r28,5l10317,1927r14,1l10345,1928r15,l10376,1928r15,-2l10406,1924r15,-3l10437,1917r16,-4l10470,1907r17,-6l10504,1893r17,-8l10540,1875r18,-10l10576,1853r20,-13l10615,1826r21,-15l10652,1838r-19,58l10614,1953r-19,55l10575,2060r-18,50l10538,2159r-20,45l10499,2248r-20,43l10460,2332r-20,39l10420,2408r-20,35l10379,2478r-21,33l10337,2543r-22,30l10292,2602r-22,28l10247,2657r-24,26l10198,2708r-24,24l10149,2754r-26,23l10096,2799r-28,20l10040,2840r-29,20l9980,2880r-31,19l9917,2919r-9,5l9904,2918r-26,-38l9853,2842r-24,-38l9806,2767r-21,-35l9764,2696r-19,-36l9726,2625r-18,-34l9692,2556r-15,-34l9662,2490r-14,-32l9636,2425r-12,-31l9613,2362r-11,-30l9594,2302r-9,-30l9577,2243r-6,-29l9566,2186r-6,-29l9557,2130r-3,-27l9550,2077r-1,-26l9548,2025r,-25l9548,1977r1,-25l9552,1929r-39,14l9473,1959r-42,19l9387,1999r-45,24l9296,2050r-49,30l9196,2111r-3,-51l9240,1991r43,-67l9321,1861r35,-61l9386,1742r26,-55l9435,1634r19,-49l9469,1537r12,-46l9491,1448r5,-40l9500,1368r,-37l9498,1295r-5,-33l9486,1229r-10,-30l9464,1169r-14,-29l9435,1113r-17,-27l9398,1061r-19,-24l9357,1013r-24,-24l9310,966r-25,-23l9233,898r-53,-45l9139,820r-39,-32l9062,758r-35,-30l9001,747r-26,21l8951,788r-24,22l8905,832r-22,23l8862,877r-18,24l8827,926r-16,24l8796,975r-13,26l8772,1027r-10,26l8754,1080r-5,26l8742,1083r-8,-23l8724,1039r-9,-22l8704,996r-12,-20l8681,955r-11,-19l8702,895r32,-40l8767,817r34,-36l8835,747r36,-31l8907,686r36,-29l8908,625r-35,-31l8842,561r-30,-32l8799,512r-14,-17l8772,479r-12,-18l8748,444r-11,-18l8727,407r-10,-18l8708,369r-9,-19l8691,330r-8,-21l8677,288r-7,-23l8665,243r-6,-23l8655,195r-4,-25l8648,144r-3,-27l8643,90r-2,-29l8640,31r,-31l8631,12r-24,40l8568,116r-51,81l8488,243r-31,47l8424,340r-35,51l8354,443r-37,51l8280,544r-37,48l8218,581r-25,-12l8168,558r-25,-10l8118,538r-26,-7l8068,523r-26,-6l8017,511r-25,-5l7966,501r-25,-3l7915,495r-25,-1l7865,492r-25,l7814,492r-25,l7763,494r-25,1l7689,500r-50,7l7590,517r-48,10l7494,539r-46,14l7402,570r-44,17l7314,605r-42,20l7231,647r-40,21l7152,692r-37,24l7084,738r-29,22l7025,783r-27,24l6974,830r-24,25l6928,878r-20,24l6889,927r-16,24l6858,975r-12,25l6835,1022r-8,24l6823,1057r-2,12l6819,1080r-1,11l6817,1110r,20l6818,1138r2,10l6822,1157r4,8l6829,1174r3,9l6836,1190r6,8l6847,1207r6,6l6860,1221r7,7l6875,1235r8,6l6893,1248r9,5l6923,1264r24,11l6972,1283r30,8l7033,1296r33,5l7098,1304r30,3l7157,1308r29,1l7214,1311r28,l7269,1309r26,-1l7321,1307r25,-2l7371,1302r24,-3l7419,1295r21,-4l7463,1287r21,-6l7505,1276r19,-6l7544,1264r19,-7l7598,1244r33,-15l7662,1213r27,-17l7713,1178r23,-18l7746,1150r9,-10l7749,1158r-5,18l7739,1195r-4,18l7732,1233r-2,19l7727,1273r-1,20l7726,1315r1,22l7730,1359r2,23l7735,1406r5,25l7746,1456r6,26l7759,1509r8,27l7777,1564r11,28l7800,1622r13,31l7827,1684r15,32l7858,1748r17,35l7895,1817r19,36l7936,1889r23,38l7982,1965r26,40l7968,1981r-39,-23l7890,1938r-35,-19l7819,1903r-34,-15l7751,1874r-32,-12l7711,1828r-8,-32l7692,1765r-12,-30l7669,1711r-12,-24l7644,1665r-13,-22l7616,1621r-15,-19l7585,1582r-16,-19l7551,1546r-18,-18l7515,1512r-20,-15l7475,1482r-21,-14l7433,1455r-22,-12l7389,1431r-22,-11l7343,1410r-24,-10l7295,1393r-24,-8l7246,1378r-25,-6l7195,1367r-26,-6l7143,1358r-26,-3l7090,1353r-27,-1l7036,1351r-27,l6983,1352r-27,1l6929,1355r-26,3l6876,1363r-27,3l6822,1371r-27,6l6768,1383r-27,8l6715,1398r-27,9l6663,1416r-26,9l6610,1436r-25,12l6559,1460r-26,12l6508,1486r-25,13l6459,1514r-24,15l6412,1546r-24,16l6366,1579r-23,19l6321,1616r-21,19l6279,1656r-20,21l6239,1698r-19,22l6198,1746r-20,27l6158,1801r-18,28l6123,1860r-18,30l6090,1921r-15,33l6062,1986r-13,35l6038,2056r-9,35l6020,2128r-8,37l6006,2204r-6,39l5997,2283r-2,41l5995,2365r,44l5997,2452r5,44l6007,2541r8,46l6023,2634r10,48l6045,2730r14,50l6075,2830r17,51l6112,2933r21,53l6084,2983r-50,-2l5984,2977r-50,-2l5882,2973r-52,-2l5777,2969r-54,-1l5669,2965r-54,-1l5559,2963r-56,-1l5446,2961r-57,-1l5331,2960r-58,-1l5147,2960r-104,1l4957,2963r-67,4l4839,2969r-34,1l4794,2970r-9,l4781,2970r-2,-1l4781,2964r4,-4l4793,2956r10,-6l4831,2938r38,-14l4914,2909r52,-17l5024,2873r62,-19l5196,2819r113,-37l5365,2763r56,-21l5475,2722r51,-22l5575,2678r45,-22l5642,2644r20,-12l5681,2620r17,-12l5714,2595r15,-12l5742,2570r12,-13l5765,2544r8,-13l5779,2518r5,-13l5787,2493r1,-11l5789,2470r,-10l5787,2448r-3,-12l5781,2425r-5,-12l5770,2402r-7,-12l5754,2378r-9,-10l5734,2356r-12,-11l5709,2333r-15,-12l5678,2310r-18,-12l5641,2287r-20,-11l5599,2265r-23,-12l5551,2242r-27,-11l5497,2219r-30,-11l5436,2198r-33,-12l5333,2164r-78,-23l5200,2128r-57,-11l5084,2109r-62,-7l4959,2098r-66,-2l4827,2095r-70,2l4687,2100r-72,6l4541,2112r-74,9l4390,2130r-78,12l4234,2155r-81,14l4072,2185r-82,16l3906,2218r-84,19l3738,2256r-85,21l3566,2297r-86,22l3305,2363r-176,47l2952,2458r-177,48l2638,2543r-136,37l2367,2617r-132,34l2102,2686r-131,33l1841,2749r-126,29l1591,2804r-122,24l1409,2839r-59,9l1292,2858r-58,9l1178,2874r-56,7l1068,2886r-54,6l961,2895r-51,3l860,2899r-50,1l768,2899r-42,-1l685,2896r-40,-3l606,2889r-38,-6l531,2877r-35,-8l461,2860r-33,-9l396,2840r-31,-12l336,2815r-28,-15l281,2785r-26,-18l230,2749r-23,-20l186,2708r-20,-23l147,2661r-17,-25l114,2609r-14,-28l87,2551,77,2519,67,2487r-8,-35l54,2415r-4,-38l46,2338r,-41l,2253r1,49l4,2349r5,45l15,2437r9,41l33,2518r13,37l59,2591r17,34l92,2657r19,30l132,2716r21,26l177,2768r25,23l229,2814r28,19l287,2853r31,17l350,2886r34,14l419,2913r37,12l494,2935r38,9l572,2951r43,7l657,2963r44,5l745,2970r47,2l839,2972r50,l939,2970r51,-2l1043,2963r54,-4l1152,2952r57,-6l1265,2938r57,-8l1380,2921r60,-10l1500,2899r122,-23l1746,2850r128,-30l2002,2790r131,-32l2266,2723r134,-35l2535,2651r136,-36l2807,2578r177,-48l3160,2482r176,-46l3510,2390r86,-21l3683,2348r85,-20l3852,2309r85,-18l4020,2272r81,-16l4182,2241r80,-14l4341,2214r77,-11l4494,2193r75,-8l4642,2177r72,-4l4784,2168r68,-1l4919,2167r65,2l5047,2174r61,6l5167,2189r57,11l5278,2213r65,18l5402,2248r54,18l5505,2282r44,16l5587,2315r34,15l5651,2344r24,15l5696,2372r9,8l5712,2386r8,7l5725,2399r5,7l5734,2412r3,5l5739,2424r1,6l5741,2436r,6l5740,2448r-4,12l5729,2472r-8,13l5711,2496r-11,12l5687,2520r-15,12l5657,2543r-17,12l5620,2566r-19,12l5580,2589r-44,21l5487,2632r-50,20l5384,2673r-55,20l5273,2712r-112,37l5052,2782r-65,21l4928,2822r-54,19l4827,2858r-21,9l4788,2876r-17,8l4758,2892r-10,8l4740,2908r-3,4l4735,2916r-1,4l4734,2924r,6l4735,2936r3,7l4741,2948r3,6l4750,2959r6,5l4764,2969r7,5l4781,2978r11,5l4803,2987r27,9l4861,3002r36,7l4938,3014r46,6l5036,3023r57,3l5157,3029r68,1l5301,3032r59,l5418,3033r58,l5533,3034r56,1l5644,3036r55,2l5753,3039r54,2l5860,3043r53,3l5964,3048r52,2l6065,3052r50,3l6165,3059r4,9l6174,3078r5,11l6183,3099r18,35l6219,3169r18,35l6255,3237r19,33l6292,3302r20,32l6331,3365r19,30l6371,3425r20,29l6411,3482r21,27l6453,3536r21,27l6495,3589r22,25l6538,3638r22,25l6583,3686r44,45l6672,3773r46,41l6764,3851r46,36l6858,3921r-68,11l6724,3941r-66,10l6594,3960r-61,7l6472,3974r-58,6l6358,3984r-53,3l6254,3988r-47,l6162,3986r-20,-1l6121,3982r-19,-3l6085,3976r-18,-3l6051,3968r-16,-4l6021,3959r-17,-8l5986,3941r-7,-5l5972,3930r-6,-6l5959,3919r-6,-8l5948,3904r-5,-7l5939,3889r-4,-7l5931,3873r-3,-9l5926,3855r-2,-10l5922,3835r,-11l5921,3814r1,-23l5924,3766r5,-26l5937,3712r8,-31l5958,3649r9,-22l5977,3608r9,-19l5997,3573r11,-15l6020,3544r11,-12l6043,3521r11,-10l6066,3504r13,-8l6091,3491r13,-5l6116,3483r13,-2l6142,3481r12,l6167,3482r11,3l6188,3490r11,5l6209,3501r9,7l6226,3517r8,8l6241,3535r7,11l6253,3557r6,12l6264,3581r3,13l6270,3607r4,13l6276,3633r1,14l6278,3660r,14l6277,3687r-1,13l6274,3713r-4,13l6267,3739r-4,11l6259,3762r-6,10l6247,3782r-7,10l6232,3799r31,10l6291,3815r25,3l6339,3817r18,-3l6373,3808r13,-9l6396,3790r7,-13l6409,3763r2,-16l6411,3730r-2,-18l6405,3693r-6,-20l6390,3652r-10,-20l6368,3611r-14,-21l6339,3570r-18,-20l6302,3531r-20,-19l6261,3495r-23,-15l6214,3466r-25,-13l6165,3443r-27,-9l6111,3428r-28,-3l6054,3425r-17,1l6021,3428r-17,3l5988,3437r-17,6l5955,3451r-15,8l5925,3469r-15,13l5896,3495r-14,15l5869,3526r-13,19l5844,3565r-11,22l5823,3611r-7,18l5810,3647r-5,17l5800,3680r-4,18l5793,3713r-2,16l5790,3743r-1,15l5790,3772r,14l5792,3799r2,13l5797,3824r4,12l5805,3848r5,12l5817,3871r6,10l5830,3891r7,10l5846,3910r10,10l5864,3928r11,8l5886,3945r12,7l5910,3960r26,13l5964,3986r20,7l6007,4001r23,6l6053,4013r24,5l6103,4023r26,4l6155,4030r27,3l6210,4036r29,2l6268,4039r60,l6390,4038r64,-2l6521,4031r67,-6l6658,4017r70,-9l6800,3999r73,-10l6947,3977r45,27l7038,4029r47,23l7131,4072r47,20l7223,4109r46,15l7315,4138r46,13l7407,4162r44,9l7495,4179r44,6l7584,4189r42,5l7669,4195r27,1l7722,4196r27,-1l7775,4194r51,-4l7875,4184r48,-8l7969,4167r23,-6l8014,4156r21,-7l8056,4143r20,-8l8097,4128r19,-8l8135,4111r18,-8l8170,4094r17,-10l8204,4075r16,-10l8235,4054r14,-11l8263,4032r13,-11l8289,4010r12,-12l8312,3986r9,-11l8330,3963r8,-11l8345,3940r7,-12l8358,3916r7,-12l8369,3893r4,4l8378,3902r8,11l8393,3926r6,12l8402,3952r4,13l8407,3979r,14l8405,4008r-4,15l8396,4038r-7,15l8382,4068r-9,15l8362,4099r-11,16l8337,4131r-15,4l8308,4140r-14,3l8281,4146r-13,1l8254,4149r-11,1l8230,4150r-13,l8205,4149r-12,-2l8181,4146r-12,-3l8157,4140r-11,-4l8135,4132r-12,9l8110,4149r-14,9l8079,4164r36,16l8151,4194r18,5l8187,4205r19,5l8224,4214r19,4l8260,4220r18,2l8295,4224r19,l8331,4224r16,-1l8364,4221r16,-3l8396,4214r15,-5l8425,4203r14,-6l8452,4188r13,-8l8477,4170r11,-12l8499,4146r8,-14l8516,4117r7,-16l8530,4083r5,-18l8540,4044r2,-17l8543,4011r-2,-17l8537,3978r-5,-15l8526,3948r-9,-14l8507,3920r-11,-12l8484,3896r-14,-12l8456,3873r-16,-11l8423,3851r-18,-9l8385,3832r2,-22l8387,3788r-2,-23l8382,3742r-7,-23l8368,3695r-11,-23l8345,3649r-15,-24l8314,3601r-20,-25l8273,3552r-24,-23l8222,3505r-28,-24l8162,3457r-18,-11l8112,3426r-42,-25l8023,3375r-42,-24l7948,3334r-12,-6l7929,3326r-1,1l7928,3328r2,2l7934,3334r-17,47l7955,3398r37,17l8025,3432r34,18l8089,3467r29,18l8145,3503r25,18l8194,3538r23,19l8236,3575r17,19l8270,3612r14,18l8295,3649r11,18l8315,3686r6,18l8327,3721r3,19l8332,3757r,18l8331,3792r-2,17l8306,3803r-22,-8l8260,3789r-24,-6l8210,3778r-26,-5l8158,3769r-28,-3l8102,3763r-29,-3l8043,3759r-30,-1l7982,3757r-32,l7917,3758r-32,2l7880,3736r-5,-25l7872,3686r-3,-25l7867,3635r-1,-25l7865,3584r,-26l7866,3524r3,-34l7873,3456r5,-35l7885,3388r8,-34l7902,3321r11,-33l7926,3256r14,-32l7955,3194r16,-30l7991,3134r19,-28l8032,3079r23,-27l8069,3036r15,-15l8099,3006r16,-15l8131,2978r18,-13l8166,2954r17,-11l8640,3401r464,-466l9121,2946r16,12l9153,2970r15,13l9183,2996r14,14l9211,3025r13,16l9247,3066r22,27l9288,3120r18,29l9323,3178r15,30l9352,3238r12,32l9386,3259r21,-8l9427,3245r19,-4l9462,3236r14,-4l9488,3228r8,-5l9483,3193r-14,-30l9454,3133r-16,-29l9420,3076r-20,-27l9379,3023r-22,-25l9338,2977r-21,-18l9297,2941r-22,-18l9251,2907r-23,-16l9203,2877r-26,-14l9433,2606,9020,2183r4,21l9027,2225r2,21l9030,2268r,22l9031,2310r1,22l9033,2352r249,254l9070,2818r-13,-4l9045,2811r-13,-4l9019,2804xm7794,1058r1,-7l7794,1043r-1,-9l7792,1027r-3,-7l7787,1013r-5,-8l7778,999r-6,-8l7765,983r-7,-6l7749,970r-10,-6l7728,957r-11,-5l7704,948r-13,-5l7677,939r-17,-3l7644,933r-17,-3l7609,929r-19,-1l7570,927r-106,48l7481,975r16,1l7512,978r16,1l7542,982r13,4l7568,989r10,4l7589,998r11,4l7609,1007r8,6l7625,1019r7,7l7639,1032r5,7l7649,1047r4,9l7656,1065r2,8l7659,1082r,10l7658,1101r-1,9l7654,1120r-3,10l7645,1139r-5,9l7633,1158r-7,8l7617,1176r-8,9l7596,1195r-14,9l7565,1213r-17,9l7529,1230r-22,7l7483,1243r-26,7l7430,1254r-29,3l7370,1261r-34,1l7302,1262r-38,-1l7225,1259r-41,-4l7153,1251r-29,-7l7097,1238r-24,-9l7050,1220r-19,-10l7022,1203r-8,-5l7006,1191r-8,-6l6992,1178r-7,-6l6980,1164r-5,-7l6970,1149r-4,-7l6963,1134r-3,-9l6955,1109r-2,-18l6952,1073r1,-19l6956,1033r6,-21l6970,989r10,-23l6992,943r13,-22l7021,898r17,-24l7057,851r21,-22l7100,806r24,-23l7150,760r27,-21l7205,718r29,-20l7260,680r27,-16l7315,649r29,-15l7373,620r30,-13l7434,594r32,-11l7497,573r33,-9l7563,557r34,-7l7630,545r34,-3l7698,539r34,l7760,539r28,3l7816,544r28,3l7872,551r28,6l7928,563r28,8l7984,579r29,10l8041,600r28,12l8096,624r28,15l8151,654r27,16l8149,703r-30,30l8090,760r-28,25l8023,818r-37,31l7949,882r-36,33l7896,931r-16,18l7863,966r-15,17l7834,1002r-14,18l7807,1039r-13,19xm8883,2839r-27,-7l8829,2826r-27,-6l8776,2815r26,5l8829,2826r27,6l8883,2839xm8774,2815r-9,-2l8756,2812r9,1l8774,2815xm8754,2812r-17,-4l8746,2810r8,2xm7029,3964r34,-6l7099,3952r34,-5l7169,3940r35,-6l7238,3928r36,-6l7308,3915r61,-11l7429,3895r61,-11l7549,3874r59,-10l7666,3855r58,-9l7780,3837r10,25l7801,3887r11,24l7824,3934r12,22l7851,3978r14,21l7880,4019r14,15l7908,4050r16,15l7942,4080r14,-4l7979,4069r13,-4l8004,4060r10,-5l8021,4051r-6,-8l8009,4037r-17,-23l7976,3989r-15,-25l7947,3937r-13,-27l7921,3882r-11,-31l7900,3822r33,-3l7964,3816r30,-1l8023,3814r28,-2l8078,3812r26,2l8130,3815r24,1l8177,3819r21,2l8219,3824r19,5l8257,3833r17,5l8290,3844r13,4l8314,3854r-8,16l8297,3887r-12,15l8272,3919r-11,11l8250,3941r-13,12l8225,3964r-14,11l8197,3986r-15,9l8167,4005r-16,10l8133,4024r-17,9l8099,4041r-18,9l8061,4057r-19,8l8021,4071r-41,13l7936,4095r-46,10l7844,4112r-49,6l7745,4122r-51,1l7641,4123r-36,-2l7569,4119r-37,-3l7494,4110r-38,-5l7419,4098r-39,-8l7342,4081r-39,-10l7264,4059r-39,-13l7185,4032r-39,-15l7107,4001r-39,-17l7029,3964xm8286,2893r21,-8l8330,2878r23,-7l8375,2866r24,-6l8422,2856r24,-4l8468,2847r48,-5l8562,2839r46,-2l8653,2835r44,2l8739,2839r41,3l8818,2845r37,5l8888,2854r31,4l8945,2863r-8,-2l8928,2860r19,6l8966,2871r19,7l9003,2885r-363,364l8286,2893xm8299,2085r7,-75l8316,1937r11,-73l8338,1795r11,-67l8362,1661r13,-62l8391,1538r14,-59l8421,1423r16,-54l8454,1318r19,-49l8491,1223r19,-44l8530,1138r15,18l8559,1175r12,20l8582,1215r9,22l8600,1260r8,22l8614,1306r-23,65l8569,1438r-21,72l8529,1585r-20,76l8492,1743r-15,84l8462,1915r-8,7l8438,1939r-23,24l8388,1990r-27,28l8335,2046r-22,23l8299,2085xm9488,1062r-2,-10l9485,1042r,-10l9487,1022r2,-8l9492,1004r4,-9l9502,987r5,-8l9515,972r7,-7l9531,959r10,-7l9552,946r11,-6l9575,936r14,-5l9603,927r17,-3l9636,921r17,-3l9670,917r20,-1l9710,916r106,47l9799,963r-16,1l9768,966r-16,1l9738,970r-13,4l9712,977r-11,4l9690,986r-10,4l9670,995r-7,6l9654,1007r-6,7l9641,1020r-5,7l9630,1035r-3,9l9624,1053r-2,8l9621,1070r,10l9621,1090r2,8l9626,1108r3,10l9635,1127r5,9l9647,1146r7,10l9663,1164r8,9l9684,1183r14,9l9714,1202r18,8l9751,1218r22,7l9797,1231r26,7l9850,1242r29,4l9910,1249r34,1l9978,1250r37,-1l10055,1247r41,-4l10127,1239r29,-6l10183,1226r24,-9l10230,1208r19,-10l10258,1191r8,-5l10274,1179r8,-6l10288,1166r7,-6l10300,1152r5,-7l10310,1137r4,-7l10317,1122r3,-9l10325,1097r2,-18l10328,1061r-1,-19l10324,1021r-6,-21l10310,977r-10,-23l10288,931r-13,-22l10259,886r-17,-24l10223,839r-21,-22l10180,794r-25,-23l10130,748r-27,-21l10075,706r-29,-20l10020,668r-27,-16l9965,637r-29,-15l9907,608r-30,-13l9846,582r-32,-11l9783,561r-33,-9l9717,545r-34,-7l9650,533r-34,-3l9582,527r-34,l9525,527r-24,3l9475,533r-26,5l9422,544r-27,6l9367,559r-28,9l9310,577r-30,12l9251,601r-29,13l9193,628r-29,15l9136,659r-29,16l9135,706r28,29l9191,761r27,24l9257,818r39,32l9333,884r36,32l9386,934r16,17l9419,968r15,19l9448,1005r14,19l9475,1043r13,19xm9535,3354r6,38l9546,3433r3,43l9552,3512r,33l9550,3576r-2,32l9545,3638r-5,31l9534,3700r-5,30l9521,3759r18,3l9539,3762r63,8l9666,3780r67,11l9800,3802r69,12l9938,3825r69,12l10079,3849r35,7l10150,3862r37,7l10222,3875r37,7l10295,3887r35,7l10366,3899r25,-15l10414,3868r25,-17l10464,3834r24,-17l10512,3798r23,-19l10559,3759r24,-20l10607,3718r23,-21l10653,3674r23,-23l10700,3627r21,-24l10744,3578r23,-24l10788,3528r22,-27l10831,3472r22,-28l10873,3416r21,-30l10914,3355r20,-30l10954,3293r20,-33l10992,3226r20,-33l11030,3158r18,-35l11066,3087r6,-13l11078,3061r-101,6l10880,3075r-95,9l10692,3092r-90,10l10516,3112r-84,11l10350,3133r-79,12l10195,3157r-74,13l10049,3183r-68,14l9914,3211r-63,15l9789,3241r-59,16l9674,3272r-56,16l9567,3304r-50,18l9469,3338r-45,17l9381,3374r-41,17l9301,3410r-38,18l9229,3445r-33,20l9165,3483r-29,19l9110,3521r-24,17l9066,3556r-20,17l9029,3590r-15,19l9000,3626r-12,17l8977,3661r-9,18l8961,3697r-6,17l8951,3731r-2,16l8948,3765r,17l8950,3798r22,-7l8994,3784r24,-6l9043,3772r25,-5l9094,3762r27,-4l9149,3754r28,-2l9206,3749r30,-2l9266,3746r32,-1l9329,3745r34,1l9395,3749r5,-25l9405,3699r3,-25l9411,3649r2,-25l9414,3598r1,-26l9415,3546r-1,-34l9412,3478r-3,-36l9404,3408r17,-9l9439,3389r17,-8l9475,3374r16,-7l9507,3362r15,-4l9535,3354xm9271,4025r17,-23l9304,3977r15,-25l9333,3925r13,-27l9359,3870r11,-30l9380,3810r-33,-3l9316,3804r-30,-1l9257,3802r-28,-1l9202,3801r-26,1l9150,3803r-24,1l9103,3807r-21,2l9061,3812r-19,5l9023,3821r-17,6l8990,3832r-15,5l8962,3844r8,19l8981,3882r12,18l9008,3919r18,18l9045,3955r22,19l9089,3990r25,16l9141,4021r28,15l9198,4049r,1l9191,4057r-19,18l9161,4083r-12,9l9142,4095r-6,3l9130,4101r-5,l9124,4102r-24,-13l9078,4076r-21,-14l9036,4047r-19,-14l9000,4017r-17,-15l8968,3986r-9,-12l8949,3961r-9,-12l8933,3936r-8,-13l8919,3910r-6,-13l8908,3884r-3,3l8902,3890r-8,11l8887,3914r-6,12l8878,3940r-4,13l8873,3967r,14l8875,3997r4,14l8884,4026r7,15l8898,4056r9,15l8918,4088r11,15l8943,4119r26,8l8994,4133r25,3l9043,4138r23,-1l9088,4135r22,-3l9130,4125r21,-7l9170,4109r19,-11l9207,4086r17,-14l9240,4058r16,-16l9271,4025xm7687,1915r2,22l7690,1959r,22l7689,2005r-2,23l7685,2051r-3,25l7679,2101r-5,25l7669,2152r-5,26l7656,2205r-7,27l7641,2260r-10,29l7622,2318r-11,29l7599,2376r-12,31l7573,2437r-14,31l7544,2501r-16,32l7510,2566r-17,32l7474,2633r-20,34l7434,2701r-22,36l7388,2773r-23,37l7340,2846r-29,-18l7282,2811r-27,-19l7228,2774r-25,-20l7177,2736r-24,-21l7129,2696r-24,-22l7083,2652r-22,-21l7039,2607r-20,-24l6998,2558r-19,-26l6960,2505r-19,-27l6923,2450r-17,-29l6887,2389r-17,-31l6853,2324r-17,-35l6819,2253r-17,-39l6786,2175r-18,-42l6752,2090r-17,-45l6718,1998r-17,-48l6684,1899r20,13l6723,1925r19,12l6761,1946r18,10l6796,1964r18,7l6831,1978r16,5l6863,1989r17,3l6895,1995r16,3l6926,1999r15,1l6955,2000r15,l6984,1999r14,-1l7012,1996r29,-4l7068,1984r28,-7l7123,1968r28,-10l7179,1947r49,-18l7280,1913r27,-8l7335,1898r30,-6l7395,1887r31,-4l7458,1882r34,l7528,1885r37,3l7604,1894r41,10l7687,1915xm9593,1915r-2,22l9590,1959r,22l9591,2005r2,23l9595,2051r3,25l9601,2101r5,25l9611,2152r5,26l9624,2205r7,27l9639,2260r10,29l9658,2318r11,29l9681,2376r12,31l9707,2437r14,31l9736,2501r16,32l9770,2566r17,32l9806,2633r20,34l9846,2701r22,36l9892,2773r23,37l9940,2846r29,-18l9998,2811r27,-19l10052,2774r25,-20l10103,2736r24,-21l10151,2696r24,-22l10197,2652r22,-21l10241,2607r20,-24l10282,2558r19,-26l10320,2505r19,-27l10357,2450r17,-29l10393,2389r17,-31l10427,2324r17,-35l10461,2253r17,-39l10494,2175r18,-42l10528,2090r17,-45l10562,1998r17,-48l10596,1899r-20,13l10557,1925r-19,12l10519,1946r-18,10l10484,1964r-18,7l10449,1978r-16,5l10417,1989r-17,3l10385,1995r-16,3l10354,1999r-15,1l10325,2000r-15,l10296,1999r-14,-1l10268,1996r-29,-4l10212,1984r-28,-7l10157,1968r-28,-10l10101,1947r-49,-18l10000,1913r-27,-8l9945,1898r-30,-6l9885,1887r-31,-4l9822,1882r-34,l9752,1885r-37,3l9676,1894r-41,10l9593,1915xe" fillcolor="#f06" stroked="f">
                  <v:fill opacity="44564f" color2="fill lighten(51)" focusposition=".5,.5" focussize="" method="linear sigma" focus="100%" type="gradientRadial"/>
                  <v:path arrowok="t"/>
                  <o:lock v:ext="edit" verticies="t"/>
                </v:shape>
                <v:group id="_x0000_s1305" style="position:absolute;left:3398;top:558;width:406;height:549;mso-position-horizontal-relative:margin" coordsize="7800,12960">
                  <v:shape id="_x0000_s1306" style="position:absolute;left:342;width:7124;height:9040" coordsize="14248,18079" path="m7124,18079r-301,-960l6529,16190r-146,-450l6236,15296r-147,-434l5939,14434r-152,-418l5633,13605r-160,-402l5311,12808r-171,-386l4967,12041r-181,-371l4596,11308r-196,-357l4194,10603r-216,-340l3753,9927,3517,9602,3269,9283,3008,8972,2735,8665,2449,8369,2147,8079,1831,7795,1499,7518,1151,7248,786,6985,402,6728,,6478,305,6070,608,5694,907,5351r297,-316l1496,4748r288,-262l2069,4246r281,-219l2625,3830r273,-182l3163,3483r261,-152l3679,3190r249,-133l4171,2932r239,-118l4638,2697r224,-113l5077,2469r209,-118l5487,2228r195,-128l5867,1962r176,-149l6212,1651r159,-175l6520,1283r141,-211l6792,841,6913,585,7024,306,7124,r101,306l7335,585r121,256l7586,1072r141,211l7876,1476r161,175l8205,1813r175,149l8566,2100r193,128l8960,2351r209,118l9385,2584r223,113l9839,2814r236,118l10318,3057r250,133l10824,3331r259,152l11351,3648r270,182l11897,4027r280,219l12462,4486r289,262l13044,5035r297,316l13641,5694r301,376l14248,6478r-402,250l13462,6985r-366,263l12748,7518r-333,277l12099,8079r-301,290l11513,8665r-274,307l10978,9283r-248,319l10495,9927r-225,336l10054,10603r-206,348l9652,11308r-189,362l9281,12041r-175,381l8938,12808r-164,395l8615,13605r-156,411l8309,14434r-151,428l8011,15296r-146,444l7719,16190r-148,460l7424,17119r-149,476l7124,18079xm7134,17562r-128,-617l6875,16354r-137,-569l6599,15239r-143,-523l6309,14216r-152,-482l5999,13274r-162,-440l5670,12412r-171,-403l5322,11624r-183,-370l4951,10899r-195,-338l4557,10237,4350,9927,4137,9629,3920,9344,3695,9070,3463,8808,3223,8555,2979,8312,2726,8076,2466,7849,2197,7630,1924,7416,1640,7207,1350,7007,1050,6807,744,6611,428,6418,668,6128,907,5860r240,-248l1389,5383r240,-209l1868,4980r240,-178l2348,4635r237,-152l2821,4338r234,-134l3288,4076r457,-241l4192,3603r219,-115l4627,3370r212,-122l5046,3120r203,-133l5448,2845r195,-153l5832,2527r184,-176l6194,2159r172,-209l6533,1725r160,-244l6847,1213,6993,925,7134,612r138,313l7419,1213r154,268l7733,1725r166,225l8072,2159r178,192l8434,2527r188,165l8816,2845r199,142l9220,3120r207,128l9638,3370r215,118l10072,3603r447,232l10978,4076r232,128l11443,4338r237,145l11918,4635r238,167l12396,4980r240,194l12876,5383r241,229l13357,5860r240,268l13837,6418r-315,193l13214,6807r-299,200l12624,7207r-283,209l12065,7630r-267,219l11539,8076r-253,236l11039,8555r-238,253l10570,9070r-226,274l10125,9629r-212,298l9707,10237r-199,324l9314,10899r-188,355l8942,11624r-178,385l8592,12412r-167,422l8265,13274r-157,460l7955,14216r-147,500l7665,15239r-139,546l7392,16354r-132,591l7134,17562xe" fillcolor="#f06" stroked="f">
                    <v:fill opacity="44564f" color2="fill lighten(51)" focusposition=".5,.5" focussize="" method="linear sigma" focus="100%" type="gradientRadial"/>
                    <v:path arrowok="t"/>
                    <o:lock v:ext="edit" verticies="t"/>
                  </v:shape>
                  <v:shape id="_x0000_s1307" style="position:absolute;left:2182;top:977;width:3450;height:4364" coordsize="6899,8728" path="m3451,8728r-67,-317l3316,8105r-70,-292l3175,7531r-74,-269l3024,7005r-77,-248l2866,6520r-85,-227l2697,6076r-89,-209l2517,5668r-94,-189l2326,5297r-99,-175l2125,4955,2018,4795,1908,4643,1796,4495,1681,4354,1561,4218,1438,4089,1313,3962,1183,3841,1049,3724,911,3611,770,3501,624,3392,475,3288,321,3185,162,3084,,2985,123,2836,245,2697,368,2571,493,2454,615,2345r124,-98l861,2154r123,-84l1106,1991r121,-73l1347,1848r120,-66l1702,1659r230,-120l2046,1480r110,-61l2264,1357r109,-66l2477,1223r103,-73l2679,1071r99,-85l2872,896r92,-99l3054,690r85,-117l3222,447r79,-138l3378,162,3451,r71,162l3598,309r78,138l3759,573r85,117l3934,797r90,99l4120,986r97,85l4316,1150r102,73l4523,1291r107,66l4739,1419r110,61l4963,1539r230,120l5428,1782r120,66l5668,1918r121,73l5912,2070r122,84l6157,2247r125,98l6405,2454r123,117l6653,2697r123,139l6899,2985r-162,99l6578,3185r-154,103l6275,3392r-146,109l5988,3611r-137,113l5716,3841r-129,121l5460,4089r-123,129l5217,4354r-115,141l4990,4643r-110,152l4775,4955r-104,167l4572,5297r-97,182l4381,5668r-93,199l4201,6076r-86,217l4032,6520r-81,237l3874,7005r-77,257l3724,7531r-72,282l3583,8105r-68,306l3451,8728xe" fillcolor="#f06" stroked="f">
                    <v:fill opacity="44564f" color2="fill lighten(51)" focusposition=".5,.5" focussize="" method="linear sigma" focus="100%" type="gradientRadial"/>
                    <v:path arrowok="t"/>
                  </v:shape>
                  <v:shape id="_x0000_s1308" style="position:absolute;top:6123;width:3900;height:3079" coordsize="7800,6159" path="m7800,5660r-314,-83l7183,5499r-292,-69l6607,5368r-274,-55l6068,5265r-256,-41l5564,5188r-240,-27l5090,5140r-225,-13l4646,5117r-212,l4228,5120r-201,12l3831,5148r-189,23l3455,5200r-181,34l3095,5274r-175,46l2749,5370r-169,57l2413,5488r-165,67l2086,5627r-164,77l1762,5786r-161,86l1441,5963r-161,97l1118,6159r-79,-175l971,5812,912,5645,864,5482,822,5323,789,5169,762,5018,741,4869,724,4725r-9,-141l705,4446r-5,-137l695,4043r-1,-259l690,3658r-4,-127l679,3405,669,3280,655,3155,635,3031,609,2906,579,2780,538,2655,493,2528,436,2400,371,2271,295,2140,209,2007,110,1872,,1735r175,8l342,1743r159,-8l650,1717r142,-23l927,1662r130,-38l1181,1582r119,-48l1415,1479r112,-59l1635,1359r107,-67l1847,1224r104,-73l2055,1079,2264,926,2481,772r112,-77l2710,618r120,-74l2956,469r130,-71l3223,330r145,-66l3520,202r160,-58l3851,92,4029,43,4218,r15,189l4252,375r23,183l4301,740r31,178l4366,1093r40,175l4450,1440r50,171l4556,1780r61,168l4684,2115r74,167l4839,2449r88,167l5022,2781r102,169l5236,3116r120,169l5484,3455r136,170l5766,3798r156,175l6087,4148r175,179l6448,4508r198,185l6854,4879r218,190l7302,5263r244,198l7800,5660xe" fillcolor="#f06" stroked="f">
                    <v:fill opacity="44564f" color2="fill lighten(51)" focusposition=".5,.5" focussize="" method="linear sigma" focus="100%" type="gradientRadial"/>
                    <v:path arrowok="t"/>
                  </v:shape>
                  <v:shape id="_x0000_s1309" style="position:absolute;left:3902;top:6124;width:3898;height:3081" coordsize="7797,6163" path="m,5659r313,-83l616,5498r293,-69l1191,5367r274,-55l1731,5264r256,-41l2235,5189r240,-27l2707,5140r225,-14l3152,5118r211,-2l3570,5121r200,11l3966,5149r191,22l4342,5200r181,34l4702,5275r175,45l5048,5372r169,57l5384,5490r164,67l5711,5630r162,76l6035,5788r161,86l6356,5967r161,95l6679,6163r78,-177l6825,5813r58,-167l6932,5482r40,-158l7006,5168r28,-151l7055,4868r16,-144l7082,4583r7,-139l7095,4308r5,-266l7102,3783r3,-128l7110,3529r6,-125l7128,3279r13,-125l7160,3030r26,-125l7218,2780r39,-125l7304,2529r55,-128l7424,2271r76,-129l7586,2009r99,-133l7797,1738r-177,9l7455,1747r-159,-10l7147,1721r-142,-25l6868,1666r-129,-39l6616,1583r-120,-49l6381,1481r-112,-58l6160,1359r-107,-66l5950,1225r-106,-73l5742,1079,5531,927,5316,771,5202,695,5087,619,4966,543,4841,470,4708,399,4572,329,4426,264,4275,203,4113,144,3945,91,3767,42,3577,r-16,190l3543,376r-23,183l3494,741r-31,178l3429,1094r-40,175l3345,1440r-50,170l3240,1781r-60,168l3112,2116r-75,167l2958,2448r-88,167l2775,2782r-104,167l2561,3115r-120,169l2313,3454r-136,170l2031,3796r-156,175l1710,4147r-175,179l1349,4507r-197,183l945,4876,726,5068,496,5260,255,5458,,5659xe" fillcolor="#f06" stroked="f">
                    <v:fill opacity="44564f" color2="fill lighten(51)" focusposition=".5,.5" focussize="" method="linear sigma" focus="100%" type="gradientRadial"/>
                    <v:path arrowok="t"/>
                  </v:shape>
                  <v:shape id="_x0000_s1310" style="position:absolute;left:2292;top:8866;width:3225;height:4094" coordsize="6450,8187" path="m3225,l3089,435,2956,857r-68,204l2823,1262r-68,196l2689,1650r-70,191l2549,2026r-73,183l2403,2387r-77,175l2248,2734r-83,169l2079,3068r-89,160l1898,3387r-97,154l1698,3692r-106,149l1478,3985r-117,141l1238,4263r-129,135l971,4531,828,4659,679,4783,520,4905,355,5025,182,5140,,5253r138,186l274,5608r136,157l545,5906r133,131l807,6156r130,108l1065,6363r123,89l1311,6535r120,74l1551,6679r115,63l1780,6802r110,57l1997,6912r103,54l2201,7017r99,52l2394,7123r90,55l2572,7236r84,63l2736,7367r76,73l2885,7520r66,87l3016,7703r58,105l3129,7923r51,126l3225,8187r45,-138l3321,7923r53,-115l3434,7703r63,-96l3565,7520r72,-80l3713,7367r79,-68l3877,7236r87,-58l4055,7123r94,-54l4248,7017r100,-51l4454,6912r106,-53l4671,6802r113,-60l4899,6679r118,-70l5137,6535r124,-83l5385,6363r128,-99l5641,6156r132,-119l5906,5906r132,-141l6175,5608r137,-169l6450,5253,6269,5140,6095,5025,5928,4905,5771,4783,5620,4659,5478,4531,5342,4398,5212,4263,5089,4126,4971,3985,4857,3841,4752,3692,4650,3541r-98,-154l4458,3228r-89,-160l4283,2903r-81,-169l4123,2562r-76,-175l3972,2209r-71,-183l3830,1841r-68,-191l3693,1458r-66,-196l3561,1061,3494,857,3361,435,3225,xm3228,233r-56,280l3112,782r-62,258l2987,1286r-65,238l2856,1751r-70,217l2716,2175r-74,201l2567,2566r-78,183l2408,2924r-82,168l2241,3251r-87,154l2063,3552r-94,141l1874,3828r-99,128l1673,4080r-106,119l1460,4314r-112,110l1233,4531r-116,102l995,4733r-125,97l742,4924r-131,91l475,5106r-139,89l193,5281r109,133l410,5535r109,112l627,5749r109,95l844,5932r109,81l1062,6087r107,72l1276,6224r105,60l1486,6342r208,108l1896,6556r99,53l2092,6661r98,57l2284,6774r90,62l2465,6899r88,70l2638,7042r83,81l2802,7210r80,94l2956,7406r73,110l3099,7636r66,131l3228,7908r64,-141l3358,7636r70,-120l3501,7406r74,-102l3655,7210r81,-87l3818,7042r86,-73l3992,6899r89,-63l4173,6774r94,-56l4363,6661r99,-52l4560,6556r203,-106l4971,6342r103,-58l5181,6224r107,-65l5395,6087r109,-74l5612,5932r109,-88l5829,5749r109,-102l6047,5535r108,-121l6264,5281r-143,-86l5982,5106r-135,-91l5714,4924r-128,-94l5462,4733,5340,4633,5223,4531,5108,4424,4998,4314,4889,4199,4784,4080,4682,3956r-99,-128l4488,3693r-93,-141l4304,3405r-89,-154l4131,3092r-83,-168l3967,2749r-77,-183l3815,2376r-73,-201l3671,1968r-70,-217l3535,1524r-65,-238l3407,1040,3345,782,3287,513,3228,233xe" fillcolor="#f06" stroked="f">
                    <v:fill opacity="44564f" color2="fill lighten(51)" focusposition=".5,.5" focussize="" method="linear sigma" focus="100%" type="gradientRadial"/>
                    <v:path arrowok="t"/>
                    <o:lock v:ext="edit" verticies="t"/>
                  </v:shape>
                </v:group>
                <v:group id="_x0000_s1311" style="position:absolute;left:703;top:705;width:5793;height:8669;mso-position-horizontal:center;mso-position-horizontal-relative:margin;mso-position-vertical:center;mso-position-vertical-relative:margin" coordsize="9345,11070">
                  <v:shape id="_x0000_s1312" style="position:absolute;top:1599;width:609;height:7872" coordsize="1218,15744" path="m289,l260,163,241,319,230,469r-3,142l231,748r12,132l260,1009r23,126l311,1258r32,121l378,1503r37,121l495,1875r83,263l618,2276r39,144l694,2571r33,159l758,2896r26,177l805,3259r16,196l830,3664r2,223l827,4121r-14,250l790,4635r-32,283l715,5215r-55,316l736,5531r70,5l868,5546r58,14l978,5579r45,24l1065,5629r34,30l1130,5694r26,37l1177,5771r16,42l1206,5859r8,47l1218,5954r,50l1215,6057r-5,52l1200,6162r-11,54l1174,6270r-18,54l1137,6378r-21,52l1092,6483r-26,51l1040,6582r-29,49l982,6678r-31,43l921,6762r-32,39l913,6829r19,26l950,6883r17,27l980,6939r11,29l1000,6997r7,30l1011,7057r3,29l1015,7116r-1,31l1011,7177r-4,31l1000,7240r-9,30l982,7302r-11,30l957,7364r-14,31l928,7426r-17,31l892,7487r-19,32l853,7550r-22,30l809,7610r-24,31l761,7670r-27,30l709,7729r-27,30l665,7775r-18,17l629,7807r-18,14l592,7835r-21,13l552,7861r-21,11l552,7883r19,13l592,7909r19,14l629,7937r18,17l665,7969r17,16l709,8015r25,29l761,8074r24,29l809,8134r22,30l853,8194r20,31l892,8257r19,30l928,8319r15,30l957,8381r14,31l982,8443r9,31l1000,8504r7,32l1011,8567r3,30l1015,8628r-1,30l1011,8688r-4,29l1000,8747r-9,29l980,8805r-13,29l950,8861r-18,28l913,8915r-24,28l921,8982r30,41l982,9068r29,45l1040,9162r26,49l1092,9261r24,53l1137,9366r19,54l1174,9474r15,54l1200,9582r10,54l1215,9689r3,51l1218,9790r-4,48l1206,9885r-13,46l1177,9973r-21,40l1130,10050r-31,35l1065,10115r-42,26l978,10165r-52,19l868,10198r-62,10l736,10213r-76,l715,10529r43,299l790,11109r23,264l827,11623r5,236l830,12080r-9,209l805,12485r-21,187l758,12848r-31,166l694,13173r-37,151l618,13468r-40,138l495,13869r-80,251l378,14243r-35,122l311,14486r-28,123l260,14735r-17,129l231,14997r-4,136l230,15275r11,150l260,15581r29,163l232,15651r-44,-96l155,15455r-22,-104l120,15243r-4,-112l119,15015r11,-120l148,14769r23,-130l201,14503r31,-140l308,14066r83,-319l433,13579r41,-175l516,13223r39,-188l590,12841r34,-201l653,12433r23,-216l694,11996r11,-230l709,11528r-4,-245l693,11030r-22,-262l637,10498r-44,-278l539,10193r-51,-30l440,10134r-46,-29l351,10076r-38,-29l275,10020r-33,-29l210,9961r-29,-27l155,9906r-24,-28l109,9851,90,9824,73,9798,58,9773,44,9748,33,9725r-9,-24l17,9679r-7,-21l6,9639,1,9620,,9602r,-17l1,9570r2,-13l6,9545r4,-11l15,9524r6,-8l28,9510r13,-12l57,9488r15,-8l87,9473r15,-6l118,9465r15,-2l148,9463r17,3l180,9469r15,4l212,9479r15,6l242,9492r15,10l272,9512r31,21l330,9557r28,25l384,9610r24,28l430,9667r19,26l467,9719r21,46l513,9813r26,52l567,9916r28,52l621,10018r22,49l661,10110r58,9l770,10122r47,-4l859,10110r36,-14l926,10076r28,-23l976,10025r20,-30l1011,9959r10,-38l1029,9881r4,-44l1034,9791r-1,-47l1029,9696r-7,-50l1012,9595r-9,-50l990,9492r-15,-49l960,9391r-17,-49l926,9293r-17,-47l889,9202r-19,-43l852,9119r-20,-38l814,9048r-18,-30l780,8990r-31,3l718,8991r-31,-1l657,8986r-29,-7l599,8972r-29,-10l542,8951r-26,-11l490,8926r-25,-13l441,8897r-23,-15l395,8866r-20,-18l355,8830r-18,-18l321,8794r-15,-20l292,8756r-13,-18l268,8720r-8,-18l252,8684r-6,-16l243,8651r-2,-15l242,8622r1,-14l248,8596r6,-11l264,8575r17,-13l299,8553r19,-6l337,8543r21,-1l380,8545r22,2l425,8554r23,8l472,8572r23,11l519,8596r23,14l566,8625r22,15l611,8657r43,34l696,8724r36,34l765,8788r47,47l830,8853r22,-12l871,8825r17,-16l900,8789r11,-22l918,8742r4,-25l924,8688r-2,-29l918,8629r-5,-33l904,8562r-11,-33l881,8493r-15,-36l849,8421r-18,-36l812,8348r-22,-36l767,8276r-24,-36l718,8204r-27,-34l664,8136r-28,-33l607,8073r-30,-31l546,8013r-30,-26l485,7962r-31,-22l423,7919r-10,3l400,7923r-18,3l360,7929r-24,1l310,7930r-27,2l256,7930r-28,-1l202,7925r-24,-5l156,7915r-9,-4l138,7907r-8,-5l123,7897r-5,-6l113,7886r-4,-7l108,7872r3,-7l113,7858r5,-5l124,7847r6,-5l138,7837r10,-4l158,7829r20,-5l203,7818r25,-3l254,7814r28,-2l308,7812r27,2l358,7815r22,3l398,7819r15,3l423,7825r31,-21l485,7782r31,-25l548,7729r29,-27l607,7671r29,-30l664,7608r27,-34l718,7540r25,-36l767,7468r23,-36l812,7396r19,-37l849,7323r17,-36l881,7251r12,-36l904,7182r9,-34l918,7115r4,-30l924,7056r-2,-29l918,7002r-7,-25l900,6955r-12,-20l871,6919r-19,-16l830,6891r-18,18l765,6956r-33,30l696,7020r-42,33l611,7087r-23,17l566,7119r-24,15l519,7148r-24,13l472,7172r-24,10l425,7190r-23,7l380,7201r-22,1l337,7201r-19,-4l299,7191r-18,-9l264,7169r-10,-10l248,7148r-5,-12l242,7122r-1,-14l243,7093r3,-17l252,7060r8,-18l268,7025r11,-19l292,6988r14,-18l321,6950r16,-18l355,6914r20,-18l395,6880r23,-18l441,6847r24,-16l490,6818r26,-14l542,6793r28,-11l599,6772r29,-7l657,6758r30,-4l718,6753r31,-2l780,6754r16,-26l814,6697r18,-34l852,6625r18,-40l889,6542r20,-44l926,6451r17,-49l960,6353r15,-50l990,6252r13,-52l1012,6149r10,-51l1029,6048r4,-48l1034,5953r-1,-46l1029,5864r-8,-41l1011,5785r-15,-36l976,5719r-22,-28l926,5668r-31,-20l859,5634r-42,-8l770,5623r-51,2l661,5634r-18,45l621,5726r-26,50l567,5828r-28,51l513,5931r-25,48l467,6025r-18,26l430,6077r-22,29l384,6134r-26,28l330,6187r-27,25l272,6232r-15,10l242,6252r-15,7l212,6265r-17,6l180,6275r-15,3l148,6281r-15,l118,6279r-16,-2l87,6271r-15,-7l57,6256,41,6246,28,6234r-7,-6l15,6220r-5,-10l6,6200,3,6188,1,6174,,6159r,-17l1,6124r5,-19l10,6086r7,-21l24,6043r9,-24l44,5996r14,-25l73,5946r17,-26l109,5893r22,-27l155,5839r26,-29l210,5783r32,-30l275,5726r38,-29l351,5668r43,-29l440,5610r48,-29l539,5551r54,-27l637,5246r34,-270l693,4714r12,-253l709,4216r-4,-236l694,3748,676,3527,653,3311,624,3104,590,2903,555,2709,516,2521,474,2340,433,2165,391,1997,308,1678,232,1381,201,1241,171,1105,148,975,130,849,119,729,116,613r4,-112l133,393,155,289,188,189,232,93,289,xm134,7872r-1,4l134,7879r3,4l141,7886r10,4l166,7894r18,3l203,7898r24,2l250,7900r25,l301,7898r25,-2l350,7893r23,-3l394,7886r18,-6l427,7876r-15,-8l394,7862r-21,-5l351,7853r-23,-3l303,7847r-25,-1l253,7844r-23,2l207,7846r-19,2l170,7851r-15,4l144,7860r-4,2l137,7865r-3,4l134,7872xm534,10080r-20,-13l462,10029r-33,-26l390,9974r-40,-33l310,9905r-40,-38l231,9830r-18,-19l195,9791r-15,-19l165,9753r-13,-20l141,9715r-10,-18l123,9679r-4,-16l116,9646r,-15l118,9617r5,-13l130,9595r8,-6l148,9586r10,l170,9588r14,5l198,9600r15,10l228,9622r17,13l263,9652r16,16l297,9686r18,19l333,9726r35,45l402,9818r32,47l465,9913r12,24l490,9960r11,22l510,10004r9,21l525,10044r5,20l534,10080xm347,8646r,9l347,8665r3,10l354,8686r6,11l365,8708r8,12l382,8731r9,11l402,8753r11,13l426,8777r26,21l481,8818r32,20l545,8854r16,7l579,8868r17,6l613,8878r16,4l646,8885r16,3l679,8889r15,l709,8888r16,-3l740,8881r-6,-10l727,8860r-8,-11l709,8836r-22,-26l660,8784r-29,-28l599,8729r-33,-27l531,8677r-33,-20l466,8637r-17,-7l436,8623r-14,-5l408,8615r-13,-3l384,8611r-9,1l366,8615r-6,4l353,8626r-3,8l347,8646xm534,5664r-20,13l462,5715r-33,26l390,5770r-40,33l310,5839r-40,38l231,5914r-18,19l195,5953r-15,19l165,5991r-13,20l141,6029r-10,18l123,6065r-4,16l116,6098r,15l118,6127r5,13l130,6149r8,6l148,6158r10,1l170,6156r14,-5l198,6144r15,-10l228,6122r17,-13l263,6094r16,-18l297,6058r18,-19l333,6018r35,-45l402,5926r32,-47l465,5831r12,-24l490,5784r11,-22l510,5740r9,-21l525,5700r5,-20l534,5664xm347,7100r,-10l347,7079r3,-10l354,7058r6,-11l365,7036r8,-11l382,7013r9,-11l402,6991r11,-13l426,6967r26,-21l481,6926r32,-20l545,6890r16,-7l579,6876r17,-6l613,6866r16,-4l646,6859r16,-3l679,6855r15,1l709,6856r16,3l740,6863r-6,10l727,6884r-8,11l709,6908r-22,26l660,6960r-29,28l599,7015r-33,27l531,7067r-33,20l466,7107r-17,7l436,7121r-14,5l408,7129r-13,3l384,7133r-9,-1l366,7129r-6,-4l353,7118r-3,-8l347,7100xe" fillcolor="#f06" stroked="f">
                    <v:fill opacity="44564f" color2="fill lighten(51)" focusposition=".5,.5" focussize="" method="linear sigma" focus="100%" type="gradientRadial"/>
                    <v:path arrowok="t"/>
                    <o:lock v:ext="edit" verticies="t"/>
                  </v:shape>
                  <v:shape id="_x0000_s1313" style="position:absolute;width:4392;height:11070" coordsize="8784,22140" path="m162,11070r94,205l332,11482r59,212l436,11909r30,218l484,12347r6,223l485,12794r-15,226l449,13245r-29,229l386,13701r-38,228l307,14156r-43,225l220,14607r-43,223l137,15052r-39,219l65,15487r-28,214l17,15910,4,16117,,16319r7,197l26,16709r32,187l104,17077r62,176l243,17421r97,162l456,17738r-8,57l440,17855r-7,59l427,17976r-4,64l419,18105r-3,66l415,18238r-2,69l415,18376r1,71l420,18517r6,72l431,18663r9,73l449,18809r13,74l474,18957r16,74l507,19105r18,75l546,19253r24,75l595,19402r27,73l653,19547r31,73l719,19691r37,70l795,19831r42,69l882,19968r-116,33l662,20037r-91,40l491,20120r-69,45l362,20212r-49,50l271,20315r-32,54l216,20424r-15,57l192,20538r-1,58l195,20654r11,59l223,20771r20,59l268,20886r29,57l329,20998r36,54l402,21105r40,51l483,21203r42,47l567,21293r43,40l651,21369r42,35l732,21433r37,26l803,21480r164,89l1128,21643r165,64l1457,21761r165,43l1787,21837r167,26l2120,21881r169,10l2457,21896r169,-1l2796,21890r170,-10l3139,21866r171,-15l3485,21833r348,-36l4187,21761r177,-15l4544,21733r180,-8l4905,21719r181,l5268,21725r184,12l5638,21757r186,26l6011,21819r190,46l6390,21920r62,19l6520,21957r70,20l6665,21996r78,18l6824,22032r83,17l6991,22064r88,15l7167,22093r90,11l7347,22115r91,8l7528,22132r91,4l7709,22139r89,1l7885,22139r87,-5l8055,22128r81,-10l8217,22105r74,-16l8365,22069r69,-22l8499,22021r59,-29l8615,21957r50,-37l8710,21878r40,-47l8784,21782r-67,52l8644,21880r-82,39l8475,21950r-92,25l8284,21995r-103,14l8071,22018r-112,4l7845,22021r-119,-4l7604,22009r-124,-13l7355,21982r-127,-18l7101,21944r-128,-21l6846,21899r-127,-25l6595,21849r-245,-52l6115,21746r-220,-49l5694,21657r-92,-18l5515,21625r-81,-11l5361,21606r-86,-4l5181,21600r-102,3l4971,21610r-113,8l4736,21629r-126,14l4480,21657r-276,32l3912,21721r-149,15l3609,21750r-156,12l3297,21772r-159,8l2977,21784r-160,2l2656,21783r-160,-8l2337,21764r-159,-18l2020,21723r-155,-29l1712,21658r-151,-42l1413,21566r-144,-58l1128,21441r-135,-75l861,21282r-67,-43l732,21194r-59,-48l619,21097r-48,-49l527,20997r-39,-51l454,20893r-29,-52l400,20789r-21,-52l362,20684r-11,-51l344,20583r-2,-50l344,20485r7,-47l362,20394r16,-45l398,20309r25,-40l452,20233r33,-33l523,20170r41,-28l611,20117r50,-19l716,20081r58,-14l838,20059r68,-3l978,20056r38,61l1055,20175r39,55l1131,20283r37,50l1204,20380r38,46l1276,20467r36,40l1345,20545r35,34l1413,20611r32,30l1477,20669r30,26l1538,20719r29,21l1594,20759r28,17l1648,20791r25,14l1698,20816r24,8l1744,20832r20,6l1785,20841r18,2l1821,20843r17,-1l1853,20839r14,-4l1881,20830r20,-23l1917,20784r9,-26l1932,20731r1,-29l1930,20673r-8,-30l1911,20611r-15,-32l1878,20546r-22,-33l1832,20480r-27,-34l1774,20413r-32,-35l1708,20345r-36,-32l1633,20280r-39,-30l1553,20219r-42,-30l1470,20161r-43,-27l1384,20107r-43,-23l1298,20062r-42,-21l1214,20023r-40,-17l1134,19992r-39,-11l1058,19972r-32,-47l996,19875r-32,-50l933,19772r-30,-52l874,19664r-29,-55l817,19552r-27,-58l763,19433r-25,-60l714,19310r-24,-63l668,19180r-21,-66l626,19045r-18,-70l592,18903r-17,-72l561,18757r-12,-76l539,18603r-9,-80l523,18443r-6,-83l514,18277r-1,-86l513,18104r3,-90l521,17922r9,-91l539,17737r29,7l597,17749r28,2l651,17751r24,-3l698,17742r22,-8l743,17726r19,-13l780,17701r16,-14l813,17670r14,-16l841,17636r12,-19l863,17597r10,-19l881,17557r7,-19l893,17517r6,-21l902,17477r1,-20l904,17438r-1,-18l902,17403r-3,-15l895,17373r-6,-12l882,17349r-8,-9l866,17333r-17,-10l834,17316r-15,-5l805,17307r-15,-3l774,17304r-13,1l747,17308r-14,3l719,17316r-14,7l693,17331r-14,9l667,17351r-13,11l643,17374r-12,13l619,17401r-11,15l597,17432r-19,34l559,17500r-17,38l525,17576r-13,39l501,17655,390,17500r-89,-162l231,17171r-53,-172l144,16821r-21,-181l115,16453r5,-191l136,16065r24,-198l194,15664r38,-205l277,15250r48,-211l375,14825r50,-215l474,14391r49,-219l566,13951r40,-223l637,13505r25,-222l678,13058r4,-224l675,12610r-21,-223l618,12165r-52,-222l495,11722r-90,-219l295,11286,162,11070xm162,11070r94,-205l332,10658r59,-212l436,10231r30,-217l484,9793r6,-222l485,9346,470,9120,449,8895,420,8666,386,8439,348,8211,307,7984,264,7759,220,7533,177,7310,137,7089,98,6869,65,6653,37,6440,17,6230,4,6023,,5821,7,5624,26,5431,58,5244r46,-181l166,4887r77,-168l340,4557,456,4402r-8,-57l440,4285r-7,-59l427,4164r-4,-64l419,4035r-3,-66l415,3902r-2,-69l415,3764r1,-71l420,3623r6,-72l431,3477r9,-73l449,3331r13,-74l474,3183r16,-74l507,3035r18,-75l546,2887r24,-75l595,2738r27,-73l653,2593r31,-72l719,2449r37,-70l795,2309r42,-69l882,2172,766,2139,662,2103r-91,-40l491,2020r-69,-44l362,1928r-49,-50l271,1825r-32,-54l216,1716r-15,-57l192,1602r-1,-58l195,1486r11,-59l223,1369r20,-59l268,1254r29,-57l329,1142r36,-54l402,1035r40,-51l483,937r42,-47l567,847r43,-40l651,771r42,-35l732,707r37,-26l803,660,967,573r161,-76l1293,433r164,-52l1622,336r165,-33l1954,277r166,-17l2289,249r168,-5l2626,245r170,5l2966,260r173,14l3310,289r175,18l3833,343r354,36l4364,394r180,13l4724,415r181,6l5086,421r182,-6l5452,403r186,-20l5824,357r187,-36l6201,275r189,-55l6452,201r68,-18l6590,163r75,-19l6743,126r81,-18l6907,91r84,-15l7079,61r88,-14l7257,36r90,-11l7438,17r90,-9l7619,4r90,-3l7798,r87,1l7972,6r83,6l8136,22r81,13l8291,51r74,20l8434,93r65,26l8558,148r57,35l8665,220r45,42l8750,309r34,49l8717,306r-73,-46l8562,221r-87,-31l8383,165r-99,-20l8181,131r-110,-9l7959,118r-114,1l7726,123r-122,8l7480,144r-125,15l7228,176r-127,20l6973,217r-127,24l6719,266r-124,26l6350,343r-235,51l5895,443r-201,40l5602,501r-87,14l5434,526r-73,8l5275,538r-94,2l5079,537r-108,-7l4858,522,4736,511,4610,497,4480,483,4204,451,3912,419,3763,404,3609,390,3453,378,3297,368r-159,-8l2977,356r-160,-2l2656,357r-160,8l2337,376r-159,18l2020,417r-155,29l1712,482r-151,42l1413,574r-144,58l1128,699,993,774,861,858r-67,43l732,946r-59,48l619,1043r-48,50l527,1143r-39,51l454,1247r-29,52l400,1351r-21,52l362,1456r-11,51l344,1557r-2,50l344,1655r7,47l362,1746r16,45l398,1831r25,40l452,1907r33,33l523,1970r41,28l611,2023r50,19l716,2059r58,14l838,2081r68,3l978,2084r38,-61l1055,1965r39,-55l1131,1857r37,-50l1204,1760r38,-46l1276,1673r36,-40l1345,1595r35,-34l1413,1529r32,-30l1477,1471r30,-26l1538,1421r29,-21l1594,1381r28,-17l1648,1349r25,-14l1698,1324r24,-8l1744,1308r20,-6l1785,1299r18,-2l1821,1297r17,1l1853,1301r14,4l1881,1310r20,23l1917,1356r9,26l1932,1409r1,29l1930,1467r-8,30l1911,1529r-15,32l1878,1594r-22,33l1832,1661r-27,33l1774,1727r-32,35l1708,1795r-36,32l1633,1860r-39,30l1553,1921r-42,30l1470,1979r-43,27l1384,2033r-43,23l1298,2078r-42,21l1214,2117r-40,17l1134,2148r-39,11l1058,2168r-32,47l996,2265r-32,50l933,2368r-30,52l874,2476r-29,55l817,2588r-27,58l763,2707r-25,61l714,2830r-24,63l668,2960r-21,66l626,3095r-18,70l592,3237r-17,73l561,3383r-12,76l539,3537r-9,80l523,3697r-6,83l514,3863r-1,86l513,4038r3,88l521,4218r9,91l539,4403r29,-7l597,4391r28,-2l651,4389r24,3l698,4398r22,8l743,4414r19,13l780,4439r16,14l813,4470r14,16l841,4504r12,19l863,4543r10,19l881,4583r7,19l893,4623r6,21l902,4663r1,20l904,4702r-1,18l902,4737r-3,15l895,4767r-6,12l882,4791r-8,9l866,4807r-17,10l834,4824r-15,5l805,4833r-15,3l774,4836r-13,-1l747,4833r-14,-4l719,4824r-14,-7l693,4809r-14,-9l667,4789r-13,-11l643,4766r-12,-13l619,4739r-11,-15l597,4708r-19,-34l559,4640r-17,-38l525,4564r-13,-39l501,4485,390,4640r-89,162l231,4969r-53,172l144,5319r-21,181l115,5687r5,193l136,6075r24,198l194,6476r38,205l277,6890r48,211l375,7315r50,215l474,7749r49,220l566,8189r40,223l637,8635r25,222l678,9082r4,224l675,9530r-21,223l618,9975r-52,223l495,10418r-90,219l295,10854r-133,216xm560,4463r1,15l564,4493r4,17l572,4525r13,32l599,4589r16,31l635,4649r20,28l676,4703r22,24l720,4746r12,9l743,4761r11,7l763,4773r11,4l784,4779r10,2l803,4781r9,-3l820,4775r7,-5l834,4763r3,-8l838,4743r1,-9l839,4721r-1,-25l834,4670r-8,-28l816,4613r-7,-13l802,4586r-7,-14l787,4559r-10,-13l767,4533r-9,-11l747,4511r-13,-11l722,4492r-13,-9l696,4475r-16,-7l665,4464r-15,-4l633,4457r-18,-1l597,4457r-18,1l560,4463xm1126,2047r7,-16l1142,2012r11,-21l1168,1969r17,-25l1203,1918r21,-28l1245,1863r48,-60l1345,1744r56,-60l1457,1626r28,-28l1513,1572r29,-25l1568,1525r28,-21l1621,1485r25,-17l1669,1454r22,-11l1712,1435r19,-4l1748,1429r15,3l1776,1439r9,11l1792,1465r1,18l1793,1501r-2,20l1785,1540r-5,21l1771,1582r-9,20l1751,1625r-14,22l1723,1667r-17,23l1688,1712r-18,22l1650,1756r-21,22l1605,1799r-23,21l1557,1840r-26,21l1504,1881r-27,19l1448,1918r-29,18l1388,1952r-31,17l1325,1983r-32,14l1260,2009r-33,11l1193,2031r-34,9l1126,2047xm560,17677r1,-15l564,17647r4,-17l572,17615r13,-32l599,17551r16,-31l635,17491r20,-28l676,17437r22,-24l720,17394r12,-9l743,17379r11,-7l763,17367r11,-4l784,17361r10,-2l803,17359r9,3l820,17365r7,5l834,17377r3,8l838,17397r1,11l839,17419r-1,25l834,17470r-8,28l816,17527r-7,13l802,17554r-7,14l787,17581r-10,13l767,17607r-9,11l747,17629r-13,11l722,17648r-13,10l696,17665r-16,7l665,17676r-15,4l633,17683r-18,1l597,17683r-18,-1l560,17677xm1126,20093r7,16l1142,20128r11,21l1168,20171r17,25l1203,20222r21,28l1245,20277r48,60l1345,20396r56,60l1457,20514r28,28l1513,20568r29,25l1568,20615r28,21l1621,20655r25,17l1669,20686r22,11l1712,20705r19,4l1748,20711r15,-3l1776,20701r9,-11l1792,20675r1,-18l1793,20639r-2,-20l1785,20600r-5,-21l1771,20558r-9,-20l1751,20515r-14,-20l1723,20473r-17,-23l1688,20428r-18,-22l1650,20384r-21,-22l1605,20341r-23,-21l1557,20300r-26,-21l1504,20259r-27,-19l1448,20222r-29,-18l1388,20188r-31,-16l1325,20157r-32,-14l1260,20131r-33,-11l1193,20109r-34,-9l1126,20093xe" fillcolor="#f06" stroked="f">
                    <v:fill opacity="44564f" color2="fill lighten(51)" focusposition=".5,.5" focussize="" method="linear sigma" focus="100%" type="gradientRadial"/>
                    <v:path arrowok="t"/>
                    <o:lock v:ext="edit" verticies="t"/>
                  </v:shape>
                  <v:shape id="_x0000_s1314" style="position:absolute;left:8736;top:1599;width:609;height:7872" coordsize="1218,15744" path="m929,r29,163l977,319r11,150l991,611r-4,137l975,880r-17,129l935,1135r-28,123l875,1379r-35,124l803,1624r-80,251l640,2138r-40,138l561,2420r-37,151l491,2730r-31,166l434,3073r-21,186l397,3455r-9,209l386,3887r5,234l405,4371r23,264l460,4918r43,297l558,5531r-76,l412,5536r-62,10l292,5560r-52,19l193,5603r-40,26l119,5659r-31,35l62,5731r-21,40l25,5813r-13,46l4,5906,,5954r,50l3,6057r5,52l18,6162r11,54l44,6270r18,54l81,6378r21,52l126,6483r26,51l178,6582r29,49l236,6678r31,43l297,6762r32,39l305,6829r-19,26l267,6883r-16,27l238,6939r-11,29l218,6997r-7,30l206,7057r-3,29l203,7116r1,31l207,7177r4,31l218,7240r9,30l236,7302r11,30l260,7364r15,31l290,7426r17,31l325,7487r19,32l365,7550r22,30l409,7610r24,31l457,7670r25,30l509,7729r27,30l553,7775r16,17l589,7807r18,14l626,7835r21,13l666,7861r21,11l666,7883r-19,13l626,7909r-19,14l589,7937r-20,17l553,7969r-17,16l509,8015r-27,29l457,8074r-24,29l409,8134r-22,30l365,8194r-21,31l325,8257r-18,30l290,8319r-15,30l260,8381r-13,31l236,8443r-9,31l218,8504r-7,32l207,8567r-3,30l203,8628r,30l206,8688r5,29l218,8747r9,29l238,8805r13,29l267,8861r19,28l305,8915r24,28l297,8982r-30,41l236,9068r-29,45l178,9162r-26,49l126,9261r-24,53l81,9366r-19,54l44,9474r-15,54l18,9582,8,9636r-5,53l,9740r,50l4,9838r8,47l25,9931r16,42l62,10013r26,37l119,10085r34,30l193,10141r47,24l292,10184r58,14l412,10208r70,5l558,10213r-55,316l460,10828r-32,281l405,11373r-14,250l386,11859r2,221l397,12289r16,196l434,12672r26,176l491,13014r33,159l561,13324r39,144l640,13606r83,263l803,14120r37,123l875,14365r32,121l935,14609r23,126l975,14864r12,133l991,15133r-3,142l977,15425r-19,156l929,15744r57,-93l1030,15555r32,-100l1085,15351r13,-108l1102,15131r-3,-116l1087,14895r-17,-126l1047,14639r-30,-136l984,14363r-74,-297l827,13747r-42,-168l742,13404r-40,-181l663,13035r-35,-194l594,12640r-29,-207l542,12217r-18,-221l513,11766r-4,-238l513,11283r12,-253l547,10768r34,-270l625,10220r54,-27l730,10163r48,-29l824,10105r43,-29l905,10047r38,-27l976,9991r32,-30l1037,9934r26,-28l1087,9878r22,-27l1128,9824r17,-26l1160,9773r14,-25l1185,9725r9,-24l1201,9679r7,-21l1212,9639r3,-19l1218,9602r,-17l1217,9570r-2,-13l1212,9545r-4,-11l1203,9524r-6,-8l1190,9510r-13,-12l1161,9488r-15,-8l1131,9473r-15,-6l1100,9465r-15,-2l1070,9463r-17,3l1038,9469r-15,4l1006,9479r-15,6l976,9492r-15,10l946,9512r-31,21l888,9557r-28,25l834,9610r-24,28l788,9667r-19,26l751,9719r-21,46l705,9813r-26,52l651,9916r-28,52l597,10018r-22,49l557,10110r-58,9l448,10122r-47,-4l359,10110r-37,-14l292,10076r-28,-23l242,10025r-20,-30l207,9959r-11,-38l189,9881r-4,-44l184,9791r1,-47l189,9696r7,-50l206,9595r9,-50l228,9492r15,-49l258,9391r17,-49l292,9293r17,-47l329,9202r18,-43l366,9119r20,-38l404,9048r16,-30l438,8990r31,3l500,8991r31,-1l561,8986r29,-7l619,8972r29,-10l676,8951r26,-11l728,8926r25,-13l777,8897r23,-15l823,8866r20,-18l863,8830r18,-18l897,8794r15,-20l926,8756r13,-18l950,8720r8,-18l966,8684r6,-16l975,8651r2,-15l976,8622r-1,-14l970,8596r-6,-11l954,8575r-17,-13l919,8553r-19,-6l881,8543r-21,-1l838,8545r-22,2l793,8554r-23,8l746,8572r-23,11l699,8596r-23,14l652,8625r-22,15l607,8657r-43,34l522,8724r-36,34l453,8788r-47,47l388,8853r-22,-12l347,8825r-17,-16l316,8789r-9,-22l300,8742r-4,-25l294,8688r2,-29l300,8629r5,-33l314,8562r11,-33l337,8493r15,-36l369,8421r18,-36l406,8348r22,-36l451,8276r24,-36l500,8204r27,-34l554,8136r28,-33l611,8073r30,-31l670,8013r32,-26l733,7962r30,-22l795,7919r10,3l818,7923r18,3l858,7929r24,1l908,7930r27,2l962,7930r28,-1l1016,7925r24,-5l1062,7915r9,-4l1080,7907r8,-5l1095,7897r5,-6l1105,7886r2,-7l1110,7872r-3,-7l1105,7858r-5,-5l1094,7847r-7,-5l1080,7837r-10,-4l1060,7829r-20,-5l1015,7818r-25,-3l964,7814r-28,-2l910,7812r-27,2l860,7815r-22,3l820,7819r-15,3l795,7825r-32,-21l733,7782r-31,-25l670,7729r-29,-27l611,7671r-29,-30l554,7608r-27,-34l500,7540r-25,-36l451,7468r-23,-36l406,7396r-19,-37l369,7323r-17,-36l337,7251r-12,-36l314,7182r-9,-34l300,7115r-4,-30l294,7056r2,-29l300,7002r7,-25l316,6955r14,-20l347,6919r19,-16l388,6891r18,18l453,6956r33,30l522,7020r42,33l607,7087r23,17l652,7119r24,15l699,7148r24,13l746,7172r24,10l793,7190r23,7l838,7201r22,1l881,7201r19,-4l919,7191r18,-9l954,7169r10,-10l970,7148r5,-12l976,7122r1,-14l975,7093r-3,-17l966,7060r-8,-18l950,7025r-11,-19l926,6988r-14,-18l897,6950r-16,-18l863,6914r-20,-18l823,6880r-23,-18l777,6847r-24,-16l728,6818r-26,-14l676,6793r-28,-11l619,6772r-29,-7l561,6758r-30,-4l500,6753r-31,-2l438,6754r-18,-26l404,6697r-18,-34l366,6625r-19,-40l329,6542r-20,-44l292,6451r-17,-49l258,6353r-15,-50l228,6252r-13,-52l206,6149r-10,-51l189,6048r-4,-48l184,5953r1,-46l189,5864r7,-41l207,5785r15,-36l242,5719r22,-28l292,5668r30,-20l359,5634r42,-8l448,5623r51,2l557,5634r18,45l597,5726r26,50l651,5828r28,51l705,5931r25,48l751,6025r18,26l788,6077r22,29l834,6134r26,28l888,6187r27,25l946,6232r15,10l976,6252r15,7l1006,6265r17,6l1038,6275r15,3l1070,6281r15,l1100,6279r16,-2l1131,6271r15,-7l1161,6256r16,-10l1190,6234r7,-6l1203,6220r5,-10l1212,6200r3,-12l1217,6174r1,-15l1218,6142r-3,-18l1212,6105r-4,-19l1201,6065r-7,-22l1185,6019r-11,-23l1160,5971r-15,-25l1128,5920r-19,-27l1087,5866r-24,-27l1037,5810r-29,-27l976,5753r-33,-27l905,5697r-38,-29l824,5639r-46,-29l730,5581r-51,-30l625,5524,581,5246,547,4976,525,4714,513,4461r-4,-245l513,3980r11,-232l542,3527r23,-216l594,3104r34,-201l663,2709r39,-188l742,2340r43,-175l827,1997r83,-319l984,1381r33,-140l1047,1105r23,-130l1087,849r12,-120l1102,613r-4,-112l1085,393,1062,289,1030,189,986,93,929,xm1084,7872r1,4l1084,7879r-3,4l1077,7886r-10,4l1052,7894r-18,3l1015,7898r-24,2l968,7900r-25,l917,7898r-25,-2l868,7893r-23,-3l824,7886r-18,-6l791,7876r15,-8l824,7862r21,-5l867,7853r23,-3l915,7847r25,-1l964,7844r23,2l1011,7846r19,2l1048,7851r15,4l1074,7860r4,2l1081,7865r3,4l1084,7872xm684,10080r20,-13l756,10029r33,-26l828,9974r40,-33l908,9905r40,-38l987,9830r18,-19l1023,9791r15,-19l1053,9753r13,-20l1077,9715r10,-18l1095,9679r4,-16l1102,9646r,-15l1100,9617r-5,-13l1088,9595r-8,-6l1070,9586r-11,l1048,9588r-14,5l1020,9600r-15,10l990,9622r-17,13l955,9652r-16,16l921,9686r-18,19l885,9726r-35,45l816,9818r-32,47l753,9913r-12,24l728,9960r-11,22l708,10004r-9,21l693,10044r-5,20l684,10080xm871,8646r,9l871,8665r-3,10l864,8686r-6,11l853,8708r-8,12l836,8731r-9,11l816,8753r-11,13l792,8777r-26,21l737,8818r-32,20l673,8854r-18,7l639,8868r-17,6l605,8878r-16,4l572,8885r-16,3l539,8889r-15,l509,8888r-16,-3l478,8881r6,-10l491,8860r8,-11l509,8836r22,-26l557,8784r30,-28l619,8729r33,-27l687,8677r33,-20l752,8637r17,-7l782,8623r14,-5l810,8615r13,-3l834,8611r9,1l852,8615r6,4l864,8626r4,8l871,8646xm684,5664r20,13l756,5715r33,26l828,5770r40,33l908,5839r40,38l987,5914r18,19l1023,5953r15,19l1053,5991r13,20l1077,6029r10,18l1095,6065r4,16l1102,6098r,15l1100,6127r-5,13l1088,6149r-8,6l1070,6158r-11,1l1048,6156r-14,-5l1020,6144r-15,-10l990,6122r-17,-13l955,6094r-16,-18l921,6058r-18,-19l885,6018r-35,-45l816,5926r-32,-47l753,5831r-12,-24l728,5784r-11,-22l708,5740r-9,-21l693,5700r-5,-20l684,5664xm871,7100r,-10l871,7079r-3,-10l864,7058r-6,-11l853,7036r-8,-11l836,7013r-9,-11l816,6991r-11,-13l792,6967r-26,-21l737,6926r-32,-20l673,6890r-18,-7l639,6876r-17,-6l605,6866r-16,-4l572,6859r-16,-3l539,6855r-15,1l509,6856r-16,3l478,6863r6,10l491,6884r8,11l509,6908r22,26l557,6960r30,28l619,7015r33,27l687,7067r33,20l752,7107r17,7l782,7121r14,5l810,7129r13,3l834,7133r9,-1l852,7129r6,-4l864,7118r4,-8l871,7100xe" fillcolor="#f06" stroked="f">
                    <v:fill opacity="44564f" color2="fill lighten(51)" focusposition=".5,.5" focussize="" method="linear sigma" focus="100%" type="gradientRadial"/>
                    <v:path arrowok="t"/>
                    <o:lock v:ext="edit" verticies="t"/>
                  </v:shape>
                  <v:shape id="_x0000_s1315" style="position:absolute;left:4953;width:4392;height:11070" coordsize="8784,22140" path="m8622,11070r-94,205l8452,11482r-59,212l8348,11909r-30,218l8300,12347r-6,223l8299,12794r13,226l8335,13245r29,229l8398,13701r38,228l8477,14156r43,225l8564,14607r43,223l8647,15052r39,219l8719,15487r28,214l8767,15910r13,207l8784,16319r-7,197l8758,16709r-32,187l8680,17077r-62,176l8541,17421r-97,162l8328,17738r8,57l8344,17855r7,59l8357,17976r4,64l8365,18105r3,66l8369,18238r2,69l8369,18376r-3,71l8364,18517r-6,72l8353,18663r-9,73l8335,18809r-13,74l8310,18957r-16,74l8277,19105r-18,75l8238,19253r-24,75l8189,19402r-27,73l8131,19547r-31,73l8065,19691r-37,70l7989,19831r-43,69l7902,19968r116,33l8120,20037r93,40l8293,20120r69,45l8422,20212r49,50l8513,20315r32,54l8568,20424r15,57l8592,20538r1,58l8588,20654r-10,59l8561,20771r-20,59l8516,20886r-29,57l8455,20998r-36,54l8382,21105r-40,51l8300,21203r-41,47l8216,21293r-42,40l8133,21369r-42,35l8052,21433r-37,26l7981,21480r-164,89l7656,21643r-165,64l7327,21761r-165,43l6997,21837r-167,26l6664,21881r-169,10l6327,21896r-169,-1l5988,21890r-170,-10l5645,21866r-171,-15l5299,21833r-348,-36l4597,21761r-177,-15l4240,21733r-180,-8l3879,21719r-181,l3516,21725r-184,12l3146,21757r-186,26l2773,21819r-190,46l2394,21920r-62,19l2264,21957r-70,20l2119,21996r-78,18l1960,22032r-83,17l1793,22064r-88,15l1617,22093r-90,11l1437,22115r-91,8l1256,22132r-91,4l1075,22139r-89,1l898,22139r-86,-5l729,22128r-83,-10l567,22105r-76,-16l419,22069r-69,-22l285,22021r-61,-29l169,21957r-50,-37l74,21878r-40,-47l,21782r67,52l140,21880r82,39l309,21950r92,25l500,21995r103,14l711,22018r114,4l939,22021r119,-4l1180,22009r124,-13l1429,21982r127,-18l1683,21944r128,-21l1938,21899r127,-25l2189,21849r245,-52l2669,21746r219,-49l3090,21657r92,-18l3269,21625r81,-11l3423,21606r86,-4l3603,21600r101,3l3813,21610r113,8l4047,21629r127,14l4304,21657r276,32l4871,21721r150,15l5175,21750r156,12l5487,21772r159,8l5807,21784r160,2l6128,21783r160,-8l6447,21764r159,-18l6764,21723r155,-29l7072,21658r151,-42l7371,21566r144,-58l7654,21441r137,-75l7923,21282r67,-43l8052,21194r59,-48l8165,21097r48,-49l8256,20997r40,-51l8330,20893r29,-52l8384,20789r21,-52l8422,20684r11,-51l8440,20583r1,-50l8440,20485r-7,-47l8422,20394r-17,-45l8386,20309r-25,-40l8332,20233r-33,-33l8261,20170r-41,-28l8173,20117r-50,-19l8068,20081r-60,-14l7946,20059r-68,-3l7806,20056r-38,61l7729,20175r-39,55l7653,20283r-37,50l7580,20380r-38,46l7508,20467r-36,40l7437,20545r-33,34l7371,20611r-32,30l7307,20669r-30,26l7246,20719r-29,21l7190,20759r-28,17l7136,20791r-25,14l7086,20816r-24,8l7040,20832r-20,6l6999,20841r-20,2l6963,20843r-17,-1l6931,20839r-14,-4l6903,20830r-20,-23l6867,20784r-9,-26l6852,20731r-1,-29l6854,20673r8,-30l6873,20611r15,-32l6906,20546r22,-33l6952,20480r27,-34l7010,20413r32,-35l7076,20345r36,-32l7151,20280r39,-30l7231,20219r40,-30l7314,20161r43,-27l7400,20107r43,-23l7486,20062r42,-21l7570,20023r40,-17l7650,19992r39,-11l7726,19972r32,-47l7788,19875r32,-50l7851,19772r29,-52l7910,19664r29,-55l7967,19552r27,-58l8021,19433r25,-60l8070,19310r24,-63l8116,19180r21,-66l8158,19045r18,-70l8192,18903r17,-72l8223,18757r12,-76l8245,18603r9,-80l8261,18443r6,-83l8270,18277r1,-86l8271,18104r-3,-90l8263,17922r-9,-91l8245,17737r-29,7l8187,17749r-28,2l8133,17751r-25,-3l8084,17742r-22,-8l8041,17726r-19,-13l8004,17701r-16,-14l7971,17670r-14,-16l7943,17636r-12,-19l7921,17597r-10,-19l7903,17557r-7,-19l7891,17517r-6,-21l7882,17477r-1,-20l7880,17438r1,-18l7882,17403r3,-15l7889,17373r6,-12l7902,17349r8,-9l7918,17333r17,-10l7950,17316r15,-5l7979,17307r15,-3l8010,17304r13,1l8037,17308r14,3l8065,17316r14,7l8091,17331r14,9l8117,17351r13,11l8141,17374r12,13l8165,17401r11,15l8187,17432r19,34l8225,17500r17,38l8259,17576r12,39l8283,17655r111,-155l8483,17338r70,-167l8604,16999r36,-178l8661,16640r8,-187l8664,16262r-16,-197l8624,15867r-34,-203l8552,15459r-45,-209l8459,15039r-50,-214l8359,14610r-49,-219l8261,14172r-44,-221l8178,13728r-31,-223l8122,13283r-16,-225l8101,12834r8,-224l8130,12387r36,-222l8218,11943r71,-221l8379,11503r110,-217l8622,11070xm8622,11070r-94,-205l8452,10658r-59,-212l8348,10231r-30,-217l8300,9793r-6,-222l8299,9346r13,-226l8335,8895r29,-229l8398,8439r38,-228l8477,7984r43,-225l8564,7533r43,-223l8647,7089r39,-220l8719,6653r28,-213l8767,6230r13,-207l8784,5821r-7,-197l8758,5431r-32,-187l8680,5063r-62,-176l8541,4719r-97,-162l8328,4402r8,-57l8344,4285r7,-59l8357,4164r4,-64l8365,4035r3,-66l8369,3902r2,-69l8369,3764r-3,-71l8364,3623r-6,-72l8353,3477r-9,-73l8335,3331r-13,-74l8310,3183r-16,-74l8277,3035r-18,-75l8238,2887r-24,-75l8189,2738r-27,-73l8131,2593r-31,-72l8065,2449r-37,-70l7989,2309r-43,-69l7902,2172r116,-33l8120,2103r93,-40l8293,2020r69,-44l8422,1928r49,-50l8513,1825r32,-54l8568,1716r15,-57l8592,1602r1,-58l8588,1486r-10,-59l8561,1369r-20,-59l8516,1254r-29,-57l8455,1142r-36,-54l8382,1035r-40,-51l8300,937r-41,-47l8216,847r-42,-40l8133,771r-42,-35l8052,707r-37,-26l7981,660,7817,573,7656,497,7491,433,7327,381,7162,336,6997,303,6830,277,6664,260,6495,249r-168,-5l6158,245r-170,5l5818,260r-173,14l5474,289r-175,18l4951,343r-354,36l4420,394r-180,13l4060,415r-181,6l3698,421r-182,-6l3332,403,3146,383,2960,357,2773,321,2583,275,2394,220r-62,-19l2264,183r-70,-20l2119,144r-78,-18l1960,108,1877,91,1793,76,1705,61,1617,47,1527,36,1437,25r-91,-8l1256,8,1165,4,1075,1,986,,898,1,812,6r-83,6l646,22,567,35,491,51,419,71,350,93r-65,26l224,148r-55,35l119,220,74,262,34,309,,358,67,306r73,-46l222,221r87,-31l401,165r99,-20l603,131r108,-9l825,118r114,1l1058,123r122,8l1304,144r125,15l1556,176r127,20l1811,217r127,24l2065,266r124,26l2434,343r235,51l2888,443r202,40l3182,501r87,14l3350,526r73,8l3509,538r94,2l3704,537r109,-7l3926,522r121,-11l4174,497r130,-14l4580,451r291,-32l5021,404r154,-14l5331,378r156,-10l5646,360r161,-4l5967,354r161,3l6288,365r159,11l6606,394r158,23l6919,446r153,36l7223,524r148,50l7515,632r139,67l7791,774r132,84l7990,901r62,45l8111,994r54,49l8213,1093r43,50l8296,1194r34,53l8359,1299r25,52l8405,1403r17,53l8433,1507r7,50l8441,1607r-1,48l8433,1702r-11,44l8405,1791r-19,40l8361,1871r-29,36l8299,1940r-38,30l8220,1998r-47,25l8123,2042r-55,17l8008,2073r-62,8l7878,2084r-72,l7768,2023r-39,-58l7690,1910r-37,-53l7616,1807r-36,-47l7542,1714r-34,-41l7472,1633r-35,-38l7404,1561r-33,-32l7339,1499r-32,-28l7277,1445r-31,-24l7217,1400r-27,-19l7162,1364r-26,-15l7111,1335r-25,-11l7062,1316r-22,-8l7020,1302r-21,-3l6979,1297r-16,l6946,1298r-15,3l6917,1305r-14,5l6883,1333r-16,23l6858,1382r-6,27l6851,1438r3,29l6862,1497r11,32l6888,1561r18,33l6928,1627r24,34l6979,1694r31,33l7042,1762r34,33l7112,1827r39,33l7190,1890r41,31l7271,1951r43,28l7357,2006r43,27l7443,2056r43,22l7528,2099r42,18l7610,2134r40,14l7689,2159r37,9l7758,2215r30,50l7820,2315r31,53l7880,2420r30,56l7939,2531r28,57l7994,2646r27,61l8046,2768r24,62l8094,2893r22,67l8137,3026r21,69l8176,3165r16,72l8209,3310r14,73l8235,3459r10,78l8254,3617r7,80l8267,3780r3,83l8271,3949r,89l8268,4126r-5,92l8254,4309r-9,94l8216,4396r-29,-5l8159,4389r-26,l8108,4392r-24,6l8062,4406r-21,8l8022,4427r-18,12l7988,4453r-17,17l7957,4486r-14,18l7931,4523r-10,20l7911,4562r-8,21l7896,4602r-5,21l7885,4644r-3,19l7881,4683r-1,19l7881,4720r1,17l7885,4752r4,15l7895,4779r7,12l7910,4800r8,7l7935,4817r15,7l7965,4829r14,4l7994,4836r16,l8023,4835r14,-2l8051,4829r14,-5l8079,4817r12,-8l8105,4800r12,-11l8130,4778r11,-12l8153,4753r12,-14l8176,4724r11,-16l8206,4674r19,-34l8242,4602r17,-38l8271,4525r12,-40l8394,4640r89,162l8553,4969r51,172l8640,5319r21,181l8669,5687r-5,193l8648,6075r-24,198l8590,6476r-38,205l8507,6890r-48,211l8409,7315r-50,215l8310,7749r-49,220l8217,8189r-39,223l8147,8635r-25,222l8106,9082r-5,224l8109,9530r21,223l8166,9975r52,223l8289,10418r90,219l8489,10854r133,216xm8224,4463r-1,15l8220,4493r-4,17l8212,4525r-13,32l8185,4589r-16,31l8149,4649r-20,28l8108,4703r-22,24l8064,4746r-12,9l8041,4761r-11,7l8021,4773r-11,4l8000,4779r-10,2l7981,4781r-9,-3l7964,4775r-7,-5l7950,4763r-3,-8l7946,4743r-1,-9l7945,4721r1,-25l7950,4670r8,-28l7968,4613r7,-13l7982,4586r7,-14l7997,4559r10,-13l8017,4533r9,-11l8037,4511r13,-11l8062,4492r13,-9l8088,4475r16,-7l8119,4464r15,-4l8151,4457r18,-1l8187,4457r18,1l8224,4463xm7658,2047r-7,-16l7642,2012r-11,-21l7616,1969r-35,-51l7538,1863r-47,-60l7439,1744r-56,-60l7327,1626r-28,-28l7270,1572r-28,-25l7216,1525r-28,-21l7163,1485r-25,-17l7115,1454r-22,-11l7072,1435r-19,-4l7036,1429r-15,3l7008,1439r-9,11l6992,1465r-1,18l6991,1501r2,20l6999,1540r5,21l7013,1582r9,20l7033,1625r14,22l7061,1667r17,23l7096,1712r18,22l7134,1756r21,22l7179,1799r23,21l7227,1840r26,21l7280,1881r27,19l7336,1918r29,18l7396,1952r31,17l7458,1983r33,14l7523,2009r34,11l7591,2031r34,9l7658,2047xm8224,17677r-1,-15l8220,17647r-4,-17l8212,17615r-13,-32l8185,17551r-16,-31l8149,17491r-20,-28l8108,17437r-22,-24l8064,17394r-12,-9l8041,17379r-11,-7l8021,17367r-11,-4l8000,17361r-10,-2l7981,17359r-9,3l7964,17365r-7,5l7950,17377r-3,8l7946,17397r-1,11l7945,17419r1,25l7950,17470r8,28l7968,17527r7,13l7982,17554r7,14l7997,17581r10,13l8017,17607r9,11l8037,17629r13,11l8062,17648r13,10l8088,17665r16,7l8119,17676r15,4l8151,17683r18,1l8187,17683r18,-1l8224,17677xm7658,20093r-7,16l7642,20128r-11,21l7616,20171r-17,25l7581,20222r-21,28l7538,20277r-47,60l7439,20396r-56,60l7327,20514r-28,28l7270,20568r-28,25l7216,20615r-28,21l7163,20655r-25,17l7115,20686r-22,11l7072,20705r-19,4l7036,20711r-15,-3l7008,20701r-9,-11l6992,20675r-1,-18l6991,20639r2,-20l6999,20600r5,-21l7013,20558r9,-20l7033,20515r14,-20l7061,20473r17,-23l7096,20428r18,-22l7134,20384r21,-22l7179,20341r23,-21l7227,20300r26,-21l7280,20259r27,-19l7336,20222r29,-18l7396,20188r31,-16l7458,20157r33,-14l7523,20131r34,-11l7591,20109r34,-9l7658,20093xe" fillcolor="#f06" stroked="f">
                    <v:fill opacity="44564f" color2="fill lighten(51)" focusposition=".5,.5" focussize="" method="linear sigma" focus="100%" type="gradientRadial"/>
                    <v:path arrowok="t"/>
                    <o:lock v:ext="edit" verticies="t"/>
                  </v:shape>
                </v:group>
              </v:group>
              <v:group id="_x0000_s1316" style="position:absolute;left:2480;top:4645;width:3312;height:2444" coordsize="6488,5111">
                <v:shape id="_x0000_s1317" style="position:absolute;left:2440;top:952;width:4048;height:4159" coordsize="12143,12477" path="m8160,3053r-59,64l8042,3178r-57,55l7929,3284r-55,46l7821,3372r-53,39l7719,3445r-50,31l7620,3501r-46,23l7529,3543r-44,17l7444,3573r-40,9l7365,3590r-37,3l7293,3596r-33,-2l7228,3591r-30,-6l7170,3576r-26,-9l7121,3554r-22,-13l7079,3525r-17,-16l7046,3491r-14,-19l7022,3451r-9,-22l7006,3408r-15,-53l6978,3304r-10,-51l6959,3204r-4,-51l6951,3103r-1,-49l6951,3005r4,-49l6959,2908r8,-48l6977,2813r10,-46l7001,2721r14,-46l7032,2628r19,-45l7070,2540r22,-44l7116,2452r25,-42l7168,2369r27,-42l7225,2286r30,-40l7288,2206r33,-39l7356,2130r35,-38l7429,2056r38,-37l7506,1984r16,-13l7536,1957r13,-11l7562,1937r36,-28l7636,1882r36,-25l7710,1833r38,-23l7787,1791r37,-19l7862,1755r39,-16l7939,1724r37,-12l8015,1701r38,-10l8091,1684r38,-6l8166,1673r39,-3l8244,1668r39,-1l8322,1668r39,3l8400,1673r39,5l8478,1684r37,7l8554,1700r38,10l8630,1722r37,12l8704,1749r36,14l8777,1780r30,16l8838,1813r30,18l8897,1849r30,21l8955,1891r28,23l9009,1937r26,24l9060,1986r25,27l9108,2040r22,29l9152,2098r20,30l9192,2161r18,33l9227,2228r16,34l9257,2298r14,38l9283,2374r11,38l9304,2454r8,41l9320,2537r4,43l9328,2625r2,46l9332,2717r-2,49l9328,2814r,1l9328,2815r,l9328,2815r-4,50l9320,2914r-8,47l9305,3008r-9,48l9285,3102r-11,45l9262,3193r-14,43l9233,3281r-16,43l9200,3367r-17,42l9164,3450r-20,41l9122,3531r-38,71l9042,3671r-42,68l8956,3803r-45,65l8865,3928r-49,60l8767,4046r-50,56l8666,4155r-51,51l8563,4256r-54,47l8455,4349r-55,44l8345,4434r-56,39l8233,4510r-57,35l8119,4577r-57,31l8004,4637r-57,25l7889,4687r-57,20l7775,4727r-58,17l7660,4758r-56,12l7548,4780r-56,7l7438,4794r-3,l7435,4792r-81,-1l7275,4789r-76,-5l7124,4777r-72,-9l6983,4758r-69,-12l6848,4732r-64,-16l6722,4699r-59,-18l6605,4660r-55,-22l6496,4614r-52,-24l6394,4563r-48,-28l6300,4505r-44,-31l6214,4443r-40,-34l6136,4375r-37,-37l6064,4302r-33,-39l6001,4224r-29,-40l5944,4142r-26,-41l5894,4057r-22,-45l5851,3967r-17,-42l5818,3882r-15,-44l5790,3793r-12,-44l5767,3704r-8,-46l5750,3610r-6,-47l5739,3516r-5,-49l5732,3418r-1,-48l5731,3320r1,-50l5734,3221r4,-51l5743,3119r5,-51l5755,3017r9,-52l5773,2914r11,-53l5795,2809r14,-52l5822,2705r15,-52l5854,2600r17,-52l5889,2495r19,-52l5928,2391r-16,12l5899,2410r-6,2l5889,2414r-4,l5884,2412r-84,-97l5717,2221r-83,-93l5550,2040r-84,-85l5383,1874r-84,-79l5215,1718r-83,-73l5048,1576r-82,-67l4882,1445r-83,-61l4716,1326r-82,-54l4551,1219r-83,-49l4385,1123r-81,-44l4222,1037r-82,-39l4059,963r-81,-34l3898,899r-81,-29l3737,844r-79,-23l3579,801r-79,-20l3421,765r-78,-13l3265,741r-54,-7l3159,729r-53,-5l3053,722r-52,-3l2949,718r-51,l2845,719r-51,2l2743,724r-51,4l2642,733r-50,6l2542,746r-49,7l2444,762r-49,10l2347,782r-49,13l2250,807r-47,13l2157,835r-48,14l2063,865r-46,17l1972,900r-45,18l1882,938r-45,20l1793,979r-43,22l1707,1024r-60,33l1590,1091r-56,36l1478,1166r-54,40l1373,1247r-51,43l1274,1333r-48,47l1180,1427r-44,48l1094,1525r-41,51l1014,1627r-37,54l941,1735r-42,69l858,1875r-39,71l781,2018r-37,74l710,2166r-33,75l646,2318r-29,77l590,2473r-26,79l540,2631r-22,80l499,2792r-19,82l465,2955r-15,82l438,3120r-10,82l420,3286r-6,84l410,3454r-3,85l409,3622r2,85l415,3792r7,85l431,3961r12,85l456,4131r16,84l490,4300r,l490,4300r,l490,4301r10,37l510,4377r11,38l533,4452r12,38l558,4528r15,37l587,4603r16,38l620,4678r17,37l656,4752r18,38l693,4826r21,38l735,4900r22,38l778,4974r24,38l825,5048r50,73l926,5195r53,73l1036,5341r59,71l1154,5485r-1,4l1137,5497r-43,26l1064,5540r-31,22l997,5586r-36,27l924,5642r-35,31l872,5690r-17,17l839,5724r-14,19l811,5761r-13,18l787,5798r-11,20l768,5837r-7,20l757,5876r-4,19l692,5823r-58,-73l577,5677r-55,-74l469,5530r-49,-74l396,5419r-23,-38l350,5344r-22,-37l308,5269r-21,-36l268,5195r-20,-37l230,5120r-17,-38l196,5045r-16,-38l165,4969r-14,-37l137,4893r-12,-38l113,4818r-11,-39l91,4741r-8,-39l83,4702r-2,-1l81,4701,63,4616,47,4531,34,4446,23,4360,13,4274,7,4189,2,4103,,4017r,-85l2,3846r5,-85l13,3676r9,-85l33,3506r12,-84l61,3338r16,-83l96,3172r21,-82l140,3008r24,-81l190,2847r29,-80l248,2688r33,-78l314,2533r36,-76l387,2381r39,-74l467,2234r41,-73l552,2090r38,-59l628,1974r39,-57l707,1861r40,-55l788,1751r42,-55l872,1643r44,-52l960,1539r44,-51l1050,1438r45,-50l1142,1340r46,-48l1237,1245r48,-46l1334,1154r50,-44l1434,1066r51,-41l1536,983r53,-40l1641,904r52,-39l1748,827r54,-36l1856,756r56,-34l1967,688r57,-32l2081,625r44,-23l2170,580r45,-22l2260,537r46,-20l2353,498r46,-18l2446,462r48,-16l2541,431r48,-15l2637,403r49,-14l2736,377r48,-11l2834,356r50,-9l2934,339r51,-7l3036,326r51,-6l3138,316r53,-3l3243,312r52,-2l3348,310r52,2l3454,314r53,2l3561,321r53,5l3668,333r75,11l3817,356r76,16l3968,389r77,20l4120,431r78,24l4275,481r76,30l4429,542r78,33l4586,611r78,39l4743,690r79,44l4901,780r79,49l5059,880r81,53l5219,990r80,58l5379,1110r81,66l5540,1242r80,71l5700,1386r81,75l5861,1540r80,81l6022,1705r80,87l6182,1882r28,-45l6238,1791r29,-45l6298,1700r31,-45l6361,1610r32,-45l6425,1520r35,-43l6495,1432r35,-44l6565,1343r38,-44l6640,1256r38,-43l6717,1170r39,-43l6798,1085r40,-42l6879,1001r43,-41l6964,920r44,-42l7053,838r45,-40l7143,758r46,-39l7236,681r47,-38l7332,605r48,-37l7429,531r75,-54l7581,426r78,-49l7738,330r80,-44l7900,245r83,-38l8067,171r85,-32l8237,110r87,-27l8412,60r89,-19l8591,25r90,-12l8772,5,8863,r93,l9049,2r94,7l9237,20r95,16l9427,57r94,24l9618,110r96,34l9810,182r96,43l10003,274r96,52l10195,386r98,63l10369,502r76,55l10518,611r70,56l10659,723r67,56l10793,836r63,57l10935,966r75,74l11083,1114r71,75l11222,1265r66,77l11350,1418r59,78l11467,1574r54,77l11574,1730r50,80l11671,1889r44,80l11757,2051r41,80l11835,2212r36,81l11903,2375r32,81l11963,2537r27,83l12014,2701r22,83l12055,2865r19,83l12088,3030r15,81l12114,3194r10,81l12131,3357r6,82l12141,3520r2,82l12143,3683r-2,81l12137,3846r-5,80l12125,4006r-9,80l12105,4166r-12,79l12079,4324r-15,78l12046,4479r-19,78l12007,4633r-22,76l11962,4784r-25,75l11911,4933r-27,73l11855,5079r-31,71l11793,5221r-33,70l11726,5360r-36,68l11654,5496r-38,67l11577,5628r-39,65l11497,5756r-43,62l11413,5877r-42,60l11326,5996r-48,58l11231,6114r-50,59l11128,6233r-52,58l11075,6292r,l11070,6298r-1,2l11070,6300r-111,117l10846,6533r-114,113l10616,6756r-118,108l10379,6970r-120,101l10136,7172r-123,99l9888,7366r-126,94l9636,7551r-128,90l9379,7728r-129,86l9121,7898r-130,83l8860,8062r-130,79l8598,8218r-131,76l8335,8369r-130,74l8074,8514r-130,72l7813,8655r-130,69l7554,8794r-255,133l7046,9058r-242,125l6568,9307r-115,61l6340,9428r-110,61l6121,9549r-104,59l5915,9667r-100,59l5719,9785r-93,58l5537,9902r-86,58l5370,10018r-77,60l5220,10136r-69,58l5087,10254r-59,58l4974,10371r-48,60l4882,10490r-38,61l4811,10612r-27,60l4765,10734r-15,62l4743,10859r-1,63l4748,10987r8,58l4769,11102r12,55l4795,11210r15,51l4827,11311r19,47l4866,11404r22,45l4910,11492r24,41l4960,11572r25,38l5013,11646r28,35l5071,11714r31,31l5134,11774r32,29l5200,11830r34,26l5270,11879r35,23l5343,11922r37,20l5418,11959r39,17l5496,11992r40,13l5576,12017r42,11l5659,12038r30,6l5721,12050r31,5l5783,12058r32,4l5846,12066r32,1l5910,12069r31,l5973,12069r33,l6037,12068r32,-2l6102,12063r31,-2l6165,12057r32,-5l6228,12047r32,-4l6292,12035r63,-13l6417,12005r61,-18l6539,11966r59,-23l6657,11918r57,-36l6765,11845r45,-40l6851,11765r36,-43l6917,11678r25,-44l6964,11589r17,-48l6994,11494r9,-49l7008,11397r1,-50l7007,11297r-6,-49l6992,11198r-11,-50l6967,11097r-17,-48l6930,10999r-20,-49l6885,10902r-25,-48l6833,10808r-28,-46l6775,10718r-32,-43l6711,10633r-33,-40l6646,10555r-34,-38l6578,10482r-28,-26l6519,10432r-33,-23l6452,10388r-36,-19l6377,10351r-39,-16l6297,10320r-42,-12l6213,10297r-43,-8l6126,10283r-44,-5l6040,10277r-44,l5955,10279r-43,5l5872,10291r-39,11l5795,10314r-36,16l5725,10347r-33,22l5663,10392r-28,27l5610,10448r-20,33l5571,10517r-14,39l5545,10598r-8,45l5535,10692r1,76l5543,10841r11,70l5571,10977r21,62l5618,11097r28,55l5677,11201r36,45l5749,11286r39,36l5829,11352r43,25l5915,11398r43,15l6002,11421r44,3l6088,11420r43,-10l6171,11394r40,-23l6248,11342r34,-36l6315,11262r28,-51l6368,11153r21,-66l6406,11013r11,-81l6424,10841r1,-98l6422,10636r16,79l6450,10792r8,76l6461,10942r,71l6456,11083r-9,68l6435,11216r-16,62l6400,11339r-22,58l6352,11451r-28,53l6293,11552r-33,46l6224,11641r-38,39l6144,11715r-42,33l6058,11776r-46,24l5964,11820r-48,17l5866,11850r-51,7l5762,11860r-52,-1l5657,11853r-54,-10l5550,11828r-55,-21l5441,11782r-17,-10l5407,11762r-16,-11l5376,11740r-16,-12l5344,11715r-15,-14l5315,11687r-15,-16l5287,11655r-14,-17l5260,11621r-12,-18l5236,11584r-11,-21l5214,11543r-11,-22l5193,11499r-10,-24l5175,11450r-7,-24l5160,11399r-7,-26l5147,11345r-5,-28l5137,11288r-3,-31l5131,11226r-2,-33l5127,11160r-1,-34l5126,11091r4,-52l5137,10987r11,-54l5164,10881r19,-53l5205,10775r27,-52l5261,10672r32,-52l5328,10570r38,-49l5406,10472r43,-46l5494,10380r47,-45l5588,10291r52,-41l5691,10211r52,-37l5798,10137r54,-33l5907,10073r56,-29l6020,10018r56,-24l6133,9974r58,-18l6247,9942r56,-11l6357,9922r55,-3l6464,9917r61,4l6585,9928r57,11l6699,9954r56,18l6809,9994r52,25l6911,10047r48,32l7007,10113r45,37l7095,10189r40,42l7174,10275r35,45l7242,10369r31,50l7301,10470r25,52l7348,10576r19,55l7383,10687r13,57l7406,10802r6,58l7414,10919r-1,59l7408,11036r-8,60l7388,11154r-17,58l7350,11269r-17,44l7313,11356r-20,41l7271,11438r-22,41l7225,11519r-26,39l7174,11597r-28,39l7118,11674r-30,36l7058,11746r-32,36l6994,11817r-33,34l6927,11885r-36,33l6855,11950r-37,32l6781,12012r-39,31l6703,12072r-40,28l6623,12127r-43,27l6539,12181r-43,25l6452,12231r-44,23l6365,12277r-45,22l6273,12320r-59,26l6153,12370r-30,11l6091,12391r-32,11l6028,12410r-32,9l5964,12427r-31,8l5900,12442r-32,6l5835,12454r-31,5l5771,12464r-33,3l5705,12471r-31,2l5641,12476r-33,1l5575,12477r-33,l5511,12476r-33,-1l5446,12472r-33,-2l5382,12466r-32,-4l5318,12458r-31,-6l5255,12445r-41,-9l5172,12425r-40,-14l5092,12398r-40,-16l5013,12367r-38,-19l4938,12329r-38,-21l4863,12285r-35,-24l4794,12235r-34,-26l4727,12181r-31,-30l4664,12119r-29,-33l4606,12051r-28,-36l4552,11977r-26,-40l4502,11896r-23,-43l4458,11808r-20,-46l4419,11714r-17,-50l4387,11613r-15,-54l4360,11504r-11,-57l4339,11388r-5,-37l4331,11313r-2,-37l4328,11239r1,-36l4331,11166r3,-36l4339,11093r6,-36l4353,11022r8,-35l4371,10951r11,-35l4394,10881r13,-34l4422,10812r14,-34l4454,10744r18,-34l4491,10676r21,-34l4533,10609r23,-34l4579,10542r24,-34l4629,10476r26,-33l4683,10410r30,-31l4742,10346r30,-33l4804,10282r1,-84l4800,10115r-12,-83l4770,9949r-23,-84l4716,9783r-35,-84l4641,9615r-46,-83l4545,9448r-56,-84l4429,9280r-63,-83l4298,9112r-73,-85l4149,8943r-79,-85l3988,8773r-87,-85l3812,8603r-91,-86l3628,8432r-98,-86l3432,8260r-100,-87l3230,8087r-104,-86l3022,7914,2809,7739,2592,7564r-73,-59l2446,7445r-73,-59l2300,7326r-73,-60l2154,7206r-73,-60l2008,7086r-71,-61l1865,6965r-71,-61l1724,6843r-71,-60l1584,6722r-68,-62l1448,6599r1,-6l1456,6581r21,-33l1491,6527r19,-27l1530,6471r25,-32l1580,6406r29,-34l1640,6338r34,-34l1709,6272r38,-33l1766,6224r21,-14l1806,6195r22,-13l1836,6178r68,62l1973,6302r71,63l2115,6427r72,61l2259,6550r73,62l2405,6672r73,62l2552,6795r74,62l2701,6917r74,61l2849,7039r74,59l2999,7159r220,179l3435,7516r107,88l3648,7693r104,88l3855,7869r100,88l4052,8045r96,87l4241,8220r90,87l4417,8393r84,88l4581,8567r76,86l4730,8739r68,86l4861,8911r60,87l4975,9082r50,87l5069,9254r39,86l5141,9425r27,85l5189,9596r15,85l5213,9766r1,85l5209,9936r53,-40l5318,9857r56,-40l5432,9778r58,-40l5550,9699r62,-40l5674,9620r126,-79l5932,9462r136,-79l6206,9305r143,-79l6494,9146r149,-79l6794,8985r153,-80l7104,8823r158,-82l7422,8658r236,-123l7896,8411r241,-127l8378,8155r120,-64l8619,8024r119,-65l8856,7892r118,-68l9092,7756r116,-69l9322,7619r113,-71l9547,7478r109,-70l9765,7336r106,-72l9974,7192r102,-73l10175,7045r97,-74l10366,6896r90,-76l10543,6745r84,-76l10709,6591r78,-78l10860,6434r2,-1l10888,6404r25,-30l10940,6342r27,-34l10993,6273r28,-38l11049,6196r28,-40l11117,6096r41,-61l11195,5973r38,-63l11268,5847r36,-66l11338,5716r33,-67l11402,5581r29,-69l11461,5443r28,-71l11515,5302r25,-73l11564,5158r22,-74l11607,5010r19,-74l11644,4860r16,-76l11675,4707r13,-76l11700,4553r10,-77l11718,4397r8,-78l11731,4239r3,-79l11735,4080r,-80l11733,3920r-4,-82l11723,3757r-7,-81l11706,3594r-11,-82l11681,3431r-15,-83l11648,3267r-20,-83l11607,3103r-25,-81l11555,2939r-28,-81l11497,2776r-33,-81l11429,2614r-38,-80l11351,2452r-43,-80l11263,2293r-47,-80l11167,2134r-52,-78l11060,1978r-57,-79l10944,1823r-63,-77l10816,1670r-67,-77l10678,1519r-73,-75l10530,1371r-79,-73l10386,1241r-65,-57l10253,1128r-70,-55l10113,1017r-73,-55l9964,907r-76,-53l9792,791r-95,-58l9602,681r-95,-49l9412,588r-95,-39l9223,515r-93,-29l9036,461r-92,-21l8851,424r-91,-13l8669,403r-90,-4l8489,398r-89,3l8312,409r-87,9l8138,433r-85,17l7969,471r-84,24l7803,522r-82,30l7641,585r-79,36l7484,659r-77,41l7332,744r-74,47l7186,840r-72,50l7085,912r-28,23l7028,960r-28,24l6972,1011r-28,26l6916,1065r-27,28l6861,1123r-26,31l6809,1184r-27,33l6756,1250r-25,32l6705,1318r-24,34l6657,1388r-25,36l6609,1461r-24,38l6563,1537r-23,38l6518,1615r-22,40l6475,1695r-20,41l6434,1778r-19,41l6376,1904r-36,86l6320,2042r-20,52l6281,2147r-17,52l6248,2251r-16,52l6219,2355r-14,53l6193,2458r-11,53l6172,2563r-7,51l6158,2665r-6,51l6147,2767r-4,51l6141,2867r-3,50l6140,2967r1,49l6143,3064r4,49l6152,3160r6,47l6166,3255r9,46l6186,3346r12,45l6210,3435r15,44l6242,3522r17,42l6279,3609r22,44l6326,3696r25,43l6378,3780r29,40l6439,3859r31,38l6506,3934r36,35l6580,4003r40,34l6661,4069r44,30l6751,4128r48,28l6849,4183r51,24l6953,4232r56,21l7067,4274r59,18l7187,4309r63,16l7316,4338r68,13l7453,4361r72,9l7599,4376r77,5l7754,4385r80,1l7835,4386r2,-1l7871,4382r34,-4l7940,4374r34,-5l8008,4363r33,-8l8075,4347r34,-9l8142,4329r33,-10l8206,4307r32,-11l8270,4283r31,-14l8332,4255r29,-15l8390,4224r29,-17l8446,4190r28,-18l8500,4154r25,-19l8549,4114r25,-21l8597,4071r21,-21l8638,4026r20,-23l8677,3979r17,-25l8710,3928r15,-25l8744,3865r20,-38l8781,3789r17,-39l8813,3709r15,-41l8843,3626r12,-42l8867,3540r11,-44l8888,3451r8,-46l8905,3359r6,-47l8916,3263r3,-48l8919,3215r,-2l8919,3212r3,-48l8923,3116r-1,-46l8919,3025r-3,-45l8911,2938r-8,-43l8895,2854r-9,-40l8875,2775r-12,-37l8850,2700r-16,-35l8818,2630r-17,-33l8783,2564r-18,-31l8744,2502r-22,-29l8700,2444r-23,-27l8653,2391r-24,-26l8603,2341r-27,-23l8549,2296r-28,-21l8492,2256r-29,-20l8433,2218r-31,-16l8372,2187r-35,-17l8301,2155r-36,-14l8227,2128r-36,-11l8153,2108r-39,-9l8076,2092r-39,-6l8000,2081r-39,-2l7922,2076r-39,l7844,2076r-39,3l7767,2081r-35,5l7698,2090r-33,6l7633,2102r-31,6l7571,2115r-29,9l7514,2132r-28,10l7461,2151r-25,11l7413,2173r-22,12l7371,2199r-20,13l7333,2225r-45,66l7249,2354r-33,63l7189,2478r-20,61l7154,2597r-8,56l7142,2708r2,53l7150,2812r13,48l7178,2906r21,43l7225,2990r28,36l7286,3062r36,30l7361,3120r44,24l7450,3164r48,17l7549,3192r54,8l7659,3204r58,-2l7777,3196r61,-11l7900,3170r64,-21l8029,3122r65,-31l8160,3053xe" fillcolor="#f06" stroked="f">
                  <v:fill opacity="26214f" color2="fill lighten(51)" focusposition=".5,.5" focussize="" method="linear sigma" focus="100%" type="gradientRadial"/>
                  <v:path arrowok="t"/>
                </v:shape>
                <v:shape id="_x0000_s1318" style="position:absolute;width:4278;height:4409" coordsize="12835,13227" path="m4221,3237r64,69l4347,3369r60,60l4467,3482r57,50l4581,3577r55,40l4691,3653r52,32l4794,3712r49,25l4892,3757r45,17l4982,3789r42,10l5066,3806r38,5l5141,3812r35,-1l5210,3807r32,-6l5271,3793r28,-11l5323,3770r24,-15l5368,3738r19,-17l5402,3702r15,-21l5429,3659r9,-23l5445,3613r16,-55l5474,3504r11,-54l5494,3397r6,-53l5503,3290r2,-52l5503,3186r-3,-51l5495,3084r-9,-51l5477,2983r-11,-50l5451,2885r-16,-49l5418,2788r-19,-48l5377,2693r-23,-46l5329,2601r-26,-45l5275,2511r-31,-44l5214,2425r-33,-43l5147,2340r-35,-41l5074,2259r-38,-40l4997,2180r-40,-38l4916,2104r-17,-14l4883,2077r-13,-13l4856,2053r-39,-29l4778,1995r-40,-26l4698,1944r-39,-23l4619,1899r-41,-20l4538,1860r-41,-15l4456,1829r-40,-13l4376,1805r-40,-10l4295,1786r-40,-6l4215,1774r-40,-2l4134,1769r-42,-1l4051,1769r-41,3l3968,1776r-41,4l3886,1786r-41,8l3804,1803r-40,11l3724,1827r-39,13l3646,1854r-39,16l3569,1888r-34,17l3504,1922r-32,20l3440,1962r-30,21l3379,2006r-29,23l3322,2053r-28,26l3268,2107r-26,28l3218,2164r-25,30l3171,2225r-21,32l3129,2291r-20,36l3091,2362r-17,37l3058,2437r-14,40l3032,2517r-13,41l3010,2601r-9,45l2994,2691r-6,46l2983,2784r-3,47l2980,2881r,51l2984,2984r,2l2984,2986r,l2984,2986r4,52l2994,3089r6,51l3008,3189r10,50l3029,3289r12,48l3055,3385r14,47l3084,3479r17,45l3119,3570r20,44l3158,3659r21,43l3202,3744r41,75l3287,3892r45,72l3378,4033r49,67l3476,4165r51,63l3578,4289r53,59l3685,4405r55,55l3795,4512r58,51l3910,4612r58,45l4027,4702r58,41l4145,4782r60,37l4265,4853r61,33l4387,4915r61,28l4508,4969r61,23l4630,5011r61,18l4752,5045r59,13l4871,5068r59,9l4989,5081r1,l4991,5081r85,-1l5160,5077r82,-5l5320,5064r76,-8l5471,5045r73,-13l5613,5017r68,-17l5746,4982r63,-19l5871,4941r58,-23l5986,4892r55,-27l6095,4838r50,-30l6193,4777r48,-33l6284,4710r43,-35l6368,4638r38,-37l6444,4561r34,-40l6511,4480r31,-44l6572,4392r26,-45l6624,4301r24,-47l6670,4206r18,-44l6705,4115r15,-46l6735,4023r12,-48l6758,3927r9,-49l6776,3829r7,-51l6788,3728r5,-51l6795,3625r2,-52l6798,3521r-1,-54l6794,3414r-5,-53l6784,3307r-6,-54l6771,3199r-8,-54l6753,3089r-12,-55l6728,2978r-13,-54l6700,2868r-15,-55l6668,2757r-19,-55l6630,2647r-21,-56l6587,2535r19,12l6620,2556r5,2l6630,2560r2,l6635,2558r89,-103l6812,2354r88,-97l6989,2164r89,-90l7166,1987r89,-84l7344,1823r88,-78l7520,1672r89,-71l7697,1534r89,-66l7873,1408r88,-60l8048,1294r88,-52l8224,1192r86,-48l8397,1101r87,-42l8569,1022r86,-35l8741,954r85,-30l8911,896r84,-25l9079,850r84,-20l9245,813r83,-14l9411,786r56,-7l9524,774r56,-5l9636,766r55,-3l9747,762r54,l9856,763r54,2l9964,768r54,4l10071,778r54,6l10177,791r53,9l10282,809r51,10l10385,830r51,13l10486,856r50,14l10586,886r50,16l10685,919r48,18l10782,955r47,20l10878,995r46,22l10970,1039r47,23l11063,1086r63,35l11187,1158r60,39l11305,1237r57,42l11417,1323r53,45l11523,1415r50,49l11621,1513r46,51l11712,1618r44,53l11798,1727r39,56l11874,1840r29,46l11931,1933r27,46l11985,2027r27,48l12036,2124r26,48l12085,2222r23,50l12131,2322r21,51l12174,2424r19,51l12212,2526r20,52l12249,2630r18,52l12283,2736r16,53l12313,2842r15,54l12341,2949r13,55l12366,3058r9,55l12386,3168r9,54l12403,3278r8,55l12418,3388r5,56l12429,3500r34,11l12506,3527r49,19l12608,3569r28,12l12665,3596r28,15l12722,3626r29,17l12779,3662r28,19l12835,3700r-7,-49l12819,3601r-8,-49l12801,3503r-11,-49l12781,3404r-13,-48l12756,3307r-12,-48l12731,3211r-15,-48l12701,3115r-14,-47l12671,3021r-17,-48l12637,2926r-17,-46l12602,2834r-20,-46l12563,2742r-20,-47l12523,2651r-21,-45l12480,2561r-22,-44l12435,2473r-23,-43l12388,2386r-25,-42l12338,2301r-26,-42l12287,2216r-40,-62l12206,2094r-41,-61l12124,1973r-44,-58l12036,1857r-44,-57l11947,1743r-46,-56l11855,1632r-48,-54l11760,1526r-49,-54l11661,1421r-50,-51l11562,1320r-51,-48l11458,1225r-52,-48l11352,1132r-54,-45l11244,1044r-56,-44l11133,959r-57,-41l11020,879r-58,-39l10905,802r-60,-36l10787,731r-60,-34l10666,664r-46,-24l10573,615r-49,-23l10476,570r-48,-20l10378,529r-49,-19l10279,492r-49,-17l10178,458r-51,-16l10076,427r-51,-13l9973,400r-52,-10l9867,379r-52,-10l9761,360r-53,-7l9653,346r-54,-5l9545,336r-55,-2l9435,331r-56,-1l9323,330r-56,1l9211,334r-57,2l9098,341r-57,6l8984,354r-79,11l8826,379r-81,17l8665,414r-80,20l8505,458r-82,25l8342,511r-83,31l8176,575r-81,35l8011,649r-83,40l7844,733r-83,46l7677,828r-84,51l7508,933r-84,57l7339,1050r-84,63l7170,1178r-85,68l7000,1318r-85,74l6829,1470r-85,80l6659,1632r-85,86l6489,1808r-85,93l6319,1996r-30,-48l6259,1899r-31,-47l6196,1803r-33,-47l6130,1708r-34,-48l6061,1613r-37,-47l5988,1518r-38,-46l5912,1425r-39,-46l5833,1333r-40,-47l5752,1242r-43,-45l5666,1152r-42,-45l5579,1063r-44,-45l5489,976r-46,-44l5396,890r-47,-43l5300,805r-48,-42l5202,723r-50,-41l5101,642r-51,-39l4997,564r-80,-57l4837,453r-83,-53l4670,351r-85,-46l4499,261r-89,-41l4321,182r-90,-34l4140,117,4049,90,3955,66,3861,45,3766,28,3670,15,3573,6,3476,1,3378,r-98,4l3180,11,3080,23,2980,40,2879,61,2778,86r-100,32l2575,153r-102,41l2371,240r-102,51l2167,347r-103,62l1961,477r-80,57l1800,591r-77,58l1647,708r-73,59l1502,826r-70,61l1364,948r-83,78l1199,1103r-76,79l1047,1262r-71,80l908,1422r-67,83l777,1586r-60,83l658,1752r-55,84l551,1920r-50,84l454,2089r-45,86l366,2260r-40,86l288,2432r-35,86l221,2604r-30,87l163,2778r-26,86l114,2952r-22,87l74,3125r-17,87l43,3300r-13,86l21,3473r-9,87l6,3646r-4,87l,3819r,86l2,3992r4,86l11,4163r8,85l28,4333r12,85l52,4501r16,83l84,4668r18,81l123,4831r21,82l167,4993r24,80l218,5152r28,78l275,5307r30,78l337,5460r34,75l406,5609r36,74l479,5756r39,71l558,5897r41,70l641,6035r44,67l730,6169r44,62l820,6294r47,63l916,6420r51,62l1021,6545r53,63l1131,6670r,1l1133,6671r4,6l1137,6679r,l1255,6804r120,122l1495,7046r123,117l1743,7277r127,112l1997,7498r131,105l2258,7708r132,102l2523,7908r135,97l2793,8101r136,92l3066,8284r137,90l3342,8461r138,85l3619,8630r139,83l3896,8793r140,80l4175,8951r139,76l4452,9102r138,74l4727,9250r138,72l5136,9464r268,138l5660,9736r250,131l6031,9931r120,64l6269,10060r114,63l6495,10186r108,63l6708,10311r102,62l6909,10436r94,62l7093,10560r87,62l7261,10684r78,61l7412,10807r67,63l7542,10932r57,63l7652,11059r46,63l7738,11186r34,64l7800,11315r21,65l7837,11446r7,66l7845,11579r-6,68l7829,11709r-12,61l7805,11828r-16,56l7773,11938r-18,53l7735,12042r-21,48l7691,12138r-23,44l7642,12226r-27,43l7587,12309r-29,37l7528,12383r-32,35l7464,12452r-34,31l7395,12513r-35,29l7323,12568r-37,26l7248,12617r-39,22l7169,12659r-40,20l7087,12696r-41,16l7003,12726r-42,13l6917,12752r-44,9l6840,12769r-32,6l6775,12780r-33,4l6708,12788r-33,2l6641,12793r-33,1l6574,12795r-34,l6506,12795r-34,-1l6438,12792r-33,-3l6371,12786r-34,-4l6303,12777r-33,-5l6236,12766r-34,-6l6169,12753r-33,-9l6103,12736r-33,-9l6037,12718r-32,-10l5973,12697r-32,-12l5910,12674r-32,-13l5846,12648r-30,-14l5755,12596r-53,-40l5653,12515r-43,-44l5573,12428r-33,-47l5512,12333r-22,-49l5472,12236r-14,-51l5449,12134r-5,-52l5443,12029r2,-52l5450,11924r10,-53l5472,11818r14,-53l5505,11713r20,-52l5548,11608r25,-51l5600,11508r29,-50l5659,11411r32,-48l5724,11317r34,-45l5793,11230r35,-42l5864,11150r36,-38l5929,11085r33,-25l5996,11036r37,-24l6072,10992r40,-18l6154,10955r43,-14l6242,10928r45,-11l6332,10908r46,-7l6424,10896r47,-1l6516,10895r45,2l6604,10903r43,8l6690,10921r40,14l6767,10951r37,19l6838,10992r32,25l6899,11045r25,32l6947,11111r20,39l6983,11191r11,45l7002,11283r3,52l7003,11417r-7,77l6984,11567r-18,70l6944,11703r-27,62l6887,11822r-33,52l6817,11923r-40,42l6736,12003r-43,33l6648,12062r-46,21l6556,12099r-47,8l6463,12111r-45,-4l6373,12096r-44,-17l6288,12056r-39,-31l6213,11986r-34,-46l6148,11886r-25,-62l6100,11754r-17,-79l6069,11589r-7,-96l6061,11389r4,-113l6047,11360r-12,81l6027,11521r-4,79l6024,11675r5,74l6037,11821r14,69l6068,11957r19,64l6112,12082r26,58l6168,12195r33,52l6237,12295r38,45l6315,12381r44,39l6404,12454r46,29l6499,12510r51,22l6601,12549r53,13l6708,12571r56,3l6818,12573r58,-6l6933,12555r57,-16l7047,12517r57,-28l7123,12480r17,-10l7157,12458r17,-12l7191,12434r16,-15l7222,12405r16,-15l7253,12373r14,-17l7282,12339r13,-19l7309,12300r13,-20l7334,12259r11,-22l7356,12214r11,-24l7377,12165r10,-25l7395,12113r7,-28l7410,12057r6,-30l7422,11997r5,-31l7430,11934r4,-33l7436,11867r2,-35l7439,11795r-1,-36l7434,11703r-7,-56l7415,11591r-16,-55l7378,11480r-24,-56l7326,11368r-31,-55l7261,11260r-37,-53l7183,11154r-42,-52l7096,11053r-48,-49l6999,10957r-52,-46l6895,10867r-55,-43l6784,10786r-57,-39l6669,10711r-59,-32l6551,10648r-61,-28l6430,10596r-59,-22l6310,10555r-60,-15l6192,10528r-58,-8l6075,10515r-56,-1l5955,10517r-62,8l5831,10537r-60,16l5711,10572r-57,23l5600,10622r-54,30l5494,10685r-49,36l5396,10760r-45,43l5309,10846r-40,46l5230,10942r-36,50l5163,11045r-31,54l5106,11154r-23,59l5062,11271r-17,59l5031,11391r-9,61l5016,11514r-4,62l5013,11637r6,64l5028,11763r13,61l5058,11886r23,62l5100,11993r20,45l5141,12083r23,44l5188,12169r26,43l5241,12254r28,41l5297,12335r30,40l5359,12414r31,39l5424,12491r34,36l5494,12563r36,37l5568,12634r38,35l5645,12702r40,33l5726,12766r41,32l5810,12828r43,29l5896,12885r45,28l5986,12940r47,26l6079,12991r47,24l6174,13039r47,22l6253,13076r31,13l6317,13101r33,12l6382,13125r34,11l6449,13147r33,10l6516,13165r34,10l6584,13182r34,8l6652,13197r34,6l6720,13208r35,5l6789,13218r34,2l6859,13224r34,1l6928,13227r34,l6996,13227r34,-1l7065,13225r34,-3l7134,13220r34,-4l7200,13212r35,-5l7267,13201r33,-8l7345,13184r44,-12l7432,13158r42,-14l7517,13128r41,-18l7598,13090r40,-20l7677,13048r39,-23l7754,12999r36,-27l7826,12943r35,-30l7895,12881r33,-34l7960,12812r30,-36l8019,12737r28,-40l8074,12656r25,-44l8124,12566r23,-47l8168,12470r19,-51l8205,12366r17,-55l8238,12254r14,-58l8262,12135r10,-62l8278,12033r3,-40l8283,11954r1,-39l8283,11877r-2,-39l8277,11799r-5,-39l8266,11722r-7,-37l8250,11647r-11,-37l8228,11573r-13,-37l8200,11499r-14,-36l8169,11426r-18,-36l8132,11354r-20,-36l8090,11282r-23,-35l8043,11212r-25,-36l7992,11141r-26,-35l7936,11072r-29,-35l7877,11003r-32,-35l7812,10934r-32,-34l7778,10811r6,-87l7797,10635r19,-87l7842,10459r30,-89l7910,10282r42,-89l8001,10105r53,-89l8113,9927r63,-88l8244,9749r73,-89l8394,9571r80,-90l8558,9391r88,-90l8737,9210r94,-90l8928,9029r100,-89l9130,8849r104,-91l9340,8665r109,-91l9558,8482r112,-92l9895,8205r229,-185l10337,7846r212,-173l10655,7585r105,-87l10865,7410r103,-88l11070,7233r102,-88l11272,7056r99,-89l11467,6878r95,-90l11654,6698r90,-91l11833,6517r85,-91l12001,6334r79,-91l12158,6151r73,-93l12301,5966r66,-93l12430,5779r59,-93l12543,5591r51,-94l12641,5402r41,-95l12719,5211r31,-96l12737,5098r-17,-19l12700,5058r-20,-23l12656,5012r-25,-23l12603,4965r-29,-23l12542,4920r-33,-22l12491,4889r-17,-10l12456,4869r-19,-8l12418,4852r-19,-7l12379,4839r-19,-6l12339,4828r-21,-5l12298,4821r-21,-3l12273,4817r-36,92l12197,5000r-47,91l12102,5181r-53,90l11992,5361r-61,89l11868,5539r-67,89l11731,5716r-73,89l11582,5892r-79,88l11422,6067r-83,86l11253,6240r-88,87l11075,6413r-92,85l10890,6584r-95,85l10699,6754r-97,85l10503,6923r-199,168l10101,7259r-204,166l9694,7590r-233,189l9230,7969r-114,93l9005,8156r-110,94l8787,8342r-107,94l8576,8529r-101,93l8377,8714r-95,92l8189,8898r-88,93l8016,9082r-81,92l7859,9265r-73,91l7719,9447r-64,91l7598,9629r-52,91l7499,9811r-42,90l7423,9992r-29,91l7371,10173r-16,89l7346,10353r-2,90l7350,10533r-57,-41l7235,10449r-60,-42l7114,10366r-62,-43l6989,10282r-65,-41l6859,10198r-135,-82l6584,10032r-144,-84l6293,9864r-151,-83l5988,9697r-157,-85l5670,9527r-163,-86l5342,9355r-168,-88l5005,9179,4754,9050,4501,8918,4246,8783,3991,8647r-127,-69l3736,8508r-127,-71l3484,8367r-125,-72l3235,8222r-123,-72l2990,8077r-119,-74l2752,7929r-116,-76l2521,7778r-112,-76l2299,7625r-108,-77l2086,7469r-102,-78l1884,7311r-96,-80l1696,7151r-90,-82l1521,6988r-83,-82l1360,6822r-1,-1l1331,6790r-27,-33l1275,6724r-28,-37l1218,6649r-29,-38l1159,6569r-30,-42l1086,6464r-41,-66l1005,6333r-40,-67l927,6198r-38,-68l854,6060r-35,-71l786,5918r-32,-73l723,5771r-30,-74l665,5620r-25,-75l614,5467r-23,-77l568,5312r-19,-79l529,5153r-17,-80l496,4992r-14,-82l470,4828r-11,-83l450,4663r-7,-84l437,4495r-3,-85l432,4325r,-85l434,4155r4,-84l444,3983r9,-86l462,3811r14,-86l489,3637r17,-86l524,3464r22,-88l569,3290r26,-86l623,3117r30,-87l685,2944r35,-86l758,2772r40,-85l839,2601r45,-85l932,2432r50,-85l1034,2263r56,-83l1147,2097r61,-82l1271,1933r67,-81l1406,1771r72,-80l1552,1612r78,-79l1710,1454r84,-78l1861,1317r71,-61l2004,1197r73,-60l2152,1079r78,-58l2309,964r81,-57l2493,840r101,-62l2695,722r101,-51l2895,625r100,-41l3095,547r100,-30l3293,490r99,-22l3489,450r97,-13l3682,428r96,-4l3873,424r94,2l4061,433r92,11l4244,460r92,18l4424,500r89,26l4601,553r86,33l4772,620r84,39l4939,699r81,44l5100,790r79,49l5255,891r76,53l5361,967r31,25l5422,1018r30,26l5482,1072r30,29l5541,1130r29,30l5598,1192r28,31l5654,1256r28,34l5710,1325r27,35l5764,1397r27,38l5816,1472r26,39l5866,1550r26,40l5916,1630r23,41l5963,1712r22,43l6008,1797r22,44l6052,1885r21,43l6093,1973r20,46l6132,2064r20,47l6174,2165r20,56l6214,2276r18,55l6249,2387r16,55l6281,2498r13,54l6306,2608r13,55l6328,2717r10,55l6345,2827r6,53l6356,2935r5,53l6364,3040r1,54l6365,3146r-1,52l6360,3249r-4,52l6351,3351r-7,50l6336,3450r-10,49l6315,3547r-12,48l6288,3642r-15,46l6256,3734r-18,45l6216,3827r-24,46l6166,3919r-26,45l6110,4007r-30,43l6047,4091r-34,41l5975,4171r-37,38l5898,4245r-43,35l5810,4314r-46,32l5715,4378r-50,29l5613,4435r-55,26l5501,4487r-58,23l5382,4532r-63,19l5253,4569r-67,17l5117,4601r-72,12l4971,4624r-77,10l4816,4641r-80,5l4652,4648r-85,1l4566,4649r,l4529,4647r-36,-5l4456,4637r-36,-5l4383,4625r-35,-7l4312,4609r-35,-9l4242,4590r-35,-11l4173,4567r-34,-12l4106,4541r-33,-14l4040,4511r-32,-16l3978,4478r-30,-17l3918,4443r-29,-19l3861,4404r-27,-20l3809,4362r-26,-22l3759,4317r-22,-23l3715,4270r-20,-26l3674,4219r-18,-26l3639,4165r-16,-28l3602,4098r-19,-40l3564,4017r-18,-41l3529,3933r-16,-43l3499,3845r-14,-45l3472,3754r-11,-46l3450,3659r-9,-48l3433,3562r-6,-51l3421,3460r-4,-52l3417,3408r,l3417,3407r-2,-51l3413,3305r2,-49l3417,3208r4,-48l3427,3114r7,-44l3443,3027r9,-43l3465,2943r12,-40l3491,2864r16,-39l3524,2789r17,-35l3561,2719r20,-33l3603,2653r22,-32l3650,2592r24,-29l3699,2535r26,-26l3753,2483r28,-24l3810,2436r29,-23l3870,2392r31,-21l3933,2353r32,-18l3997,2318r38,-17l4073,2285r39,-14l4151,2257r39,-12l4230,2236r40,-10l4311,2219r40,-7l4393,2208r41,-4l4474,2202r42,l4557,2202r41,2l4639,2208r37,3l4712,2216r35,6l4781,2228r33,8l4847,2244r30,8l4907,2261r28,10l4963,2282r26,12l5014,2306r24,12l5059,2331r21,15l5098,2361r49,69l5188,2496r34,67l5250,2628r22,64l5288,2754r10,59l5302,2871r-3,57l5292,2982r-12,51l5263,3081r-22,47l5214,3170r-30,40l5149,3246r-38,33l5069,3308r-46,26l4974,3354r-51,19l4868,3385r-56,8l4753,3397r-61,-1l4629,3390r-66,-12l4497,3362r-68,-23l4361,3311r-69,-34l4221,3237xe" fillcolor="#f06" stroked="f">
                  <v:fill opacity="26214f" color2="fill lighten(51)" focusposition=".5,.5" focussize="" method="linear sigma" focus="100%" type="gradientRadial"/>
                  <v:path arrowok="t"/>
                </v:shape>
              </v:group>
            </v:group>
            <v:shape id="_x0000_s1319" type="#_x0000_t202" style="position:absolute;left:484;top:401;width:4989;height:7735;mso-position-horizontal-relative:page;mso-position-vertical-relative:page" filled="f" stroked="f">
              <v:textbox style="mso-next-textbox:#_x0000_s1319">
                <w:txbxContent>
                  <w:sdt>
                    <w:sdtPr>
                      <w:rPr>
                        <w:sz w:val="24"/>
                        <w:szCs w:val="24"/>
                      </w:rPr>
                      <w:id w:val="25857763"/>
                      <w:placeholder>
                        <w:docPart w:val="FC5356E53B804B85BABC2D8CC206016D"/>
                      </w:placeholder>
                    </w:sdtPr>
                    <w:sdtContent>
                      <w:p w:rsidR="003171AB" w:rsidRPr="00793FC3" w:rsidRDefault="003171AB" w:rsidP="003171AB">
                        <w:pPr>
                          <w:pStyle w:val="BodyText"/>
                          <w:rPr>
                            <w:sz w:val="24"/>
                            <w:szCs w:val="24"/>
                          </w:rPr>
                        </w:pPr>
                        <w:r w:rsidRPr="00793FC3">
                          <w:rPr>
                            <w:sz w:val="24"/>
                            <w:szCs w:val="24"/>
                          </w:rPr>
                          <w:t>Walimatul Urus</w:t>
                        </w:r>
                      </w:p>
                    </w:sdtContent>
                  </w:sdt>
                  <w:p w:rsidR="003171AB" w:rsidRPr="00793FC3" w:rsidRDefault="003171AB" w:rsidP="003171AB">
                    <w:pPr>
                      <w:pStyle w:val="BodyTextwithspaceafter"/>
                      <w:spacing w:before="0" w:after="0"/>
                      <w:rPr>
                        <w:sz w:val="18"/>
                        <w:szCs w:val="18"/>
                      </w:rPr>
                    </w:pPr>
                    <w:r w:rsidRPr="00793FC3">
                      <w:rPr>
                        <w:sz w:val="18"/>
                        <w:szCs w:val="18"/>
                      </w:rPr>
                      <w:t>Assalamualaikum WBT &amp; Salam Sejahtera</w:t>
                    </w:r>
                  </w:p>
                  <w:p w:rsidR="003171AB" w:rsidRPr="00793FC3" w:rsidRDefault="00ED2381" w:rsidP="003171AB">
                    <w:pPr>
                      <w:spacing w:before="0" w:after="0"/>
                      <w:rPr>
                        <w:b/>
                        <w:bCs/>
                        <w:sz w:val="18"/>
                        <w:szCs w:val="20"/>
                      </w:rPr>
                    </w:pPr>
                    <w:r>
                      <w:rPr>
                        <w:b/>
                        <w:bCs/>
                        <w:sz w:val="18"/>
                        <w:szCs w:val="20"/>
                      </w:rPr>
                      <w:t>NAMA BAPA &amp; NAMA IBU</w:t>
                    </w:r>
                    <w:r w:rsidR="003171AB" w:rsidRPr="00793FC3">
                      <w:rPr>
                        <w:b/>
                        <w:bCs/>
                        <w:sz w:val="18"/>
                        <w:szCs w:val="20"/>
                      </w:rPr>
                      <w:t xml:space="preserve"> </w:t>
                    </w:r>
                  </w:p>
                  <w:p w:rsidR="003171AB" w:rsidRDefault="003171AB" w:rsidP="003171AB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  <w:r w:rsidRPr="00793FC3">
                      <w:rPr>
                        <w:sz w:val="18"/>
                        <w:szCs w:val="20"/>
                      </w:rPr>
                      <w:t xml:space="preserve">dengan penuh rasa kesyukuran ke hadrat Ilahi </w:t>
                    </w:r>
                  </w:p>
                  <w:p w:rsidR="003171AB" w:rsidRPr="00793FC3" w:rsidRDefault="003171AB" w:rsidP="003171AB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  <w:r w:rsidRPr="00793FC3">
                      <w:rPr>
                        <w:sz w:val="18"/>
                        <w:szCs w:val="20"/>
                      </w:rPr>
                      <w:t xml:space="preserve">kami menjemput Dato’/Datin/Tuan/Puan/Encik/Cik </w:t>
                    </w:r>
                  </w:p>
                  <w:p w:rsidR="003171AB" w:rsidRPr="00793FC3" w:rsidRDefault="003171AB" w:rsidP="003171AB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</w:p>
                  <w:p w:rsidR="003171AB" w:rsidRPr="00793FC3" w:rsidRDefault="003171AB" w:rsidP="003171AB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  <w:r w:rsidRPr="00793FC3">
                      <w:rPr>
                        <w:sz w:val="18"/>
                        <w:szCs w:val="20"/>
                      </w:rPr>
                      <w:t xml:space="preserve"> _______________________________________ </w:t>
                    </w:r>
                  </w:p>
                  <w:p w:rsidR="003171AB" w:rsidRPr="00793FC3" w:rsidRDefault="003171AB" w:rsidP="003171AB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  <w:r w:rsidRPr="00793FC3">
                      <w:rPr>
                        <w:sz w:val="18"/>
                        <w:szCs w:val="20"/>
                      </w:rPr>
                      <w:t>serta keluarga hadir bagi menyerikan majlis perkahwinan puteri kami</w:t>
                    </w:r>
                  </w:p>
                  <w:p w:rsidR="003171AB" w:rsidRPr="00793FC3" w:rsidRDefault="003171AB" w:rsidP="003171AB">
                    <w:pPr>
                      <w:pStyle w:val="Heading1"/>
                      <w:spacing w:before="0" w:after="0"/>
                      <w:rPr>
                        <w:sz w:val="6"/>
                        <w:szCs w:val="6"/>
                      </w:rPr>
                    </w:pPr>
                  </w:p>
                  <w:sdt>
                    <w:sdtPr>
                      <w:rPr>
                        <w:rStyle w:val="NameChar"/>
                        <w:rFonts w:ascii="Monotype Corsiva" w:hAnsi="Monotype Corsiva"/>
                        <w:bCs/>
                        <w:sz w:val="32"/>
                        <w:szCs w:val="12"/>
                      </w:rPr>
                      <w:id w:val="25857764"/>
                      <w:placeholder>
                        <w:docPart w:val="5F853D52991349ADA282B32603164CDD"/>
                      </w:placeholder>
                    </w:sdtPr>
                    <w:sdtEndPr>
                      <w:rPr>
                        <w:rStyle w:val="DefaultParagraphFont"/>
                        <w:b/>
                      </w:rPr>
                    </w:sdtEndPr>
                    <w:sdtContent>
                      <w:p w:rsidR="003171AB" w:rsidRPr="00793FC3" w:rsidRDefault="00ED2381" w:rsidP="00ED2381">
                        <w:pPr>
                          <w:pStyle w:val="Name"/>
                          <w:spacing w:before="0" w:after="0"/>
                          <w:rPr>
                            <w:rFonts w:ascii="Monotype Corsiva" w:hAnsi="Monotype Corsiva"/>
                            <w:bCs/>
                          </w:rPr>
                        </w:pPr>
                        <w:r>
                          <w:rPr>
                            <w:rStyle w:val="NameChar"/>
                            <w:rFonts w:ascii="Monotype Corsiva" w:hAnsi="Monotype Corsiva"/>
                            <w:bCs/>
                            <w:sz w:val="32"/>
                            <w:szCs w:val="12"/>
                          </w:rPr>
                          <w:t>Nama pengantin perempuan</w:t>
                        </w:r>
                      </w:p>
                    </w:sdtContent>
                  </w:sdt>
                  <w:p w:rsidR="003171AB" w:rsidRPr="00793FC3" w:rsidRDefault="003171AB" w:rsidP="003171AB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  <w:r w:rsidRPr="00793FC3">
                      <w:rPr>
                        <w:sz w:val="18"/>
                        <w:szCs w:val="20"/>
                      </w:rPr>
                      <w:t>dengan pasangannya</w:t>
                    </w:r>
                  </w:p>
                  <w:sdt>
                    <w:sdtPr>
                      <w:rPr>
                        <w:rFonts w:ascii="Monotype Corsiva" w:hAnsi="Monotype Corsiva"/>
                        <w:b w:val="0"/>
                        <w:bCs/>
                        <w:sz w:val="32"/>
                        <w:szCs w:val="12"/>
                      </w:rPr>
                      <w:id w:val="25857765"/>
                      <w:placeholder>
                        <w:docPart w:val="C2275D32917E49E992C1AA48EE21A627"/>
                      </w:placeholder>
                    </w:sdtPr>
                    <w:sdtContent>
                      <w:p w:rsidR="003171AB" w:rsidRPr="00793FC3" w:rsidRDefault="00ED2381" w:rsidP="00ED2381">
                        <w:pPr>
                          <w:pStyle w:val="Name"/>
                          <w:spacing w:before="0" w:after="0"/>
                          <w:rPr>
                            <w:rFonts w:ascii="Monotype Corsiva" w:hAnsi="Monotype Corsiva"/>
                            <w:b w:val="0"/>
                            <w:bCs/>
                            <w:sz w:val="32"/>
                            <w:szCs w:val="12"/>
                          </w:rPr>
                        </w:pPr>
                        <w:r>
                          <w:rPr>
                            <w:rFonts w:ascii="Monotype Corsiva" w:hAnsi="Monotype Corsiva"/>
                            <w:b w:val="0"/>
                            <w:bCs/>
                            <w:sz w:val="32"/>
                            <w:szCs w:val="12"/>
                          </w:rPr>
                          <w:t>Nama pengantin lelaki</w:t>
                        </w:r>
                      </w:p>
                    </w:sdtContent>
                  </w:sdt>
                  <w:sdt>
                    <w:sdtPr>
                      <w:rPr>
                        <w:sz w:val="4"/>
                        <w:szCs w:val="6"/>
                      </w:rPr>
                      <w:id w:val="25857766"/>
                      <w:placeholder>
                        <w:docPart w:val="CD7E2E95A39941249DBCCCEEBCC7BA0E"/>
                      </w:placeholder>
                    </w:sdtPr>
                    <w:sdtEndPr>
                      <w:rPr>
                        <w:sz w:val="22"/>
                        <w:szCs w:val="22"/>
                      </w:rPr>
                    </w:sdtEndPr>
                    <w:sdtContent>
                      <w:p w:rsidR="003171AB" w:rsidRPr="00793FC3" w:rsidRDefault="003171AB" w:rsidP="003171AB">
                        <w:pPr>
                          <w:spacing w:before="0" w:after="0"/>
                          <w:rPr>
                            <w:sz w:val="4"/>
                            <w:szCs w:val="6"/>
                          </w:rPr>
                        </w:pPr>
                      </w:p>
                      <w:p w:rsidR="003171AB" w:rsidRDefault="003171AB" w:rsidP="003171AB">
                        <w:pPr>
                          <w:spacing w:before="0" w:after="0"/>
                          <w:rPr>
                            <w:sz w:val="18"/>
                            <w:szCs w:val="20"/>
                          </w:rPr>
                        </w:pPr>
                      </w:p>
                      <w:p w:rsidR="003171AB" w:rsidRPr="00793FC3" w:rsidRDefault="003171AB" w:rsidP="00457C3B">
                        <w:pPr>
                          <w:spacing w:before="0" w:after="0"/>
                          <w:rPr>
                            <w:sz w:val="18"/>
                            <w:szCs w:val="20"/>
                          </w:rPr>
                        </w:pPr>
                        <w:r w:rsidRPr="00793FC3">
                          <w:rPr>
                            <w:sz w:val="18"/>
                            <w:szCs w:val="20"/>
                          </w:rPr>
                          <w:t xml:space="preserve">Pada hari </w:t>
                        </w:r>
                        <w:r w:rsidRPr="00793FC3">
                          <w:rPr>
                            <w:b/>
                            <w:bCs/>
                            <w:sz w:val="18"/>
                            <w:szCs w:val="20"/>
                          </w:rPr>
                          <w:t>SABTU</w:t>
                        </w:r>
                        <w:r>
                          <w:rPr>
                            <w:b/>
                            <w:bCs/>
                            <w:sz w:val="18"/>
                            <w:szCs w:val="20"/>
                          </w:rPr>
                          <w:t xml:space="preserve">, </w:t>
                        </w:r>
                        <w:r w:rsidR="00457C3B">
                          <w:rPr>
                            <w:b/>
                            <w:bCs/>
                            <w:sz w:val="18"/>
                            <w:szCs w:val="20"/>
                          </w:rPr>
                          <w:t>1</w:t>
                        </w:r>
                        <w:r w:rsidRPr="00793FC3">
                          <w:rPr>
                            <w:b/>
                            <w:bCs/>
                            <w:sz w:val="18"/>
                            <w:szCs w:val="20"/>
                          </w:rPr>
                          <w:t xml:space="preserve">3 </w:t>
                        </w:r>
                        <w:r w:rsidR="00457C3B">
                          <w:rPr>
                            <w:b/>
                            <w:bCs/>
                            <w:sz w:val="18"/>
                            <w:szCs w:val="20"/>
                          </w:rPr>
                          <w:t>APRIL</w:t>
                        </w:r>
                        <w:r w:rsidRPr="00793FC3">
                          <w:rPr>
                            <w:b/>
                            <w:bCs/>
                            <w:sz w:val="18"/>
                            <w:szCs w:val="20"/>
                          </w:rPr>
                          <w:t xml:space="preserve"> 2013</w:t>
                        </w:r>
                        <w:r w:rsidRPr="00793FC3">
                          <w:rPr>
                            <w:sz w:val="18"/>
                            <w:szCs w:val="20"/>
                          </w:rPr>
                          <w:t xml:space="preserve"> </w:t>
                        </w:r>
                      </w:p>
                      <w:p w:rsidR="003171AB" w:rsidRPr="00793FC3" w:rsidRDefault="00457C3B" w:rsidP="00457C3B">
                        <w:pPr>
                          <w:spacing w:before="0" w:after="0"/>
                          <w:rPr>
                            <w:sz w:val="18"/>
                            <w:szCs w:val="20"/>
                          </w:rPr>
                        </w:pPr>
                        <w:r>
                          <w:rPr>
                            <w:sz w:val="18"/>
                            <w:szCs w:val="20"/>
                          </w:rPr>
                          <w:t>bersamaan 2</w:t>
                        </w:r>
                        <w:r w:rsidR="003171AB" w:rsidRPr="00793FC3">
                          <w:rPr>
                            <w:sz w:val="18"/>
                            <w:szCs w:val="20"/>
                          </w:rPr>
                          <w:t xml:space="preserve"> JamadilA</w:t>
                        </w:r>
                        <w:r>
                          <w:rPr>
                            <w:sz w:val="18"/>
                            <w:szCs w:val="20"/>
                          </w:rPr>
                          <w:t>khir</w:t>
                        </w:r>
                        <w:r w:rsidR="003171AB" w:rsidRPr="00793FC3">
                          <w:rPr>
                            <w:sz w:val="18"/>
                            <w:szCs w:val="20"/>
                          </w:rPr>
                          <w:t xml:space="preserve"> 1434H</w:t>
                        </w:r>
                      </w:p>
                      <w:p w:rsidR="003171AB" w:rsidRPr="00793FC3" w:rsidRDefault="003171AB" w:rsidP="00ED2381">
                        <w:pPr>
                          <w:pStyle w:val="Heading1"/>
                          <w:spacing w:before="0" w:after="0"/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</w:pPr>
                        <w:r w:rsidRPr="00793FC3">
                          <w:rPr>
                            <w:rFonts w:asciiTheme="minorHAnsi" w:hAnsiTheme="minorHAnsi"/>
                            <w:b w:val="0"/>
                            <w:bCs w:val="0"/>
                            <w:color w:val="auto"/>
                            <w:sz w:val="18"/>
                            <w:szCs w:val="18"/>
                          </w:rPr>
                          <w:t xml:space="preserve">Beralamat: </w:t>
                        </w:r>
                        <w:r w:rsidRPr="00793FC3"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  <w:t xml:space="preserve">No. </w:t>
                        </w:r>
                        <w:r w:rsidR="00ED2381"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  <w:t>1</w:t>
                        </w:r>
                        <w:r w:rsidRPr="00793FC3"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  <w:t xml:space="preserve">, Jalan </w:t>
                        </w:r>
                        <w:r w:rsidR="00ED2381"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  <w:t>1</w:t>
                        </w:r>
                        <w:r w:rsidRPr="00793FC3"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  <w:t xml:space="preserve">, </w:t>
                        </w:r>
                      </w:p>
                      <w:p w:rsidR="003171AB" w:rsidRPr="00793FC3" w:rsidRDefault="00ED2381" w:rsidP="003171AB">
                        <w:pPr>
                          <w:pStyle w:val="Heading1"/>
                          <w:spacing w:before="0" w:after="0"/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  <w:t>KL</w:t>
                        </w:r>
                      </w:p>
                      <w:p w:rsidR="003171AB" w:rsidRPr="00FF4D82" w:rsidRDefault="003171AB" w:rsidP="003171AB">
                        <w:pPr>
                          <w:spacing w:before="0" w:after="0"/>
                          <w:rPr>
                            <w:i/>
                            <w:iCs/>
                            <w:sz w:val="8"/>
                            <w:szCs w:val="10"/>
                          </w:rPr>
                        </w:pPr>
                      </w:p>
                      <w:p w:rsidR="003171AB" w:rsidRPr="00793FC3" w:rsidRDefault="003171AB" w:rsidP="003171AB">
                        <w:pPr>
                          <w:spacing w:before="0" w:after="0"/>
                          <w:rPr>
                            <w:sz w:val="20"/>
                            <w:szCs w:val="22"/>
                          </w:rPr>
                        </w:pPr>
                        <w:r w:rsidRPr="001808CF">
                          <w:rPr>
                            <w:sz w:val="18"/>
                            <w:szCs w:val="20"/>
                          </w:rPr>
                          <w:t xml:space="preserve">Semoga dengan kehadiran para hadirin &amp; keluarga akan menyerikan lagi majlis kami serta diberkati Allah SWT. Terima kasih, wassalam. </w:t>
                        </w:r>
                      </w:p>
                    </w:sdtContent>
                  </w:sdt>
                  <w:p w:rsidR="003171AB" w:rsidRPr="00793FC3" w:rsidRDefault="003171AB" w:rsidP="003171AB">
                    <w:pPr>
                      <w:pStyle w:val="ReceptiontoFollow"/>
                      <w:spacing w:before="0" w:after="0"/>
                      <w:rPr>
                        <w:rFonts w:ascii="Lucida Handwriting" w:hAnsi="Lucida Handwriting"/>
                        <w:b/>
                        <w:bCs/>
                        <w:sz w:val="8"/>
                        <w:szCs w:val="8"/>
                      </w:rPr>
                    </w:pPr>
                  </w:p>
                  <w:p w:rsidR="003171AB" w:rsidRPr="007A27F3" w:rsidRDefault="003171AB" w:rsidP="003171AB">
                    <w:pPr>
                      <w:pStyle w:val="ReceptiontoFollow"/>
                      <w:spacing w:before="0" w:after="0"/>
                      <w:rPr>
                        <w:rFonts w:ascii="Lucida Handwriting" w:hAnsi="Lucida Handwriting"/>
                        <w:sz w:val="2"/>
                        <w:szCs w:val="2"/>
                      </w:rPr>
                    </w:pPr>
                  </w:p>
                  <w:p w:rsidR="003171AB" w:rsidRPr="00793FC3" w:rsidRDefault="003171AB" w:rsidP="003171AB">
                    <w:pPr>
                      <w:pStyle w:val="ReceptiontoFollow"/>
                      <w:spacing w:before="0" w:after="0"/>
                      <w:rPr>
                        <w:rFonts w:ascii="Lucida Handwriting" w:hAnsi="Lucida Handwriting"/>
                        <w:sz w:val="16"/>
                        <w:szCs w:val="16"/>
                      </w:rPr>
                    </w:pPr>
                    <w:r w:rsidRPr="00793FC3">
                      <w:rPr>
                        <w:rFonts w:ascii="Lucida Handwriting" w:hAnsi="Lucida Handwriting"/>
                        <w:sz w:val="16"/>
                        <w:szCs w:val="16"/>
                      </w:rPr>
                      <w:t>Aturcara Majlis</w:t>
                    </w:r>
                  </w:p>
                  <w:p w:rsidR="007A27F3" w:rsidRDefault="007A27F3" w:rsidP="003171AB">
                    <w:pPr>
                      <w:pStyle w:val="ReceptiontoFollow"/>
                      <w:spacing w:before="0" w:after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Akad nikah: 11.00 pg</w:t>
                    </w:r>
                  </w:p>
                  <w:p w:rsidR="003171AB" w:rsidRPr="00793FC3" w:rsidRDefault="003171AB" w:rsidP="003171AB">
                    <w:pPr>
                      <w:pStyle w:val="ReceptiontoFollow"/>
                      <w:spacing w:before="0" w:after="0"/>
                      <w:rPr>
                        <w:sz w:val="18"/>
                        <w:szCs w:val="18"/>
                      </w:rPr>
                    </w:pPr>
                    <w:r w:rsidRPr="00793FC3">
                      <w:rPr>
                        <w:sz w:val="18"/>
                        <w:szCs w:val="18"/>
                      </w:rPr>
                      <w:t>Jamuan makan: 11.00 pg – 5.00 ptg</w:t>
                    </w:r>
                  </w:p>
                  <w:p w:rsidR="003171AB" w:rsidRPr="00793FC3" w:rsidRDefault="003171AB" w:rsidP="003171AB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  <w:r w:rsidRPr="00793FC3">
                      <w:rPr>
                        <w:sz w:val="18"/>
                        <w:szCs w:val="20"/>
                      </w:rPr>
                      <w:t xml:space="preserve">Bersanding: </w:t>
                    </w:r>
                    <w:r>
                      <w:rPr>
                        <w:sz w:val="18"/>
                        <w:szCs w:val="20"/>
                      </w:rPr>
                      <w:t>12.30 tengahari</w:t>
                    </w:r>
                  </w:p>
                  <w:p w:rsidR="003171AB" w:rsidRPr="00793FC3" w:rsidRDefault="003171AB" w:rsidP="003171AB">
                    <w:pPr>
                      <w:pStyle w:val="Heading1"/>
                      <w:spacing w:before="0" w:after="0"/>
                      <w:rPr>
                        <w:sz w:val="2"/>
                        <w:szCs w:val="2"/>
                      </w:rPr>
                    </w:pPr>
                  </w:p>
                  <w:p w:rsidR="003171AB" w:rsidRPr="00793FC3" w:rsidRDefault="003171AB" w:rsidP="003171AB">
                    <w:pPr>
                      <w:pStyle w:val="ReceptiontoFollow"/>
                      <w:spacing w:before="0" w:after="0"/>
                      <w:rPr>
                        <w:rFonts w:ascii="Lucida Handwriting" w:hAnsi="Lucida Handwriting"/>
                        <w:sz w:val="16"/>
                        <w:szCs w:val="16"/>
                      </w:rPr>
                    </w:pPr>
                    <w:r w:rsidRPr="00793FC3">
                      <w:rPr>
                        <w:rFonts w:ascii="Lucida Handwriting" w:hAnsi="Lucida Handwriting"/>
                        <w:sz w:val="16"/>
                        <w:szCs w:val="16"/>
                      </w:rPr>
                      <w:t>Turut mengundang</w:t>
                    </w:r>
                  </w:p>
                  <w:p w:rsidR="003171AB" w:rsidRPr="00793FC3" w:rsidRDefault="003171AB" w:rsidP="003171AB">
                    <w:pPr>
                      <w:pStyle w:val="ReceptiontoFollow"/>
                      <w:spacing w:before="0" w:after="0"/>
                      <w:rPr>
                        <w:sz w:val="18"/>
                        <w:szCs w:val="18"/>
                      </w:rPr>
                    </w:pPr>
                    <w:r w:rsidRPr="00793FC3">
                      <w:rPr>
                        <w:sz w:val="18"/>
                        <w:szCs w:val="18"/>
                      </w:rPr>
                      <w:t>Seisi keluarga</w:t>
                    </w:r>
                  </w:p>
                  <w:p w:rsidR="003171AB" w:rsidRPr="00793FC3" w:rsidRDefault="003171AB" w:rsidP="003171AB">
                    <w:pPr>
                      <w:spacing w:before="0" w:after="0"/>
                      <w:rPr>
                        <w:sz w:val="2"/>
                        <w:szCs w:val="4"/>
                      </w:rPr>
                    </w:pPr>
                  </w:p>
                  <w:p w:rsidR="003171AB" w:rsidRPr="00793FC3" w:rsidRDefault="003171AB" w:rsidP="003171AB">
                    <w:pPr>
                      <w:pStyle w:val="ReceptiontoFollow"/>
                      <w:spacing w:before="0" w:after="0"/>
                      <w:rPr>
                        <w:rFonts w:ascii="Lucida Handwriting" w:hAnsi="Lucida Handwriting"/>
                        <w:sz w:val="16"/>
                        <w:szCs w:val="16"/>
                      </w:rPr>
                    </w:pPr>
                    <w:r w:rsidRPr="00793FC3">
                      <w:rPr>
                        <w:rFonts w:ascii="Lucida Handwriting" w:hAnsi="Lucida Handwriting"/>
                        <w:sz w:val="16"/>
                        <w:szCs w:val="16"/>
                      </w:rPr>
                      <w:t>Hubungi</w:t>
                    </w:r>
                  </w:p>
                  <w:p w:rsidR="003171AB" w:rsidRPr="00793FC3" w:rsidRDefault="00ED2381" w:rsidP="00C506CB">
                    <w:pPr>
                      <w:pStyle w:val="ReceptiontoFollow"/>
                      <w:spacing w:before="0" w:after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Nama: No telefon</w:t>
                    </w:r>
                  </w:p>
                  <w:p w:rsidR="003171AB" w:rsidRPr="00193344" w:rsidRDefault="003171AB" w:rsidP="003171AB"/>
                  <w:p w:rsidR="003171AB" w:rsidRPr="00193344" w:rsidRDefault="003171AB" w:rsidP="003171AB"/>
                  <w:p w:rsidR="003171AB" w:rsidRPr="00193344" w:rsidRDefault="003171AB" w:rsidP="003171AB">
                    <w:pPr>
                      <w:pStyle w:val="Heading1"/>
                      <w:spacing w:before="0"/>
                    </w:pPr>
                  </w:p>
                </w:txbxContent>
              </v:textbox>
            </v:shape>
          </v:group>
        </w:pict>
      </w:r>
      <w:r>
        <w:rPr>
          <w:noProof/>
          <w:lang w:bidi="ar-SA"/>
        </w:rPr>
        <w:pict>
          <v:group id="_x0000_s1281" style="position:absolute;left:0;text-align:left;margin-left:312.5pt;margin-top:424.15pt;width:269.15pt;height:400.7pt;z-index:-251597824" coordorigin="6160,180" coordsize="5383,8014">
            <v:group id="_x0000_s1282" style="position:absolute;left:6160;top:180;width:5383;height:8014;mso-position-vertical-relative:page" coordorigin="1026,1986" coordsize="6328,9610">
              <v:group id="_x0000_s1283" style="position:absolute;left:1026;top:1986;width:6328;height:9610" coordorigin="703,558" coordsize="5793,8816">
                <v:shape id="_x0000_s1284" style="position:absolute;left:1873;top:8695;width:3457;height:599;mso-position-horizontal-relative:margin;mso-position-vertical-relative:margin" coordsize="17280,4224" path="m8261,2815r1,-56l8262,2702r1,-56l8265,2591r1,-54l8268,2482r4,-53l8274,2376r1,l8423,2235r-5,65l8412,2367r-3,67l8405,2503r-4,70l8399,2645r-1,72l8397,2792r22,-2l8441,2789r23,-1l8487,2788r23,l8534,2788r25,1l8584,2790r40,-5l8664,2781r39,-3l8740,2776r38,l8814,2776r34,2l8883,2780r,1l8881,2673r-3,-105l8872,2465r-6,-98l8858,2271r-8,-93l8839,2089r-12,-86l8814,1919r-14,-80l8785,1761r-16,-75l8751,1615r-18,-69l8712,1478r-20,-62l8670,1354r-21,-59l8625,1240r-24,-54l8575,1135r-26,-49l8523,1041r-27,-43l8468,955r-29,-39l8410,879r-30,-34l8349,812r-30,-31l8288,753r-32,-27l8219,756r-38,31l8142,820r-42,33l8047,898r-52,45l7970,966r-23,23l7923,1013r-22,24l7882,1061r-20,25l7845,1113r-15,27l7816,1169r-12,30l7794,1229r-7,33l7782,1295r-2,36l7780,1368r4,40l7789,1448r10,43l7811,1537r15,48l7845,1634r23,53l7894,1742r30,58l7959,1861r38,63l8040,1991r47,69l8084,2111r-51,-31l7984,2050r-46,-27l7893,1999r-44,-21l7807,1959r-40,-16l7728,1929r3,23l7732,1977r,23l7732,2025r-1,26l7730,2077r-4,26l7723,2130r-3,27l7714,2186r-5,28l7703,2243r-8,29l7686,2302r-8,30l7667,2362r-11,32l7644,2425r-12,33l7618,2490r-15,32l7588,2556r-16,35l7554,2625r-19,35l7516,2696r-21,36l7474,2767r-23,37l7427,2842r-25,38l7376,2918r-4,6l7363,2919r-32,-20l7300,2880r-31,-20l7240,2840r-28,-21l7184,2799r-27,-22l7131,2754r-25,-22l7082,2708r-25,-25l7033,2657r-23,-27l6988,2602r-23,-29l6943,2543r-21,-32l6901,2478r-21,-35l6860,2408r-20,-37l6820,2332r-19,-41l6781,2248r-19,-44l6742,2159r-19,-49l6705,2060r-20,-52l6666,1953r-19,-57l6628,1838r16,-27l6665,1826r19,14l6704,1853r18,12l6740,1875r19,10l6776,1893r17,8l6810,1907r17,6l6843,1917r16,4l6874,1924r15,2l6904,1928r16,l6934,1928r15,l6963,1927r14,-2l7005,1920r28,-6l7061,1906r27,-10l7116,1887r28,-11l7196,1857r54,-17l7279,1833r29,-8l7339,1820r31,-6l7402,1811r35,-1l7473,1810r37,3l7530,1815r19,2l7570,1821r20,4l7612,1829r21,6l7656,1841r23,7l7672,1820r-7,-29l7656,1765r-10,-24l7637,1720r-10,-20l7616,1682r-12,-18l7591,1646r-13,-17l7564,1614r-15,-16l7534,1583r-16,-14l7502,1555r-18,-13l7466,1530r-18,-12l7428,1508r-19,-10l7388,1488r-20,-9l7346,1471r-21,-8l7303,1457r-23,-7l7258,1445r-24,-6l7210,1435r-24,-3l7163,1429r-25,-3l7114,1424r-26,-1l7063,1423r-25,l7012,1423r-27,2l6960,1427r-27,3l6907,1434r-27,4l6854,1443r-27,5l6801,1455r-27,7l6748,1470r-26,8l6696,1487r-26,10l6644,1507r-25,11l6593,1530r-24,12l6544,1555r-24,14l6495,1583r-24,16l6449,1615r-23,16l6403,1648r-22,18l6359,1684r-20,20l6318,1723r-21,21l6278,1764r-18,22l6239,1812r-19,26l6200,1864r-17,28l6166,1920r-16,30l6134,1980r-14,30l6107,2043r-11,32l6084,2108r-10,34l6065,2177r-6,36l6052,2250r-5,36l6044,2324r-2,39l6040,2403r2,40l6044,2485r3,42l6051,2569r7,43l6066,2657r10,45l6087,2748r14,46l6115,2842r16,48l6150,2938r20,50l6302,2998r127,10l6551,3020r118,13l6781,3046r109,15l6994,3076r99,16l7190,3110r90,18l7367,3146r83,20l7529,3186r74,21l7673,3229r67,22l7738,3254r-20,53l7653,3286r-70,-21l7510,3246r-76,-18l7354,3209r-85,-18l7181,3174r-92,-16l6993,3143r-100,-15l6788,3115r-108,-13l6566,3090r-116,-11l6328,3069r-126,-8l6208,3074r6,13l6233,3124r18,35l6269,3195r20,35l6308,3263r20,34l6348,3328r21,33l6389,3391r22,30l6432,3451r22,28l6476,3507r21,27l6520,3561r23,25l6565,3612r24,24l6612,3660r24,22l6659,3705r24,22l6707,3747r25,21l6755,3789r25,18l6805,3825r25,19l6855,3861r25,16l6904,3894r25,15l6963,3903r34,-6l7031,3891r34,-5l7100,3880r33,-6l7168,3868r33,-7l7272,3849r70,-12l7411,3825r69,-11l7547,3803r66,-11l7678,3782r63,-9l7741,3773r18,-2l7751,3742r-6,-30l7739,3681r-4,-31l7732,3620r-2,-32l7728,3556r,-32l7730,3490r3,-35l7737,3420r6,-34l7749,3351r9,-34l7767,3283r11,-33l7791,3217r14,-32l7821,3154r18,-31l7857,3093r21,-29l7899,3036r24,-27l7943,2989r21,-19l7986,2950r22,-17l8033,2916r25,-17l8084,2884r27,-14l7847,2606r793,-794l8794,1967r-2,l8797,1986r3,22l8803,2030r3,22l8808,2075r3,22l8813,2118r1,21l8640,1963r-642,643l8219,2827r11,-3l8240,2821r11,-3l8261,2815xm9019,2869r,-15l9019,2839r,-17l9019,2807r,15l9019,2839r,15l9019,2869r,xm9019,2804r-2,-117l9014,2574r-5,-108l9003,2360r-8,-102l8986,2160r-11,-95l8963,1973r-14,-87l8934,1800r-16,-81l8900,1640r-19,-76l8860,1491r-20,-69l8817,1356r-24,-64l8770,1231r-26,-58l8718,1118r-28,-52l8662,1016r-30,-48l8603,924r-31,-42l8541,843r-32,-38l8477,770r-34,-32l8410,707r-35,-28l8341,654r35,-32l8410,589r31,-31l8470,525r14,-16l8497,493r12,-18l8522,458r11,-17l8544,423r11,-18l8564,387r9,-20l8582,348r7,-20l8597,308r7,-22l8610,264r5,-22l8621,218r4,-24l8629,169r3,-26l8635,116r2,-27l8639,61r1,-31l8640,r9,12l8673,52r40,64l8764,198r29,46l8824,292r33,50l8892,393r35,52l8964,496r38,51l9040,596r24,-14l9089,569r26,-12l9140,546r25,-11l9191,526r25,-8l9240,510r26,-7l9291,497r25,-5l9341,487r25,-3l9391,482r24,-1l9440,480r26,l9491,481r25,1l9542,483r49,5l9641,495r49,10l9738,516r48,11l9832,542r46,16l9922,575r44,19l10008,613r41,22l10089,656r39,24l10165,704r31,22l10225,748r30,23l10282,795r24,23l10330,843r22,23l10372,890r19,25l10407,939r15,25l10434,988r11,23l10452,1034r7,23l10462,1079r1,19l10463,1118r-1,8l10460,1136r-2,9l10454,1153r-3,9l10448,1171r-4,7l10438,1186r-5,9l10426,1201r-6,8l10413,1216r-8,7l10397,1229r-10,7l10378,1241r-21,12l10333,1263r-25,9l10278,1279r-31,6l10214,1290r-32,2l10152,1295r-29,1l10094,1298r-28,1l10038,1299r-27,-1l9985,1296r-26,-1l9934,1293r-25,-3l9885,1287r-24,-4l9839,1279r-22,-4l9796,1269r-21,-5l9756,1259r-20,-7l9717,1246r-35,-13l9649,1217r-31,-16l9591,1184r-24,-18l9544,1148r-15,-15l9516,1118r7,17l9530,1153r5,19l9541,1191r4,20l9548,1230r2,21l9553,1273r1,21l9554,1317r-1,23l9550,1364r-3,23l9544,1412r-5,26l9533,1464r-7,27l9517,1520r-9,29l9498,1578r-12,30l9473,1640r-14,32l9444,1705r-18,34l9409,1774r-19,36l9369,1847r-23,38l9324,1924r-26,40l9272,2005r40,-24l9351,1958r37,-20l9425,1919r36,-16l9495,1888r34,-14l9561,1862r8,-34l9577,1796r11,-31l9600,1735r11,-24l9623,1687r13,-22l9649,1643r15,-22l9679,1602r16,-20l9711,1563r18,-17l9747,1528r18,-16l9785,1497r20,-15l9826,1468r21,-13l9869,1443r22,-12l9913,1420r24,-10l9961,1400r24,-7l10009,1385r25,-7l10059,1372r26,-5l10111,1361r26,-3l10163,1355r27,-2l10217,1352r27,-1l10271,1351r26,1l10324,1353r27,2l10377,1358r27,5l10431,1366r27,5l10485,1377r27,6l10538,1391r27,7l10592,1407r25,9l10643,1425r27,11l10695,1448r26,12l10747,1472r25,14l10797,1499r24,15l10844,1529r24,17l10892,1562r22,17l10937,1598r22,18l10980,1635r21,21l11021,1677r20,21l11060,1720r22,26l11102,1773r20,28l11140,1829r17,31l11175,1890r15,31l11205,1954r13,32l11231,2021r11,35l11251,2091r9,37l11268,2165r6,39l11280,2243r3,40l11285,2324r,41l11285,2409r-2,43l11278,2496r-5,45l11265,2587r-8,47l11247,2682r-12,48l11221,2780r-16,50l11188,2881r-20,52l11147,2986r49,-3l11246,2981r50,-4l11346,2975r52,-2l11450,2971r53,-2l11557,2968r54,-3l11665,2964r56,-1l11777,2962r57,-1l11891,2960r58,l12007,2959r126,1l12237,2961r86,2l12390,2967r51,2l12474,2970r12,l12495,2970r4,l12501,2969r-2,-5l12495,2960r-8,-4l12477,2950r-28,-12l12411,2924r-45,-15l12314,2892r-58,-19l12194,2854r-110,-35l11971,2782r-56,-19l11859,2742r-54,-20l11754,2700r-49,-22l11660,2656r-22,-12l11618,2632r-19,-12l11582,2608r-16,-13l11551,2583r-13,-13l11526,2557r-11,-13l11507,2531r-6,-13l11496,2505r-3,-12l11491,2482r,-12l11491,2460r2,-12l11496,2436r3,-11l11504,2413r6,-11l11517,2390r9,-12l11535,2368r11,-12l11558,2345r13,-12l11586,2321r16,-11l11620,2298r19,-11l11659,2276r22,-11l11704,2253r25,-11l11756,2231r27,-12l11813,2208r31,-10l11877,2186r70,-22l12025,2141r55,-13l12137,2117r59,-8l12258,2102r63,-4l12387,2096r66,-1l12523,2097r70,3l12665,2106r74,6l12813,2121r77,9l12968,2142r78,13l13127,2169r81,16l13290,2201r84,17l13458,2237r84,19l13627,2277r87,20l13800,2319r175,44l14151,2410r177,48l14505,2506r137,37l14778,2580r135,37l15045,2651r133,35l15309,2719r130,30l15565,2778r124,26l15811,2828r60,11l15930,2848r58,10l16046,2867r56,7l16158,2881r54,5l16266,2892r52,3l16370,2898r50,1l16470,2900r42,-1l16554,2898r41,-2l16635,2893r39,-4l16712,2883r37,-6l16784,2869r35,-9l16852,2851r32,-11l16915,2828r29,-13l16972,2800r27,-15l17025,2767r25,-18l17073,2729r21,-21l17114,2685r19,-24l17150,2636r16,-27l17180,2581r13,-30l17203,2519r9,-32l17221,2452r5,-37l17230,2377r4,-39l17234,2297r46,-44l17279,2302r-3,47l17271,2394r-6,43l17256,2478r-9,40l17234,2555r-13,36l17204,2625r-17,32l17169,2687r-21,29l17127,2742r-24,26l17078,2791r-27,23l17023,2833r-30,20l16962,2870r-32,16l16896,2900r-35,13l16824,2925r-38,10l16748,2944r-40,7l16665,2958r-42,5l16579,2968r-44,2l16488,2972r-47,l16391,2972r-51,-2l16290,2968r-53,-5l16183,2959r-55,-7l16071,2946r-56,-8l15958,2930r-58,-9l15840,2911r-60,-12l15658,2876r-124,-26l15406,2820r-128,-30l15147,2758r-133,-35l14880,2688r-135,-37l14609,2615r-136,-37l14296,2530r-176,-48l13944,2436r-174,-46l13684,2369r-87,-21l13512,2328r-84,-19l13343,2291r-83,-19l13179,2256r-81,-15l13018,2227r-79,-13l12862,2203r-76,-10l12711,2185r-73,-8l12566,2173r-70,-5l12428,2167r-67,l12296,2169r-63,5l12172,2180r-59,9l12056,2200r-54,13l11937,2231r-59,17l11824,2266r-49,16l11731,2298r-38,17l11659,2330r-30,14l11605,2359r-21,13l11575,2380r-7,6l11560,2393r-5,6l11550,2406r-4,6l11543,2417r-2,7l11540,2430r-1,6l11539,2442r1,6l11544,2460r7,12l11559,2485r10,11l11580,2508r13,12l11608,2532r15,11l11640,2555r19,11l11679,2578r21,11l11744,2610r49,22l11843,2652r53,21l11951,2693r56,19l12119,2749r109,33l12291,2803r61,19l12406,2841r47,17l12474,2867r18,9l12509,2884r13,8l12532,2900r8,8l12543,2912r2,4l12546,2920r,4l12546,2930r-1,6l12542,2943r-3,5l12536,2954r-6,5l12524,2964r-8,5l12509,2974r-10,4l12488,2983r-11,4l12450,2996r-31,6l12383,3009r-41,5l12296,3020r-52,3l12187,3026r-64,3l12055,3030r-76,2l11920,3032r-58,1l11804,3033r-57,1l11691,3035r-55,1l11581,3038r-55,1l11473,3041r-53,2l11367,3046r-52,2l11264,3050r-49,2l11165,3055r-50,4l11111,3068r-5,10l11101,3089r-4,10l11080,3133r-18,35l11044,3202r-17,33l11008,3268r-18,31l10971,3330r-20,31l10933,3390r-20,29l10893,3447r-20,29l10832,3530r-41,52l10748,3630r-42,47l10662,3721r-45,43l10573,3804r-45,38l10482,3877r-46,34l10503,3922r65,10l10633,3941r62,8l10756,3956r59,7l10872,3968r55,5l10979,3975r50,1l11075,3976r45,-2l11140,3973r20,-2l11179,3967r17,-3l11214,3961r16,-5l11245,3952r14,-5l11276,3939r18,-10l11301,3924r7,-5l11314,3912r7,-5l11327,3900r5,-7l11337,3885r4,-8l11345,3870r4,-9l11352,3853r2,-10l11356,3833r1,-10l11358,3812r1,-10l11358,3779r-2,-25l11351,3728r-8,-28l11334,3669r-12,-32l11313,3616r-10,-20l11294,3577r-11,-16l11272,3546r-12,-14l11249,3520r-12,-11l11226,3499r-12,-7l11201,3484r-12,-5l11176,3475r-13,-4l11151,3469r-13,l11125,3469r-12,1l11102,3473r-10,5l11081,3483r-10,7l11062,3496r-8,9l11046,3514r-7,9l11032,3534r-6,11l11021,3557r-5,12l11013,3582r-3,13l11006,3608r-2,13l11003,3635r-1,13l11002,3662r1,13l11004,3689r2,13l11010,3714r3,13l11017,3739r4,11l11027,3760r6,10l11040,3780r8,8l11017,3797r-28,6l10963,3806r-22,-1l10923,3802r-16,-6l10894,3788r-10,-10l10877,3765r-6,-14l10869,3736r-1,-18l10870,3700r5,-19l10881,3661r9,-21l10900,3620r12,-21l10926,3578r15,-20l10959,3538r19,-19l10998,3501r21,-18l11042,3468r24,-14l11089,3441r26,-10l11142,3423r27,-7l11197,3413r29,l11243,3414r16,2l11276,3419r16,6l11309,3431r16,8l11340,3447r15,11l11370,3470r14,13l11398,3498r13,17l11424,3533r12,21l11447,3575r10,24l11464,3617r6,18l11475,3652r5,17l11484,3686r3,15l11489,3717r1,14l11490,3746r,14l11490,3775r-2,13l11486,3801r-3,11l11479,3824r-4,12l11470,3848r-7,11l11457,3869r-7,11l11443,3889r-9,9l11424,3908r-9,8l11405,3925r-11,8l11382,3940r-12,8l11344,3961r-28,13l11296,3981r-22,8l11251,3995r-23,6l11204,4006r-25,5l11154,4015r-27,3l11101,4021r-28,3l11045,4025r-28,2l10958,4027r-62,l10833,4024r-65,-5l10702,4014r-68,-8l10563,3999r-70,-10l10422,3979r-72,-11l10302,3995r-46,26l10208,4045r-47,22l10113,4088r-46,18l10019,4122r-46,14l9926,4149r-46,12l9833,4170r-45,9l9743,4185r-45,4l9654,4193r-43,2l9563,4196r-46,-1l9472,4192r-45,-5l9384,4181r-41,-7l9302,4164r-39,-9l9263,4155r8,-7l9290,4134r12,-10l9313,4115r12,-11l9334,4094r,-1l9369,4102r37,6l9442,4114r38,4l9518,4121r40,2l9598,4123r41,l9676,4121r38,-2l9751,4115r39,-5l9829,4104r39,-7l9907,4089r40,-10l9987,4068r40,-12l10067,4042r41,-14l10148,4012r40,-18l10229,3975r40,-20l10232,3949r-38,-7l10157,3936r-36,-7l10083,3923r-37,-7l10008,3910r-36,-7l9911,3893r-60,-10l9790,3872r-59,-10l9671,3853r-57,-10l9556,3834r-56,-9l9490,3850r-11,25l9468,3899r-12,23l9444,3945r-15,21l9415,3987r-15,20l9386,4023r-15,16l9354,4055r-20,15l9315,4085r-22,16l9272,4115r-24,14l9223,4142r-25,12l9174,4164r-26,11l9121,4184r-26,9l9068,4199r-26,6l9015,4209r-26,2l8964,4212r-25,-1l8915,4209r-23,-4l8870,4198r-20,-9l8830,4177r-18,-13l8794,4149r-14,-18l8767,4110r-11,-22l8747,4062r-7,-30l8738,4016r-1,-17l8739,3982r4,-16l8748,3951r6,-15l8763,3922r10,-14l8784,3896r12,-12l8808,3872r16,-11l8839,3850r17,-9l8874,3831r20,-10l8893,3799r1,-21l8896,3755r4,-22l8907,3711r8,-23l8926,3665r13,-23l8953,3620r17,-24l8989,3573r21,-24l9034,3526r25,-23l9087,3480r31,-23l9145,3438r30,-20l9206,3400r33,-20l9275,3362r38,-19l9352,3325r42,-18l9437,3288r46,-17l9532,3254r51,-18l9636,3220r55,-16l9748,3187r59,-15l9870,3156r65,-14l10002,3127r69,-13l10143,3100r75,-13l10295,3075r79,-12l10458,3051r84,-11l10630,3030r90,-9l10814,3011r95,-8l11008,2996r102,-8l11130,2938r19,-48l11165,2842r14,-48l11193,2748r11,-46l11214,2657r8,-45l11229,2569r4,-42l11236,2485r2,-42l11240,2403r-2,-40l11236,2324r-3,-38l11228,2250r-7,-37l11215,2177r-9,-35l11196,2108r-12,-33l11173,2043r-13,-33l11146,1980r-16,-30l11114,1920r-17,-28l11080,1864r-20,-26l11041,1812r-21,-26l11002,1764r-19,-20l10962,1723r-21,-19l10921,1684r-22,-18l10877,1648r-23,-17l10831,1615r-23,-16l10785,1583r-25,-14l10736,1555r-25,-13l10687,1530r-26,-12l10636,1507r-26,-10l10584,1487r-26,-9l10532,1470r-26,-8l10479,1455r-26,-7l10426,1443r-26,-5l10373,1434r-26,-4l10320,1427r-25,-2l10268,1423r-26,l10217,1423r-26,l10166,1424r-24,2l10117,1429r-23,3l10070,1435r-24,4l10022,1445r-22,5l9977,1457r-22,6l9934,1471r-22,8l9892,1488r-21,10l9852,1508r-20,10l9814,1530r-18,12l9778,1555r-16,14l9746,1583r-15,15l9716,1614r-14,15l9689,1646r-13,18l9664,1682r-11,18l9643,1720r-9,21l9624,1765r-9,26l9608,1820r-7,28l9624,1841r23,-6l9668,1829r22,-4l9710,1821r21,-4l9750,1815r20,-2l9807,1810r36,l9878,1811r32,3l9941,1820r31,5l10001,1833r29,7l10084,1857r52,19l10164,1887r28,9l10219,1906r28,8l10275,1920r28,5l10317,1927r14,1l10345,1928r15,l10376,1928r15,-2l10406,1924r15,-3l10437,1917r16,-4l10470,1907r17,-6l10504,1893r17,-8l10540,1875r18,-10l10576,1853r20,-13l10615,1826r21,-15l10652,1838r-19,58l10614,1953r-19,55l10575,2060r-18,50l10538,2159r-20,45l10499,2248r-20,43l10460,2332r-20,39l10420,2408r-20,35l10379,2478r-21,33l10337,2543r-22,30l10292,2602r-22,28l10247,2657r-24,26l10198,2708r-24,24l10149,2754r-26,23l10096,2799r-28,20l10040,2840r-29,20l9980,2880r-31,19l9917,2919r-9,5l9904,2918r-26,-38l9853,2842r-24,-38l9806,2767r-21,-35l9764,2696r-19,-36l9726,2625r-18,-34l9692,2556r-15,-34l9662,2490r-14,-32l9636,2425r-12,-31l9613,2362r-11,-30l9594,2302r-9,-30l9577,2243r-6,-29l9566,2186r-6,-29l9557,2130r-3,-27l9550,2077r-1,-26l9548,2025r,-25l9548,1977r1,-25l9552,1929r-39,14l9473,1959r-42,19l9387,1999r-45,24l9296,2050r-49,30l9196,2111r-3,-51l9240,1991r43,-67l9321,1861r35,-61l9386,1742r26,-55l9435,1634r19,-49l9469,1537r12,-46l9491,1448r5,-40l9500,1368r,-37l9498,1295r-5,-33l9486,1229r-10,-30l9464,1169r-14,-29l9435,1113r-17,-27l9398,1061r-19,-24l9357,1013r-24,-24l9310,966r-25,-23l9233,898r-53,-45l9139,820r-39,-32l9062,758r-35,-30l9001,747r-26,21l8951,788r-24,22l8905,832r-22,23l8862,877r-18,24l8827,926r-16,24l8796,975r-13,26l8772,1027r-10,26l8754,1080r-5,26l8742,1083r-8,-23l8724,1039r-9,-22l8704,996r-12,-20l8681,955r-11,-19l8702,895r32,-40l8767,817r34,-36l8835,747r36,-31l8907,686r36,-29l8908,625r-35,-31l8842,561r-30,-32l8799,512r-14,-17l8772,479r-12,-18l8748,444r-11,-18l8727,407r-10,-18l8708,369r-9,-19l8691,330r-8,-21l8677,288r-7,-23l8665,243r-6,-23l8655,195r-4,-25l8648,144r-3,-27l8643,90r-2,-29l8640,31r,-31l8631,12r-24,40l8568,116r-51,81l8488,243r-31,47l8424,340r-35,51l8354,443r-37,51l8280,544r-37,48l8218,581r-25,-12l8168,558r-25,-10l8118,538r-26,-7l8068,523r-26,-6l8017,511r-25,-5l7966,501r-25,-3l7915,495r-25,-1l7865,492r-25,l7814,492r-25,l7763,494r-25,1l7689,500r-50,7l7590,517r-48,10l7494,539r-46,14l7402,570r-44,17l7314,605r-42,20l7231,647r-40,21l7152,692r-37,24l7084,738r-29,22l7025,783r-27,24l6974,830r-24,25l6928,878r-20,24l6889,927r-16,24l6858,975r-12,25l6835,1022r-8,24l6823,1057r-2,12l6819,1080r-1,11l6817,1110r,20l6818,1138r2,10l6822,1157r4,8l6829,1174r3,9l6836,1190r6,8l6847,1207r6,6l6860,1221r7,7l6875,1235r8,6l6893,1248r9,5l6923,1264r24,11l6972,1283r30,8l7033,1296r33,5l7098,1304r30,3l7157,1308r29,1l7214,1311r28,l7269,1309r26,-1l7321,1307r25,-2l7371,1302r24,-3l7419,1295r21,-4l7463,1287r21,-6l7505,1276r19,-6l7544,1264r19,-7l7598,1244r33,-15l7662,1213r27,-17l7713,1178r23,-18l7746,1150r9,-10l7749,1158r-5,18l7739,1195r-4,18l7732,1233r-2,19l7727,1273r-1,20l7726,1315r1,22l7730,1359r2,23l7735,1406r5,25l7746,1456r6,26l7759,1509r8,27l7777,1564r11,28l7800,1622r13,31l7827,1684r15,32l7858,1748r17,35l7895,1817r19,36l7936,1889r23,38l7982,1965r26,40l7968,1981r-39,-23l7890,1938r-35,-19l7819,1903r-34,-15l7751,1874r-32,-12l7711,1828r-8,-32l7692,1765r-12,-30l7669,1711r-12,-24l7644,1665r-13,-22l7616,1621r-15,-19l7585,1582r-16,-19l7551,1546r-18,-18l7515,1512r-20,-15l7475,1482r-21,-14l7433,1455r-22,-12l7389,1431r-22,-11l7343,1410r-24,-10l7295,1393r-24,-8l7246,1378r-25,-6l7195,1367r-26,-6l7143,1358r-26,-3l7090,1353r-27,-1l7036,1351r-27,l6983,1352r-27,1l6929,1355r-26,3l6876,1363r-27,3l6822,1371r-27,6l6768,1383r-27,8l6715,1398r-27,9l6663,1416r-26,9l6610,1436r-25,12l6559,1460r-26,12l6508,1486r-25,13l6459,1514r-24,15l6412,1546r-24,16l6366,1579r-23,19l6321,1616r-21,19l6279,1656r-20,21l6239,1698r-19,22l6198,1746r-20,27l6158,1801r-18,28l6123,1860r-18,30l6090,1921r-15,33l6062,1986r-13,35l6038,2056r-9,35l6020,2128r-8,37l6006,2204r-6,39l5997,2283r-2,41l5995,2365r,44l5997,2452r5,44l6007,2541r8,46l6023,2634r10,48l6045,2730r14,50l6075,2830r17,51l6112,2933r21,53l6084,2983r-50,-2l5984,2977r-50,-2l5882,2973r-52,-2l5777,2969r-54,-1l5669,2965r-54,-1l5559,2963r-56,-1l5446,2961r-57,-1l5331,2960r-58,-1l5147,2960r-104,1l4957,2963r-67,4l4839,2969r-34,1l4794,2970r-9,l4781,2970r-2,-1l4781,2964r4,-4l4793,2956r10,-6l4831,2938r38,-14l4914,2909r52,-17l5024,2873r62,-19l5196,2819r113,-37l5365,2763r56,-21l5475,2722r51,-22l5575,2678r45,-22l5642,2644r20,-12l5681,2620r17,-12l5714,2595r15,-12l5742,2570r12,-13l5765,2544r8,-13l5779,2518r5,-13l5787,2493r1,-11l5789,2470r,-10l5787,2448r-3,-12l5781,2425r-5,-12l5770,2402r-7,-12l5754,2378r-9,-10l5734,2356r-12,-11l5709,2333r-15,-12l5678,2310r-18,-12l5641,2287r-20,-11l5599,2265r-23,-12l5551,2242r-27,-11l5497,2219r-30,-11l5436,2198r-33,-12l5333,2164r-78,-23l5200,2128r-57,-11l5084,2109r-62,-7l4959,2098r-66,-2l4827,2095r-70,2l4687,2100r-72,6l4541,2112r-74,9l4390,2130r-78,12l4234,2155r-81,14l4072,2185r-82,16l3906,2218r-84,19l3738,2256r-85,21l3566,2297r-86,22l3305,2363r-176,47l2952,2458r-177,48l2638,2543r-136,37l2367,2617r-132,34l2102,2686r-131,33l1841,2749r-126,29l1591,2804r-122,24l1409,2839r-59,9l1292,2858r-58,9l1178,2874r-56,7l1068,2886r-54,6l961,2895r-51,3l860,2899r-50,1l768,2899r-42,-1l685,2896r-40,-3l606,2889r-38,-6l531,2877r-35,-8l461,2860r-33,-9l396,2840r-31,-12l336,2815r-28,-15l281,2785r-26,-18l230,2749r-23,-20l186,2708r-20,-23l147,2661r-17,-25l114,2609r-14,-28l87,2551,77,2519,67,2487r-8,-35l54,2415r-4,-38l46,2338r,-41l,2253r1,49l4,2349r5,45l15,2437r9,41l33,2518r13,37l59,2591r17,34l92,2657r19,30l132,2716r21,26l177,2768r25,23l229,2814r28,19l287,2853r31,17l350,2886r34,14l419,2913r37,12l494,2935r38,9l572,2951r43,7l657,2963r44,5l745,2970r47,2l839,2972r50,l939,2970r51,-2l1043,2963r54,-4l1152,2952r57,-6l1265,2938r57,-8l1380,2921r60,-10l1500,2899r122,-23l1746,2850r128,-30l2002,2790r131,-32l2266,2723r134,-35l2535,2651r136,-36l2807,2578r177,-48l3160,2482r176,-46l3510,2390r86,-21l3683,2348r85,-20l3852,2309r85,-18l4020,2272r81,-16l4182,2241r80,-14l4341,2214r77,-11l4494,2193r75,-8l4642,2177r72,-4l4784,2168r68,-1l4919,2167r65,2l5047,2174r61,6l5167,2189r57,11l5278,2213r65,18l5402,2248r54,18l5505,2282r44,16l5587,2315r34,15l5651,2344r24,15l5696,2372r9,8l5712,2386r8,7l5725,2399r5,7l5734,2412r3,5l5739,2424r1,6l5741,2436r,6l5740,2448r-4,12l5729,2472r-8,13l5711,2496r-11,12l5687,2520r-15,12l5657,2543r-17,12l5620,2566r-19,12l5580,2589r-44,21l5487,2632r-50,20l5384,2673r-55,20l5273,2712r-112,37l5052,2782r-65,21l4928,2822r-54,19l4827,2858r-21,9l4788,2876r-17,8l4758,2892r-10,8l4740,2908r-3,4l4735,2916r-1,4l4734,2924r,6l4735,2936r3,7l4741,2948r3,6l4750,2959r6,5l4764,2969r7,5l4781,2978r11,5l4803,2987r27,9l4861,3002r36,7l4938,3014r46,6l5036,3023r57,3l5157,3029r68,1l5301,3032r59,l5418,3033r58,l5533,3034r56,1l5644,3036r55,2l5753,3039r54,2l5860,3043r53,3l5964,3048r52,2l6065,3052r50,3l6165,3059r4,9l6174,3078r5,11l6183,3099r18,35l6219,3169r18,35l6255,3237r19,33l6292,3302r20,32l6331,3365r19,30l6371,3425r20,29l6411,3482r21,27l6453,3536r21,27l6495,3589r22,25l6538,3638r22,25l6583,3686r44,45l6672,3773r46,41l6764,3851r46,36l6858,3921r-68,11l6724,3941r-66,10l6594,3960r-61,7l6472,3974r-58,6l6358,3984r-53,3l6254,3988r-47,l6162,3986r-20,-1l6121,3982r-19,-3l6085,3976r-18,-3l6051,3968r-16,-4l6021,3959r-17,-8l5986,3941r-7,-5l5972,3930r-6,-6l5959,3919r-6,-8l5948,3904r-5,-7l5939,3889r-4,-7l5931,3873r-3,-9l5926,3855r-2,-10l5922,3835r,-11l5921,3814r1,-23l5924,3766r5,-26l5937,3712r8,-31l5958,3649r9,-22l5977,3608r9,-19l5997,3573r11,-15l6020,3544r11,-12l6043,3521r11,-10l6066,3504r13,-8l6091,3491r13,-5l6116,3483r13,-2l6142,3481r12,l6167,3482r11,3l6188,3490r11,5l6209,3501r9,7l6226,3517r8,8l6241,3535r7,11l6253,3557r6,12l6264,3581r3,13l6270,3607r4,13l6276,3633r1,14l6278,3660r,14l6277,3687r-1,13l6274,3713r-4,13l6267,3739r-4,11l6259,3762r-6,10l6247,3782r-7,10l6232,3799r31,10l6291,3815r25,3l6339,3817r18,-3l6373,3808r13,-9l6396,3790r7,-13l6409,3763r2,-16l6411,3730r-2,-18l6405,3693r-6,-20l6390,3652r-10,-20l6368,3611r-14,-21l6339,3570r-18,-20l6302,3531r-20,-19l6261,3495r-23,-15l6214,3466r-25,-13l6165,3443r-27,-9l6111,3428r-28,-3l6054,3425r-17,1l6021,3428r-17,3l5988,3437r-17,6l5955,3451r-15,8l5925,3469r-15,13l5896,3495r-14,15l5869,3526r-13,19l5844,3565r-11,22l5823,3611r-7,18l5810,3647r-5,17l5800,3680r-4,18l5793,3713r-2,16l5790,3743r-1,15l5790,3772r,14l5792,3799r2,13l5797,3824r4,12l5805,3848r5,12l5817,3871r6,10l5830,3891r7,10l5846,3910r10,10l5864,3928r11,8l5886,3945r12,7l5910,3960r26,13l5964,3986r20,7l6007,4001r23,6l6053,4013r24,5l6103,4023r26,4l6155,4030r27,3l6210,4036r29,2l6268,4039r60,l6390,4038r64,-2l6521,4031r67,-6l6658,4017r70,-9l6800,3999r73,-10l6947,3977r45,27l7038,4029r47,23l7131,4072r47,20l7223,4109r46,15l7315,4138r46,13l7407,4162r44,9l7495,4179r44,6l7584,4189r42,5l7669,4195r27,1l7722,4196r27,-1l7775,4194r51,-4l7875,4184r48,-8l7969,4167r23,-6l8014,4156r21,-7l8056,4143r20,-8l8097,4128r19,-8l8135,4111r18,-8l8170,4094r17,-10l8204,4075r16,-10l8235,4054r14,-11l8263,4032r13,-11l8289,4010r12,-12l8312,3986r9,-11l8330,3963r8,-11l8345,3940r7,-12l8358,3916r7,-12l8369,3893r4,4l8378,3902r8,11l8393,3926r6,12l8402,3952r4,13l8407,3979r,14l8405,4008r-4,15l8396,4038r-7,15l8382,4068r-9,15l8362,4099r-11,16l8337,4131r-15,4l8308,4140r-14,3l8281,4146r-13,1l8254,4149r-11,1l8230,4150r-13,l8205,4149r-12,-2l8181,4146r-12,-3l8157,4140r-11,-4l8135,4132r-12,9l8110,4149r-14,9l8079,4164r36,16l8151,4194r18,5l8187,4205r19,5l8224,4214r19,4l8260,4220r18,2l8295,4224r19,l8331,4224r16,-1l8364,4221r16,-3l8396,4214r15,-5l8425,4203r14,-6l8452,4188r13,-8l8477,4170r11,-12l8499,4146r8,-14l8516,4117r7,-16l8530,4083r5,-18l8540,4044r2,-17l8543,4011r-2,-17l8537,3978r-5,-15l8526,3948r-9,-14l8507,3920r-11,-12l8484,3896r-14,-12l8456,3873r-16,-11l8423,3851r-18,-9l8385,3832r2,-22l8387,3788r-2,-23l8382,3742r-7,-23l8368,3695r-11,-23l8345,3649r-15,-24l8314,3601r-20,-25l8273,3552r-24,-23l8222,3505r-28,-24l8162,3457r-18,-11l8112,3426r-42,-25l8023,3375r-42,-24l7948,3334r-12,-6l7929,3326r-1,1l7928,3328r2,2l7934,3334r-17,47l7955,3398r37,17l8025,3432r34,18l8089,3467r29,18l8145,3503r25,18l8194,3538r23,19l8236,3575r17,19l8270,3612r14,18l8295,3649r11,18l8315,3686r6,18l8327,3721r3,19l8332,3757r,18l8331,3792r-2,17l8306,3803r-22,-8l8260,3789r-24,-6l8210,3778r-26,-5l8158,3769r-28,-3l8102,3763r-29,-3l8043,3759r-30,-1l7982,3757r-32,l7917,3758r-32,2l7880,3736r-5,-25l7872,3686r-3,-25l7867,3635r-1,-25l7865,3584r,-26l7866,3524r3,-34l7873,3456r5,-35l7885,3388r8,-34l7902,3321r11,-33l7926,3256r14,-32l7955,3194r16,-30l7991,3134r19,-28l8032,3079r23,-27l8069,3036r15,-15l8099,3006r16,-15l8131,2978r18,-13l8166,2954r17,-11l8640,3401r464,-466l9121,2946r16,12l9153,2970r15,13l9183,2996r14,14l9211,3025r13,16l9247,3066r22,27l9288,3120r18,29l9323,3178r15,30l9352,3238r12,32l9386,3259r21,-8l9427,3245r19,-4l9462,3236r14,-4l9488,3228r8,-5l9483,3193r-14,-30l9454,3133r-16,-29l9420,3076r-20,-27l9379,3023r-22,-25l9338,2977r-21,-18l9297,2941r-22,-18l9251,2907r-23,-16l9203,2877r-26,-14l9433,2606,9020,2183r4,21l9027,2225r2,21l9030,2268r,22l9031,2310r1,22l9033,2352r249,254l9070,2818r-13,-4l9045,2811r-13,-4l9019,2804xm7794,1058r1,-7l7794,1043r-1,-9l7792,1027r-3,-7l7787,1013r-5,-8l7778,999r-6,-8l7765,983r-7,-6l7749,970r-10,-6l7728,957r-11,-5l7704,948r-13,-5l7677,939r-17,-3l7644,933r-17,-3l7609,929r-19,-1l7570,927r-106,48l7481,975r16,1l7512,978r16,1l7542,982r13,4l7568,989r10,4l7589,998r11,4l7609,1007r8,6l7625,1019r7,7l7639,1032r5,7l7649,1047r4,9l7656,1065r2,8l7659,1082r,10l7658,1101r-1,9l7654,1120r-3,10l7645,1139r-5,9l7633,1158r-7,8l7617,1176r-8,9l7596,1195r-14,9l7565,1213r-17,9l7529,1230r-22,7l7483,1243r-26,7l7430,1254r-29,3l7370,1261r-34,1l7302,1262r-38,-1l7225,1259r-41,-4l7153,1251r-29,-7l7097,1238r-24,-9l7050,1220r-19,-10l7022,1203r-8,-5l7006,1191r-8,-6l6992,1178r-7,-6l6980,1164r-5,-7l6970,1149r-4,-7l6963,1134r-3,-9l6955,1109r-2,-18l6952,1073r1,-19l6956,1033r6,-21l6970,989r10,-23l6992,943r13,-22l7021,898r17,-24l7057,851r21,-22l7100,806r24,-23l7150,760r27,-21l7205,718r29,-20l7260,680r27,-16l7315,649r29,-15l7373,620r30,-13l7434,594r32,-11l7497,573r33,-9l7563,557r34,-7l7630,545r34,-3l7698,539r34,l7760,539r28,3l7816,544r28,3l7872,551r28,6l7928,563r28,8l7984,579r29,10l8041,600r28,12l8096,624r28,15l8151,654r27,16l8149,703r-30,30l8090,760r-28,25l8023,818r-37,31l7949,882r-36,33l7896,931r-16,18l7863,966r-15,17l7834,1002r-14,18l7807,1039r-13,19xm8883,2839r-27,-7l8829,2826r-27,-6l8776,2815r26,5l8829,2826r27,6l8883,2839xm8774,2815r-9,-2l8756,2812r9,1l8774,2815xm8754,2812r-17,-4l8746,2810r8,2xm7029,3964r34,-6l7099,3952r34,-5l7169,3940r35,-6l7238,3928r36,-6l7308,3915r61,-11l7429,3895r61,-11l7549,3874r59,-10l7666,3855r58,-9l7780,3837r10,25l7801,3887r11,24l7824,3934r12,22l7851,3978r14,21l7880,4019r14,15l7908,4050r16,15l7942,4080r14,-4l7979,4069r13,-4l8004,4060r10,-5l8021,4051r-6,-8l8009,4037r-17,-23l7976,3989r-15,-25l7947,3937r-13,-27l7921,3882r-11,-31l7900,3822r33,-3l7964,3816r30,-1l8023,3814r28,-2l8078,3812r26,2l8130,3815r24,1l8177,3819r21,2l8219,3824r19,5l8257,3833r17,5l8290,3844r13,4l8314,3854r-8,16l8297,3887r-12,15l8272,3919r-11,11l8250,3941r-13,12l8225,3964r-14,11l8197,3986r-15,9l8167,4005r-16,10l8133,4024r-17,9l8099,4041r-18,9l8061,4057r-19,8l8021,4071r-41,13l7936,4095r-46,10l7844,4112r-49,6l7745,4122r-51,1l7641,4123r-36,-2l7569,4119r-37,-3l7494,4110r-38,-5l7419,4098r-39,-8l7342,4081r-39,-10l7264,4059r-39,-13l7185,4032r-39,-15l7107,4001r-39,-17l7029,3964xm8286,2893r21,-8l8330,2878r23,-7l8375,2866r24,-6l8422,2856r24,-4l8468,2847r48,-5l8562,2839r46,-2l8653,2835r44,2l8739,2839r41,3l8818,2845r37,5l8888,2854r31,4l8945,2863r-8,-2l8928,2860r19,6l8966,2871r19,7l9003,2885r-363,364l8286,2893xm8299,2085r7,-75l8316,1937r11,-73l8338,1795r11,-67l8362,1661r13,-62l8391,1538r14,-59l8421,1423r16,-54l8454,1318r19,-49l8491,1223r19,-44l8530,1138r15,18l8559,1175r12,20l8582,1215r9,22l8600,1260r8,22l8614,1306r-23,65l8569,1438r-21,72l8529,1585r-20,76l8492,1743r-15,84l8462,1915r-8,7l8438,1939r-23,24l8388,1990r-27,28l8335,2046r-22,23l8299,2085xm9488,1062r-2,-10l9485,1042r,-10l9487,1022r2,-8l9492,1004r4,-9l9502,987r5,-8l9515,972r7,-7l9531,959r10,-7l9552,946r11,-6l9575,936r14,-5l9603,927r17,-3l9636,921r17,-3l9670,917r20,-1l9710,916r106,47l9799,963r-16,1l9768,966r-16,1l9738,970r-13,4l9712,977r-11,4l9690,986r-10,4l9670,995r-7,6l9654,1007r-6,7l9641,1020r-5,7l9630,1035r-3,9l9624,1053r-2,8l9621,1070r,10l9621,1090r2,8l9626,1108r3,10l9635,1127r5,9l9647,1146r7,10l9663,1164r8,9l9684,1183r14,9l9714,1202r18,8l9751,1218r22,7l9797,1231r26,7l9850,1242r29,4l9910,1249r34,1l9978,1250r37,-1l10055,1247r41,-4l10127,1239r29,-6l10183,1226r24,-9l10230,1208r19,-10l10258,1191r8,-5l10274,1179r8,-6l10288,1166r7,-6l10300,1152r5,-7l10310,1137r4,-7l10317,1122r3,-9l10325,1097r2,-18l10328,1061r-1,-19l10324,1021r-6,-21l10310,977r-10,-23l10288,931r-13,-22l10259,886r-17,-24l10223,839r-21,-22l10180,794r-25,-23l10130,748r-27,-21l10075,706r-29,-20l10020,668r-27,-16l9965,637r-29,-15l9907,608r-30,-13l9846,582r-32,-11l9783,561r-33,-9l9717,545r-34,-7l9650,533r-34,-3l9582,527r-34,l9525,527r-24,3l9475,533r-26,5l9422,544r-27,6l9367,559r-28,9l9310,577r-30,12l9251,601r-29,13l9193,628r-29,15l9136,659r-29,16l9135,706r28,29l9191,761r27,24l9257,818r39,32l9333,884r36,32l9386,934r16,17l9419,968r15,19l9448,1005r14,19l9475,1043r13,19xm9535,3354r6,38l9546,3433r3,43l9552,3512r,33l9550,3576r-2,32l9545,3638r-5,31l9534,3700r-5,30l9521,3759r18,3l9539,3762r63,8l9666,3780r67,11l9800,3802r69,12l9938,3825r69,12l10079,3849r35,7l10150,3862r37,7l10222,3875r37,7l10295,3887r35,7l10366,3899r25,-15l10414,3868r25,-17l10464,3834r24,-17l10512,3798r23,-19l10559,3759r24,-20l10607,3718r23,-21l10653,3674r23,-23l10700,3627r21,-24l10744,3578r23,-24l10788,3528r22,-27l10831,3472r22,-28l10873,3416r21,-30l10914,3355r20,-30l10954,3293r20,-33l10992,3226r20,-33l11030,3158r18,-35l11066,3087r6,-13l11078,3061r-101,6l10880,3075r-95,9l10692,3092r-90,10l10516,3112r-84,11l10350,3133r-79,12l10195,3157r-74,13l10049,3183r-68,14l9914,3211r-63,15l9789,3241r-59,16l9674,3272r-56,16l9567,3304r-50,18l9469,3338r-45,17l9381,3374r-41,17l9301,3410r-38,18l9229,3445r-33,20l9165,3483r-29,19l9110,3521r-24,17l9066,3556r-20,17l9029,3590r-15,19l9000,3626r-12,17l8977,3661r-9,18l8961,3697r-6,17l8951,3731r-2,16l8948,3765r,17l8950,3798r22,-7l8994,3784r24,-6l9043,3772r25,-5l9094,3762r27,-4l9149,3754r28,-2l9206,3749r30,-2l9266,3746r32,-1l9329,3745r34,1l9395,3749r5,-25l9405,3699r3,-25l9411,3649r2,-25l9414,3598r1,-26l9415,3546r-1,-34l9412,3478r-3,-36l9404,3408r17,-9l9439,3389r17,-8l9475,3374r16,-7l9507,3362r15,-4l9535,3354xm9271,4025r17,-23l9304,3977r15,-25l9333,3925r13,-27l9359,3870r11,-30l9380,3810r-33,-3l9316,3804r-30,-1l9257,3802r-28,-1l9202,3801r-26,1l9150,3803r-24,1l9103,3807r-21,2l9061,3812r-19,5l9023,3821r-17,6l8990,3832r-15,5l8962,3844r8,19l8981,3882r12,18l9008,3919r18,18l9045,3955r22,19l9089,3990r25,16l9141,4021r28,15l9198,4049r,1l9191,4057r-19,18l9161,4083r-12,9l9142,4095r-6,3l9130,4101r-5,l9124,4102r-24,-13l9078,4076r-21,-14l9036,4047r-19,-14l9000,4017r-17,-15l8968,3986r-9,-12l8949,3961r-9,-12l8933,3936r-8,-13l8919,3910r-6,-13l8908,3884r-3,3l8902,3890r-8,11l8887,3914r-6,12l8878,3940r-4,13l8873,3967r,14l8875,3997r4,14l8884,4026r7,15l8898,4056r9,15l8918,4088r11,15l8943,4119r26,8l8994,4133r25,3l9043,4138r23,-1l9088,4135r22,-3l9130,4125r21,-7l9170,4109r19,-11l9207,4086r17,-14l9240,4058r16,-16l9271,4025xm7687,1915r2,22l7690,1959r,22l7689,2005r-2,23l7685,2051r-3,25l7679,2101r-5,25l7669,2152r-5,26l7656,2205r-7,27l7641,2260r-10,29l7622,2318r-11,29l7599,2376r-12,31l7573,2437r-14,31l7544,2501r-16,32l7510,2566r-17,32l7474,2633r-20,34l7434,2701r-22,36l7388,2773r-23,37l7340,2846r-29,-18l7282,2811r-27,-19l7228,2774r-25,-20l7177,2736r-24,-21l7129,2696r-24,-22l7083,2652r-22,-21l7039,2607r-20,-24l6998,2558r-19,-26l6960,2505r-19,-27l6923,2450r-17,-29l6887,2389r-17,-31l6853,2324r-17,-35l6819,2253r-17,-39l6786,2175r-18,-42l6752,2090r-17,-45l6718,1998r-17,-48l6684,1899r20,13l6723,1925r19,12l6761,1946r18,10l6796,1964r18,7l6831,1978r16,5l6863,1989r17,3l6895,1995r16,3l6926,1999r15,1l6955,2000r15,l6984,1999r14,-1l7012,1996r29,-4l7068,1984r28,-7l7123,1968r28,-10l7179,1947r49,-18l7280,1913r27,-8l7335,1898r30,-6l7395,1887r31,-4l7458,1882r34,l7528,1885r37,3l7604,1894r41,10l7687,1915xm9593,1915r-2,22l9590,1959r,22l9591,2005r2,23l9595,2051r3,25l9601,2101r5,25l9611,2152r5,26l9624,2205r7,27l9639,2260r10,29l9658,2318r11,29l9681,2376r12,31l9707,2437r14,31l9736,2501r16,32l9770,2566r17,32l9806,2633r20,34l9846,2701r22,36l9892,2773r23,37l9940,2846r29,-18l9998,2811r27,-19l10052,2774r25,-20l10103,2736r24,-21l10151,2696r24,-22l10197,2652r22,-21l10241,2607r20,-24l10282,2558r19,-26l10320,2505r19,-27l10357,2450r17,-29l10393,2389r17,-31l10427,2324r17,-35l10461,2253r17,-39l10494,2175r18,-42l10528,2090r17,-45l10562,1998r17,-48l10596,1899r-20,13l10557,1925r-19,12l10519,1946r-18,10l10484,1964r-18,7l10449,1978r-16,5l10417,1989r-17,3l10385,1995r-16,3l10354,1999r-15,1l10325,2000r-15,l10296,1999r-14,-1l10268,1996r-29,-4l10212,1984r-28,-7l10157,1968r-28,-10l10101,1947r-49,-18l10000,1913r-27,-8l9945,1898r-30,-6l9885,1887r-31,-4l9822,1882r-34,l9752,1885r-37,3l9676,1894r-41,10l9593,1915xe" fillcolor="#d60093" stroked="f">
                  <v:fill opacity="44564f" color2="fill lighten(51)" focusposition=".5,.5" focussize="" method="linear sigma" focus="100%" type="gradientRadial"/>
                  <v:path arrowok="t"/>
                  <o:lock v:ext="edit" verticies="t"/>
                </v:shape>
                <v:group id="_x0000_s1285" style="position:absolute;left:3398;top:558;width:406;height:549;mso-position-horizontal-relative:margin" coordsize="7800,12960">
                  <v:shape id="_x0000_s1286" style="position:absolute;left:342;width:7124;height:9040" coordsize="14248,18079" path="m7124,18079r-301,-960l6529,16190r-146,-450l6236,15296r-147,-434l5939,14434r-152,-418l5633,13605r-160,-402l5311,12808r-171,-386l4967,12041r-181,-371l4596,11308r-196,-357l4194,10603r-216,-340l3753,9927,3517,9602,3269,9283,3008,8972,2735,8665,2449,8369,2147,8079,1831,7795,1499,7518,1151,7248,786,6985,402,6728,,6478,305,6070,608,5694,907,5351r297,-316l1496,4748r288,-262l2069,4246r281,-219l2625,3830r273,-182l3163,3483r261,-152l3679,3190r249,-133l4171,2932r239,-118l4638,2697r224,-113l5077,2469r209,-118l5487,2228r195,-128l5867,1962r176,-149l6212,1651r159,-175l6520,1283r141,-211l6792,841,6913,585,7024,306,7124,r101,306l7335,585r121,256l7586,1072r141,211l7876,1476r161,175l8205,1813r175,149l8566,2100r193,128l8960,2351r209,118l9385,2584r223,113l9839,2814r236,118l10318,3057r250,133l10824,3331r259,152l11351,3648r270,182l11897,4027r280,219l12462,4486r289,262l13044,5035r297,316l13641,5694r301,376l14248,6478r-402,250l13462,6985r-366,263l12748,7518r-333,277l12099,8079r-301,290l11513,8665r-274,307l10978,9283r-248,319l10495,9927r-225,336l10054,10603r-206,348l9652,11308r-189,362l9281,12041r-175,381l8938,12808r-164,395l8615,13605r-156,411l8309,14434r-151,428l8011,15296r-146,444l7719,16190r-148,460l7424,17119r-149,476l7124,18079xm7134,17562r-128,-617l6875,16354r-137,-569l6599,15239r-143,-523l6309,14216r-152,-482l5999,13274r-162,-440l5670,12412r-171,-403l5322,11624r-183,-370l4951,10899r-195,-338l4557,10237,4350,9927,4137,9629,3920,9344,3695,9070,3463,8808,3223,8555,2979,8312,2726,8076,2466,7849,2197,7630,1924,7416,1640,7207,1350,7007,1050,6807,744,6611,428,6418,668,6128,907,5860r240,-248l1389,5383r240,-209l1868,4980r240,-178l2348,4635r237,-152l2821,4338r234,-134l3288,4076r457,-241l4192,3603r219,-115l4627,3370r212,-122l5046,3120r203,-133l5448,2845r195,-153l5832,2527r184,-176l6194,2159r172,-209l6533,1725r160,-244l6847,1213,6993,925,7134,612r138,313l7419,1213r154,268l7733,1725r166,225l8072,2159r178,192l8434,2527r188,165l8816,2845r199,142l9220,3120r207,128l9638,3370r215,118l10072,3603r447,232l10978,4076r232,128l11443,4338r237,145l11918,4635r238,167l12396,4980r240,194l12876,5383r241,229l13357,5860r240,268l13837,6418r-315,193l13214,6807r-299,200l12624,7207r-283,209l12065,7630r-267,219l11539,8076r-253,236l11039,8555r-238,253l10570,9070r-226,274l10125,9629r-212,298l9707,10237r-199,324l9314,10899r-188,355l8942,11624r-178,385l8592,12412r-167,422l8265,13274r-157,460l7955,14216r-147,500l7665,15239r-139,546l7392,16354r-132,591l7134,17562xe" fillcolor="#d60093" stroked="f">
                    <v:fill opacity="44564f" color2="fill lighten(51)" focusposition=".5,.5" focussize="" method="linear sigma" focus="100%" type="gradientRadial"/>
                    <v:path arrowok="t"/>
                    <o:lock v:ext="edit" verticies="t"/>
                  </v:shape>
                  <v:shape id="_x0000_s1287" style="position:absolute;left:2182;top:977;width:3450;height:4364" coordsize="6899,8728" path="m3451,8728r-67,-317l3316,8105r-70,-292l3175,7531r-74,-269l3024,7005r-77,-248l2866,6520r-85,-227l2697,6076r-89,-209l2517,5668r-94,-189l2326,5297r-99,-175l2125,4955,2018,4795,1908,4643,1796,4495,1681,4354,1561,4218,1438,4089,1313,3962,1183,3841,1049,3724,911,3611,770,3501,624,3392,475,3288,321,3185,162,3084,,2985,123,2836,245,2697,368,2571,493,2454,615,2345r124,-98l861,2154r123,-84l1106,1991r121,-73l1347,1848r120,-66l1702,1659r230,-120l2046,1480r110,-61l2264,1357r109,-66l2477,1223r103,-73l2679,1071r99,-85l2872,896r92,-99l3054,690r85,-117l3222,447r79,-138l3378,162,3451,r71,162l3598,309r78,138l3759,573r85,117l3934,797r90,99l4120,986r97,85l4316,1150r102,73l4523,1291r107,66l4739,1419r110,61l4963,1539r230,120l5428,1782r120,66l5668,1918r121,73l5912,2070r122,84l6157,2247r125,98l6405,2454r123,117l6653,2697r123,139l6899,2985r-162,99l6578,3185r-154,103l6275,3392r-146,109l5988,3611r-137,113l5716,3841r-129,121l5460,4089r-123,129l5217,4354r-115,141l4990,4643r-110,152l4775,4955r-104,167l4572,5297r-97,182l4381,5668r-93,199l4201,6076r-86,217l4032,6520r-81,237l3874,7005r-77,257l3724,7531r-72,282l3583,8105r-68,306l3451,8728xe" fillcolor="#d60093" stroked="f">
                    <v:fill opacity="44564f" color2="fill lighten(51)" focusposition=".5,.5" focussize="" method="linear sigma" focus="100%" type="gradientRadial"/>
                    <v:path arrowok="t"/>
                  </v:shape>
                  <v:shape id="_x0000_s1288" style="position:absolute;top:6123;width:3900;height:3079" coordsize="7800,6159" path="m7800,5660r-314,-83l7183,5499r-292,-69l6607,5368r-274,-55l6068,5265r-256,-41l5564,5188r-240,-27l5090,5140r-225,-13l4646,5117r-212,l4228,5120r-201,12l3831,5148r-189,23l3455,5200r-181,34l3095,5274r-175,46l2749,5370r-169,57l2413,5488r-165,67l2086,5627r-164,77l1762,5786r-161,86l1441,5963r-161,97l1118,6159r-79,-175l971,5812,912,5645,864,5482,822,5323,789,5169,762,5018,741,4869,724,4725r-9,-141l705,4446r-5,-137l695,4043r-1,-259l690,3658r-4,-127l679,3405,669,3280,655,3155,635,3031,609,2906,579,2780,538,2655,493,2528,436,2400,371,2271,295,2140,209,2007,110,1872,,1735r175,8l342,1743r159,-8l650,1717r142,-23l927,1662r130,-38l1181,1582r119,-48l1415,1479r112,-59l1635,1359r107,-67l1847,1224r104,-73l2055,1079,2264,926,2481,772r112,-77l2710,618r120,-74l2956,469r130,-71l3223,330r145,-66l3520,202r160,-58l3851,92,4029,43,4218,r15,189l4252,375r23,183l4301,740r31,178l4366,1093r40,175l4450,1440r50,171l4556,1780r61,168l4684,2115r74,167l4839,2449r88,167l5022,2781r102,169l5236,3116r120,169l5484,3455r136,170l5766,3798r156,175l6087,4148r175,179l6448,4508r198,185l6854,4879r218,190l7302,5263r244,198l7800,5660xe" fillcolor="#d60093" stroked="f">
                    <v:fill opacity="44564f" color2="fill lighten(51)" focusposition=".5,.5" focussize="" method="linear sigma" focus="100%" type="gradientRadial"/>
                    <v:path arrowok="t"/>
                  </v:shape>
                  <v:shape id="_x0000_s1289" style="position:absolute;left:3902;top:6124;width:3898;height:3081" coordsize="7797,6163" path="m,5659r313,-83l616,5498r293,-69l1191,5367r274,-55l1731,5264r256,-41l2235,5189r240,-27l2707,5140r225,-14l3152,5118r211,-2l3570,5121r200,11l3966,5149r191,22l4342,5200r181,34l4702,5275r175,45l5048,5372r169,57l5384,5490r164,67l5711,5630r162,76l6035,5788r161,86l6356,5967r161,95l6679,6163r78,-177l6825,5813r58,-167l6932,5482r40,-158l7006,5168r28,-151l7055,4868r16,-144l7082,4583r7,-139l7095,4308r5,-266l7102,3783r3,-128l7110,3529r6,-125l7128,3279r13,-125l7160,3030r26,-125l7218,2780r39,-125l7304,2529r55,-128l7424,2271r76,-129l7586,2009r99,-133l7797,1738r-177,9l7455,1747r-159,-10l7147,1721r-142,-25l6868,1666r-129,-39l6616,1583r-120,-49l6381,1481r-112,-58l6160,1359r-107,-66l5950,1225r-106,-73l5742,1079,5531,927,5316,771,5202,695,5087,619,4966,543,4841,470,4708,399,4572,329,4426,264,4275,203,4113,144,3945,91,3767,42,3577,r-16,190l3543,376r-23,183l3494,741r-31,178l3429,1094r-40,175l3345,1440r-50,170l3240,1781r-60,168l3112,2116r-75,167l2958,2448r-88,167l2775,2782r-104,167l2561,3115r-120,169l2313,3454r-136,170l2031,3796r-156,175l1710,4147r-175,179l1349,4507r-197,183l945,4876,726,5068,496,5260,255,5458,,5659xe" fillcolor="#d60093" stroked="f">
                    <v:fill opacity="44564f" color2="fill lighten(51)" focusposition=".5,.5" focussize="" method="linear sigma" focus="100%" type="gradientRadial"/>
                    <v:path arrowok="t"/>
                  </v:shape>
                  <v:shape id="_x0000_s1290" style="position:absolute;left:2292;top:8866;width:3225;height:4094" coordsize="6450,8187" path="m3225,l3089,435,2956,857r-68,204l2823,1262r-68,196l2689,1650r-70,191l2549,2026r-73,183l2403,2387r-77,175l2248,2734r-83,169l2079,3068r-89,160l1898,3387r-97,154l1698,3692r-106,149l1478,3985r-117,141l1238,4263r-129,135l971,4531,828,4659,679,4783,520,4905,355,5025,182,5140,,5253r138,186l274,5608r136,157l545,5906r133,131l807,6156r130,108l1065,6363r123,89l1311,6535r120,74l1551,6679r115,63l1780,6802r110,57l1997,6912r103,54l2201,7017r99,52l2394,7123r90,55l2572,7236r84,63l2736,7367r76,73l2885,7520r66,87l3016,7703r58,105l3129,7923r51,126l3225,8187r45,-138l3321,7923r53,-115l3434,7703r63,-96l3565,7520r72,-80l3713,7367r79,-68l3877,7236r87,-58l4055,7123r94,-54l4248,7017r100,-51l4454,6912r106,-53l4671,6802r113,-60l4899,6679r118,-70l5137,6535r124,-83l5385,6363r128,-99l5641,6156r132,-119l5906,5906r132,-141l6175,5608r137,-169l6450,5253,6269,5140,6095,5025,5928,4905,5771,4783,5620,4659,5478,4531,5342,4398,5212,4263,5089,4126,4971,3985,4857,3841,4752,3692,4650,3541r-98,-154l4458,3228r-89,-160l4283,2903r-81,-169l4123,2562r-76,-175l3972,2209r-71,-183l3830,1841r-68,-191l3693,1458r-66,-196l3561,1061,3494,857,3361,435,3225,xm3228,233r-56,280l3112,782r-62,258l2987,1286r-65,238l2856,1751r-70,217l2716,2175r-74,201l2567,2566r-78,183l2408,2924r-82,168l2241,3251r-87,154l2063,3552r-94,141l1874,3828r-99,128l1673,4080r-106,119l1460,4314r-112,110l1233,4531r-116,102l995,4733r-125,97l742,4924r-131,91l475,5106r-139,89l193,5281r109,133l410,5535r109,112l627,5749r109,95l844,5932r109,81l1062,6087r107,72l1276,6224r105,60l1486,6342r208,108l1896,6556r99,53l2092,6661r98,57l2284,6774r90,62l2465,6899r88,70l2638,7042r83,81l2802,7210r80,94l2956,7406r73,110l3099,7636r66,131l3228,7908r64,-141l3358,7636r70,-120l3501,7406r74,-102l3655,7210r81,-87l3818,7042r86,-73l3992,6899r89,-63l4173,6774r94,-56l4363,6661r99,-52l4560,6556r203,-106l4971,6342r103,-58l5181,6224r107,-65l5395,6087r109,-74l5612,5932r109,-88l5829,5749r109,-102l6047,5535r108,-121l6264,5281r-143,-86l5982,5106r-135,-91l5714,4924r-128,-94l5462,4733,5340,4633,5223,4531,5108,4424,4998,4314,4889,4199,4784,4080,4682,3956r-99,-128l4488,3693r-93,-141l4304,3405r-89,-154l4131,3092r-83,-168l3967,2749r-77,-183l3815,2376r-73,-201l3671,1968r-70,-217l3535,1524r-65,-238l3407,1040,3345,782,3287,513,3228,233xe" fillcolor="#d60093" stroked="f">
                    <v:fill opacity="44564f" color2="fill lighten(51)" focusposition=".5,.5" focussize="" method="linear sigma" focus="100%" type="gradientRadial"/>
                    <v:path arrowok="t"/>
                    <o:lock v:ext="edit" verticies="t"/>
                  </v:shape>
                </v:group>
                <v:group id="_x0000_s1291" style="position:absolute;left:703;top:705;width:5793;height:8669;mso-position-horizontal:center;mso-position-horizontal-relative:margin;mso-position-vertical:center;mso-position-vertical-relative:margin" coordsize="9345,11070">
                  <v:shape id="_x0000_s1292" style="position:absolute;top:1599;width:609;height:7872" coordsize="1218,15744" path="m289,l260,163,241,319,230,469r-3,142l231,748r12,132l260,1009r23,126l311,1258r32,121l378,1503r37,121l495,1875r83,263l618,2276r39,144l694,2571r33,159l758,2896r26,177l805,3259r16,196l830,3664r2,223l827,4121r-14,250l790,4635r-32,283l715,5215r-55,316l736,5531r70,5l868,5546r58,14l978,5579r45,24l1065,5629r34,30l1130,5694r26,37l1177,5771r16,42l1206,5859r8,47l1218,5954r,50l1215,6057r-5,52l1200,6162r-11,54l1174,6270r-18,54l1137,6378r-21,52l1092,6483r-26,51l1040,6582r-29,49l982,6678r-31,43l921,6762r-32,39l913,6829r19,26l950,6883r17,27l980,6939r11,29l1000,6997r7,30l1011,7057r3,29l1015,7116r-1,31l1011,7177r-4,31l1000,7240r-9,30l982,7302r-11,30l957,7364r-14,31l928,7426r-17,31l892,7487r-19,32l853,7550r-22,30l809,7610r-24,31l761,7670r-27,30l709,7729r-27,30l665,7775r-18,17l629,7807r-18,14l592,7835r-21,13l552,7861r-21,11l552,7883r19,13l592,7909r19,14l629,7937r18,17l665,7969r17,16l709,8015r25,29l761,8074r24,29l809,8134r22,30l853,8194r20,31l892,8257r19,30l928,8319r15,30l957,8381r14,31l982,8443r9,31l1000,8504r7,32l1011,8567r3,30l1015,8628r-1,30l1011,8688r-4,29l1000,8747r-9,29l980,8805r-13,29l950,8861r-18,28l913,8915r-24,28l921,8982r30,41l982,9068r29,45l1040,9162r26,49l1092,9261r24,53l1137,9366r19,54l1174,9474r15,54l1200,9582r10,54l1215,9689r3,51l1218,9790r-4,48l1206,9885r-13,46l1177,9973r-21,40l1130,10050r-31,35l1065,10115r-42,26l978,10165r-52,19l868,10198r-62,10l736,10213r-76,l715,10529r43,299l790,11109r23,264l827,11623r5,236l830,12080r-9,209l805,12485r-21,187l758,12848r-31,166l694,13173r-37,151l618,13468r-40,138l495,13869r-80,251l378,14243r-35,122l311,14486r-28,123l260,14735r-17,129l231,14997r-4,136l230,15275r11,150l260,15581r29,163l232,15651r-44,-96l155,15455r-22,-104l120,15243r-4,-112l119,15015r11,-120l148,14769r23,-130l201,14503r31,-140l308,14066r83,-319l433,13579r41,-175l516,13223r39,-188l590,12841r34,-201l653,12433r23,-216l694,11996r11,-230l709,11528r-4,-245l693,11030r-22,-262l637,10498r-44,-278l539,10193r-51,-30l440,10134r-46,-29l351,10076r-38,-29l275,10020r-33,-29l210,9961r-29,-27l155,9906r-24,-28l109,9851,90,9824,73,9798,58,9773,44,9748,33,9725r-9,-24l17,9679r-7,-21l6,9639,1,9620,,9602r,-17l1,9570r2,-13l6,9545r4,-11l15,9524r6,-8l28,9510r13,-12l57,9488r15,-8l87,9473r15,-6l118,9465r15,-2l148,9463r17,3l180,9469r15,4l212,9479r15,6l242,9492r15,10l272,9512r31,21l330,9557r28,25l384,9610r24,28l430,9667r19,26l467,9719r21,46l513,9813r26,52l567,9916r28,52l621,10018r22,49l661,10110r58,9l770,10122r47,-4l859,10110r36,-14l926,10076r28,-23l976,10025r20,-30l1011,9959r10,-38l1029,9881r4,-44l1034,9791r-1,-47l1029,9696r-7,-50l1012,9595r-9,-50l990,9492r-15,-49l960,9391r-17,-49l926,9293r-17,-47l889,9202r-19,-43l852,9119r-20,-38l814,9048r-18,-30l780,8990r-31,3l718,8991r-31,-1l657,8986r-29,-7l599,8972r-29,-10l542,8951r-26,-11l490,8926r-25,-13l441,8897r-23,-15l395,8866r-20,-18l355,8830r-18,-18l321,8794r-15,-20l292,8756r-13,-18l268,8720r-8,-18l252,8684r-6,-16l243,8651r-2,-15l242,8622r1,-14l248,8596r6,-11l264,8575r17,-13l299,8553r19,-6l337,8543r21,-1l380,8545r22,2l425,8554r23,8l472,8572r23,11l519,8596r23,14l566,8625r22,15l611,8657r43,34l696,8724r36,34l765,8788r47,47l830,8853r22,-12l871,8825r17,-16l900,8789r11,-22l918,8742r4,-25l924,8688r-2,-29l918,8629r-5,-33l904,8562r-11,-33l881,8493r-15,-36l849,8421r-18,-36l812,8348r-22,-36l767,8276r-24,-36l718,8204r-27,-34l664,8136r-28,-33l607,8073r-30,-31l546,8013r-30,-26l485,7962r-31,-22l423,7919r-10,3l400,7923r-18,3l360,7929r-24,1l310,7930r-27,2l256,7930r-28,-1l202,7925r-24,-5l156,7915r-9,-4l138,7907r-8,-5l123,7897r-5,-6l113,7886r-4,-7l108,7872r3,-7l113,7858r5,-5l124,7847r6,-5l138,7837r10,-4l158,7829r20,-5l203,7818r25,-3l254,7814r28,-2l308,7812r27,2l358,7815r22,3l398,7819r15,3l423,7825r31,-21l485,7782r31,-25l548,7729r29,-27l607,7671r29,-30l664,7608r27,-34l718,7540r25,-36l767,7468r23,-36l812,7396r19,-37l849,7323r17,-36l881,7251r12,-36l904,7182r9,-34l918,7115r4,-30l924,7056r-2,-29l918,7002r-7,-25l900,6955r-12,-20l871,6919r-19,-16l830,6891r-18,18l765,6956r-33,30l696,7020r-42,33l611,7087r-23,17l566,7119r-24,15l519,7148r-24,13l472,7172r-24,10l425,7190r-23,7l380,7201r-22,1l337,7201r-19,-4l299,7191r-18,-9l264,7169r-10,-10l248,7148r-5,-12l242,7122r-1,-14l243,7093r3,-17l252,7060r8,-18l268,7025r11,-19l292,6988r14,-18l321,6950r16,-18l355,6914r20,-18l395,6880r23,-18l441,6847r24,-16l490,6818r26,-14l542,6793r28,-11l599,6772r29,-7l657,6758r30,-4l718,6753r31,-2l780,6754r16,-26l814,6697r18,-34l852,6625r18,-40l889,6542r20,-44l926,6451r17,-49l960,6353r15,-50l990,6252r13,-52l1012,6149r10,-51l1029,6048r4,-48l1034,5953r-1,-46l1029,5864r-8,-41l1011,5785r-15,-36l976,5719r-22,-28l926,5668r-31,-20l859,5634r-42,-8l770,5623r-51,2l661,5634r-18,45l621,5726r-26,50l567,5828r-28,51l513,5931r-25,48l467,6025r-18,26l430,6077r-22,29l384,6134r-26,28l330,6187r-27,25l272,6232r-15,10l242,6252r-15,7l212,6265r-17,6l180,6275r-15,3l148,6281r-15,l118,6279r-16,-2l87,6271r-15,-7l57,6256,41,6246,28,6234r-7,-6l15,6220r-5,-10l6,6200,3,6188,1,6174,,6159r,-17l1,6124r5,-19l10,6086r7,-21l24,6043r9,-24l44,5996r14,-25l73,5946r17,-26l109,5893r22,-27l155,5839r26,-29l210,5783r32,-30l275,5726r38,-29l351,5668r43,-29l440,5610r48,-29l539,5551r54,-27l637,5246r34,-270l693,4714r12,-253l709,4216r-4,-236l694,3748,676,3527,653,3311,624,3104,590,2903,555,2709,516,2521,474,2340,433,2165,391,1997,308,1678,232,1381,201,1241,171,1105,148,975,130,849,119,729,116,613r4,-112l133,393,155,289,188,189,232,93,289,xm134,7872r-1,4l134,7879r3,4l141,7886r10,4l166,7894r18,3l203,7898r24,2l250,7900r25,l301,7898r25,-2l350,7893r23,-3l394,7886r18,-6l427,7876r-15,-8l394,7862r-21,-5l351,7853r-23,-3l303,7847r-25,-1l253,7844r-23,2l207,7846r-19,2l170,7851r-15,4l144,7860r-4,2l137,7865r-3,4l134,7872xm534,10080r-20,-13l462,10029r-33,-26l390,9974r-40,-33l310,9905r-40,-38l231,9830r-18,-19l195,9791r-15,-19l165,9753r-13,-20l141,9715r-10,-18l123,9679r-4,-16l116,9646r,-15l118,9617r5,-13l130,9595r8,-6l148,9586r10,l170,9588r14,5l198,9600r15,10l228,9622r17,13l263,9652r16,16l297,9686r18,19l333,9726r35,45l402,9818r32,47l465,9913r12,24l490,9960r11,22l510,10004r9,21l525,10044r5,20l534,10080xm347,8646r,9l347,8665r3,10l354,8686r6,11l365,8708r8,12l382,8731r9,11l402,8753r11,13l426,8777r26,21l481,8818r32,20l545,8854r16,7l579,8868r17,6l613,8878r16,4l646,8885r16,3l679,8889r15,l709,8888r16,-3l740,8881r-6,-10l727,8860r-8,-11l709,8836r-22,-26l660,8784r-29,-28l599,8729r-33,-27l531,8677r-33,-20l466,8637r-17,-7l436,8623r-14,-5l408,8615r-13,-3l384,8611r-9,1l366,8615r-6,4l353,8626r-3,8l347,8646xm534,5664r-20,13l462,5715r-33,26l390,5770r-40,33l310,5839r-40,38l231,5914r-18,19l195,5953r-15,19l165,5991r-13,20l141,6029r-10,18l123,6065r-4,16l116,6098r,15l118,6127r5,13l130,6149r8,6l148,6158r10,1l170,6156r14,-5l198,6144r15,-10l228,6122r17,-13l263,6094r16,-18l297,6058r18,-19l333,6018r35,-45l402,5926r32,-47l465,5831r12,-24l490,5784r11,-22l510,5740r9,-21l525,5700r5,-20l534,5664xm347,7100r,-10l347,7079r3,-10l354,7058r6,-11l365,7036r8,-11l382,7013r9,-11l402,6991r11,-13l426,6967r26,-21l481,6926r32,-20l545,6890r16,-7l579,6876r17,-6l613,6866r16,-4l646,6859r16,-3l679,6855r15,1l709,6856r16,3l740,6863r-6,10l727,6884r-8,11l709,6908r-22,26l660,6960r-29,28l599,7015r-33,27l531,7067r-33,20l466,7107r-17,7l436,7121r-14,5l408,7129r-13,3l384,7133r-9,-1l366,7129r-6,-4l353,7118r-3,-8l347,7100xe" fillcolor="#d60093" stroked="f">
                    <v:fill opacity="44564f" color2="fill lighten(51)" focusposition=".5,.5" focussize="" method="linear sigma" focus="100%" type="gradientRadial"/>
                    <v:path arrowok="t"/>
                    <o:lock v:ext="edit" verticies="t"/>
                  </v:shape>
                  <v:shape id="_x0000_s1293" style="position:absolute;width:4392;height:11070" coordsize="8784,22140" path="m162,11070r94,205l332,11482r59,212l436,11909r30,218l484,12347r6,223l485,12794r-15,226l449,13245r-29,229l386,13701r-38,228l307,14156r-43,225l220,14607r-43,223l137,15052r-39,219l65,15487r-28,214l17,15910,4,16117,,16319r7,197l26,16709r32,187l104,17077r62,176l243,17421r97,162l456,17738r-8,57l440,17855r-7,59l427,17976r-4,64l419,18105r-3,66l415,18238r-2,69l415,18376r1,71l420,18517r6,72l431,18663r9,73l449,18809r13,74l474,18957r16,74l507,19105r18,75l546,19253r24,75l595,19402r27,73l653,19547r31,73l719,19691r37,70l795,19831r42,69l882,19968r-116,33l662,20037r-91,40l491,20120r-69,45l362,20212r-49,50l271,20315r-32,54l216,20424r-15,57l192,20538r-1,58l195,20654r11,59l223,20771r20,59l268,20886r29,57l329,20998r36,54l402,21105r40,51l483,21203r42,47l567,21293r43,40l651,21369r42,35l732,21433r37,26l803,21480r164,89l1128,21643r165,64l1457,21761r165,43l1787,21837r167,26l2120,21881r169,10l2457,21896r169,-1l2796,21890r170,-10l3139,21866r171,-15l3485,21833r348,-36l4187,21761r177,-15l4544,21733r180,-8l4905,21719r181,l5268,21725r184,12l5638,21757r186,26l6011,21819r190,46l6390,21920r62,19l6520,21957r70,20l6665,21996r78,18l6824,22032r83,17l6991,22064r88,15l7167,22093r90,11l7347,22115r91,8l7528,22132r91,4l7709,22139r89,1l7885,22139r87,-5l8055,22128r81,-10l8217,22105r74,-16l8365,22069r69,-22l8499,22021r59,-29l8615,21957r50,-37l8710,21878r40,-47l8784,21782r-67,52l8644,21880r-82,39l8475,21950r-92,25l8284,21995r-103,14l8071,22018r-112,4l7845,22021r-119,-4l7604,22009r-124,-13l7355,21982r-127,-18l7101,21944r-128,-21l6846,21899r-127,-25l6595,21849r-245,-52l6115,21746r-220,-49l5694,21657r-92,-18l5515,21625r-81,-11l5361,21606r-86,-4l5181,21600r-102,3l4971,21610r-113,8l4736,21629r-126,14l4480,21657r-276,32l3912,21721r-149,15l3609,21750r-156,12l3297,21772r-159,8l2977,21784r-160,2l2656,21783r-160,-8l2337,21764r-159,-18l2020,21723r-155,-29l1712,21658r-151,-42l1413,21566r-144,-58l1128,21441r-135,-75l861,21282r-67,-43l732,21194r-59,-48l619,21097r-48,-49l527,20997r-39,-51l454,20893r-29,-52l400,20789r-21,-52l362,20684r-11,-51l344,20583r-2,-50l344,20485r7,-47l362,20394r16,-45l398,20309r25,-40l452,20233r33,-33l523,20170r41,-28l611,20117r50,-19l716,20081r58,-14l838,20059r68,-3l978,20056r38,61l1055,20175r39,55l1131,20283r37,50l1204,20380r38,46l1276,20467r36,40l1345,20545r35,34l1413,20611r32,30l1477,20669r30,26l1538,20719r29,21l1594,20759r28,17l1648,20791r25,14l1698,20816r24,8l1744,20832r20,6l1785,20841r18,2l1821,20843r17,-1l1853,20839r14,-4l1881,20830r20,-23l1917,20784r9,-26l1932,20731r1,-29l1930,20673r-8,-30l1911,20611r-15,-32l1878,20546r-22,-33l1832,20480r-27,-34l1774,20413r-32,-35l1708,20345r-36,-32l1633,20280r-39,-30l1553,20219r-42,-30l1470,20161r-43,-27l1384,20107r-43,-23l1298,20062r-42,-21l1214,20023r-40,-17l1134,19992r-39,-11l1058,19972r-32,-47l996,19875r-32,-50l933,19772r-30,-52l874,19664r-29,-55l817,19552r-27,-58l763,19433r-25,-60l714,19310r-24,-63l668,19180r-21,-66l626,19045r-18,-70l592,18903r-17,-72l561,18757r-12,-76l539,18603r-9,-80l523,18443r-6,-83l514,18277r-1,-86l513,18104r3,-90l521,17922r9,-91l539,17737r29,7l597,17749r28,2l651,17751r24,-3l698,17742r22,-8l743,17726r19,-13l780,17701r16,-14l813,17670r14,-16l841,17636r12,-19l863,17597r10,-19l881,17557r7,-19l893,17517r6,-21l902,17477r1,-20l904,17438r-1,-18l902,17403r-3,-15l895,17373r-6,-12l882,17349r-8,-9l866,17333r-17,-10l834,17316r-15,-5l805,17307r-15,-3l774,17304r-13,1l747,17308r-14,3l719,17316r-14,7l693,17331r-14,9l667,17351r-13,11l643,17374r-12,13l619,17401r-11,15l597,17432r-19,34l559,17500r-17,38l525,17576r-13,39l501,17655,390,17500r-89,-162l231,17171r-53,-172l144,16821r-21,-181l115,16453r5,-191l136,16065r24,-198l194,15664r38,-205l277,15250r48,-211l375,14825r50,-215l474,14391r49,-219l566,13951r40,-223l637,13505r25,-222l678,13058r4,-224l675,12610r-21,-223l618,12165r-52,-222l495,11722r-90,-219l295,11286,162,11070xm162,11070r94,-205l332,10658r59,-212l436,10231r30,-217l484,9793r6,-222l485,9346,470,9120,449,8895,420,8666,386,8439,348,8211,307,7984,264,7759,220,7533,177,7310,137,7089,98,6869,65,6653,37,6440,17,6230,4,6023,,5821,7,5624,26,5431,58,5244r46,-181l166,4887r77,-168l340,4557,456,4402r-8,-57l440,4285r-7,-59l427,4164r-4,-64l419,4035r-3,-66l415,3902r-2,-69l415,3764r1,-71l420,3623r6,-72l431,3477r9,-73l449,3331r13,-74l474,3183r16,-74l507,3035r18,-75l546,2887r24,-75l595,2738r27,-73l653,2593r31,-72l719,2449r37,-70l795,2309r42,-69l882,2172,766,2139,662,2103r-91,-40l491,2020r-69,-44l362,1928r-49,-50l271,1825r-32,-54l216,1716r-15,-57l192,1602r-1,-58l195,1486r11,-59l223,1369r20,-59l268,1254r29,-57l329,1142r36,-54l402,1035r40,-51l483,937r42,-47l567,847r43,-40l651,771r42,-35l732,707r37,-26l803,660,967,573r161,-76l1293,433r164,-52l1622,336r165,-33l1954,277r166,-17l2289,249r168,-5l2626,245r170,5l2966,260r173,14l3310,289r175,18l3833,343r354,36l4364,394r180,13l4724,415r181,6l5086,421r182,-6l5452,403r186,-20l5824,357r187,-36l6201,275r189,-55l6452,201r68,-18l6590,163r75,-19l6743,126r81,-18l6907,91r84,-15l7079,61r88,-14l7257,36r90,-11l7438,17r90,-9l7619,4r90,-3l7798,r87,1l7972,6r83,6l8136,22r81,13l8291,51r74,20l8434,93r65,26l8558,148r57,35l8665,220r45,42l8750,309r34,49l8717,306r-73,-46l8562,221r-87,-31l8383,165r-99,-20l8181,131r-110,-9l7959,118r-114,1l7726,123r-122,8l7480,144r-125,15l7228,176r-127,20l6973,217r-127,24l6719,266r-124,26l6350,343r-235,51l5895,443r-201,40l5602,501r-87,14l5434,526r-73,8l5275,538r-94,2l5079,537r-108,-7l4858,522,4736,511,4610,497,4480,483,4204,451,3912,419,3763,404,3609,390,3453,378,3297,368r-159,-8l2977,356r-160,-2l2656,357r-160,8l2337,376r-159,18l2020,417r-155,29l1712,482r-151,42l1413,574r-144,58l1128,699,993,774,861,858r-67,43l732,946r-59,48l619,1043r-48,50l527,1143r-39,51l454,1247r-29,52l400,1351r-21,52l362,1456r-11,51l344,1557r-2,50l344,1655r7,47l362,1746r16,45l398,1831r25,40l452,1907r33,33l523,1970r41,28l611,2023r50,19l716,2059r58,14l838,2081r68,3l978,2084r38,-61l1055,1965r39,-55l1131,1857r37,-50l1204,1760r38,-46l1276,1673r36,-40l1345,1595r35,-34l1413,1529r32,-30l1477,1471r30,-26l1538,1421r29,-21l1594,1381r28,-17l1648,1349r25,-14l1698,1324r24,-8l1744,1308r20,-6l1785,1299r18,-2l1821,1297r17,1l1853,1301r14,4l1881,1310r20,23l1917,1356r9,26l1932,1409r1,29l1930,1467r-8,30l1911,1529r-15,32l1878,1594r-22,33l1832,1661r-27,33l1774,1727r-32,35l1708,1795r-36,32l1633,1860r-39,30l1553,1921r-42,30l1470,1979r-43,27l1384,2033r-43,23l1298,2078r-42,21l1214,2117r-40,17l1134,2148r-39,11l1058,2168r-32,47l996,2265r-32,50l933,2368r-30,52l874,2476r-29,55l817,2588r-27,58l763,2707r-25,61l714,2830r-24,63l668,2960r-21,66l626,3095r-18,70l592,3237r-17,73l561,3383r-12,76l539,3537r-9,80l523,3697r-6,83l514,3863r-1,86l513,4038r3,88l521,4218r9,91l539,4403r29,-7l597,4391r28,-2l651,4389r24,3l698,4398r22,8l743,4414r19,13l780,4439r16,14l813,4470r14,16l841,4504r12,19l863,4543r10,19l881,4583r7,19l893,4623r6,21l902,4663r1,20l904,4702r-1,18l902,4737r-3,15l895,4767r-6,12l882,4791r-8,9l866,4807r-17,10l834,4824r-15,5l805,4833r-15,3l774,4836r-13,-1l747,4833r-14,-4l719,4824r-14,-7l693,4809r-14,-9l667,4789r-13,-11l643,4766r-12,-13l619,4739r-11,-15l597,4708r-19,-34l559,4640r-17,-38l525,4564r-13,-39l501,4485,390,4640r-89,162l231,4969r-53,172l144,5319r-21,181l115,5687r5,193l136,6075r24,198l194,6476r38,205l277,6890r48,211l375,7315r50,215l474,7749r49,220l566,8189r40,223l637,8635r25,222l678,9082r4,224l675,9530r-21,223l618,9975r-52,223l495,10418r-90,219l295,10854r-133,216xm560,4463r1,15l564,4493r4,17l572,4525r13,32l599,4589r16,31l635,4649r20,28l676,4703r22,24l720,4746r12,9l743,4761r11,7l763,4773r11,4l784,4779r10,2l803,4781r9,-3l820,4775r7,-5l834,4763r3,-8l838,4743r1,-9l839,4721r-1,-25l834,4670r-8,-28l816,4613r-7,-13l802,4586r-7,-14l787,4559r-10,-13l767,4533r-9,-11l747,4511r-13,-11l722,4492r-13,-9l696,4475r-16,-7l665,4464r-15,-4l633,4457r-18,-1l597,4457r-18,1l560,4463xm1126,2047r7,-16l1142,2012r11,-21l1168,1969r17,-25l1203,1918r21,-28l1245,1863r48,-60l1345,1744r56,-60l1457,1626r28,-28l1513,1572r29,-25l1568,1525r28,-21l1621,1485r25,-17l1669,1454r22,-11l1712,1435r19,-4l1748,1429r15,3l1776,1439r9,11l1792,1465r1,18l1793,1501r-2,20l1785,1540r-5,21l1771,1582r-9,20l1751,1625r-14,22l1723,1667r-17,23l1688,1712r-18,22l1650,1756r-21,22l1605,1799r-23,21l1557,1840r-26,21l1504,1881r-27,19l1448,1918r-29,18l1388,1952r-31,17l1325,1983r-32,14l1260,2009r-33,11l1193,2031r-34,9l1126,2047xm560,17677r1,-15l564,17647r4,-17l572,17615r13,-32l599,17551r16,-31l635,17491r20,-28l676,17437r22,-24l720,17394r12,-9l743,17379r11,-7l763,17367r11,-4l784,17361r10,-2l803,17359r9,3l820,17365r7,5l834,17377r3,8l838,17397r1,11l839,17419r-1,25l834,17470r-8,28l816,17527r-7,13l802,17554r-7,14l787,17581r-10,13l767,17607r-9,11l747,17629r-13,11l722,17648r-13,10l696,17665r-16,7l665,17676r-15,4l633,17683r-18,1l597,17683r-18,-1l560,17677xm1126,20093r7,16l1142,20128r11,21l1168,20171r17,25l1203,20222r21,28l1245,20277r48,60l1345,20396r56,60l1457,20514r28,28l1513,20568r29,25l1568,20615r28,21l1621,20655r25,17l1669,20686r22,11l1712,20705r19,4l1748,20711r15,-3l1776,20701r9,-11l1792,20675r1,-18l1793,20639r-2,-20l1785,20600r-5,-21l1771,20558r-9,-20l1751,20515r-14,-20l1723,20473r-17,-23l1688,20428r-18,-22l1650,20384r-21,-22l1605,20341r-23,-21l1557,20300r-26,-21l1504,20259r-27,-19l1448,20222r-29,-18l1388,20188r-31,-16l1325,20157r-32,-14l1260,20131r-33,-11l1193,20109r-34,-9l1126,20093xe" fillcolor="#d60093" stroked="f">
                    <v:fill opacity="44564f" color2="fill lighten(51)" focusposition=".5,.5" focussize="" method="linear sigma" focus="100%" type="gradientRadial"/>
                    <v:path arrowok="t"/>
                    <o:lock v:ext="edit" verticies="t"/>
                  </v:shape>
                  <v:shape id="_x0000_s1294" style="position:absolute;left:8736;top:1599;width:609;height:7872" coordsize="1218,15744" path="m929,r29,163l977,319r11,150l991,611r-4,137l975,880r-17,129l935,1135r-28,123l875,1379r-35,124l803,1624r-80,251l640,2138r-40,138l561,2420r-37,151l491,2730r-31,166l434,3073r-21,186l397,3455r-9,209l386,3887r5,234l405,4371r23,264l460,4918r43,297l558,5531r-76,l412,5536r-62,10l292,5560r-52,19l193,5603r-40,26l119,5659r-31,35l62,5731r-21,40l25,5813r-13,46l4,5906,,5954r,50l3,6057r5,52l18,6162r11,54l44,6270r18,54l81,6378r21,52l126,6483r26,51l178,6582r29,49l236,6678r31,43l297,6762r32,39l305,6829r-19,26l267,6883r-16,27l238,6939r-11,29l218,6997r-7,30l206,7057r-3,29l203,7116r1,31l207,7177r4,31l218,7240r9,30l236,7302r11,30l260,7364r15,31l290,7426r17,31l325,7487r19,32l365,7550r22,30l409,7610r24,31l457,7670r25,30l509,7729r27,30l553,7775r16,17l589,7807r18,14l626,7835r21,13l666,7861r21,11l666,7883r-19,13l626,7909r-19,14l589,7937r-20,17l553,7969r-17,16l509,8015r-27,29l457,8074r-24,29l409,8134r-22,30l365,8194r-21,31l325,8257r-18,30l290,8319r-15,30l260,8381r-13,31l236,8443r-9,31l218,8504r-7,32l207,8567r-3,30l203,8628r,30l206,8688r5,29l218,8747r9,29l238,8805r13,29l267,8861r19,28l305,8915r24,28l297,8982r-30,41l236,9068r-29,45l178,9162r-26,49l126,9261r-24,53l81,9366r-19,54l44,9474r-15,54l18,9582,8,9636r-5,53l,9740r,50l4,9838r8,47l25,9931r16,42l62,10013r26,37l119,10085r34,30l193,10141r47,24l292,10184r58,14l412,10208r70,5l558,10213r-55,316l460,10828r-32,281l405,11373r-14,250l386,11859r2,221l397,12289r16,196l434,12672r26,176l491,13014r33,159l561,13324r39,144l640,13606r83,263l803,14120r37,123l875,14365r32,121l935,14609r23,126l975,14864r12,133l991,15133r-3,142l977,15425r-19,156l929,15744r57,-93l1030,15555r32,-100l1085,15351r13,-108l1102,15131r-3,-116l1087,14895r-17,-126l1047,14639r-30,-136l984,14363r-74,-297l827,13747r-42,-168l742,13404r-40,-181l663,13035r-35,-194l594,12640r-29,-207l542,12217r-18,-221l513,11766r-4,-238l513,11283r12,-253l547,10768r34,-270l625,10220r54,-27l730,10163r48,-29l824,10105r43,-29l905,10047r38,-27l976,9991r32,-30l1037,9934r26,-28l1087,9878r22,-27l1128,9824r17,-26l1160,9773r14,-25l1185,9725r9,-24l1201,9679r7,-21l1212,9639r3,-19l1218,9602r,-17l1217,9570r-2,-13l1212,9545r-4,-11l1203,9524r-6,-8l1190,9510r-13,-12l1161,9488r-15,-8l1131,9473r-15,-6l1100,9465r-15,-2l1070,9463r-17,3l1038,9469r-15,4l1006,9479r-15,6l976,9492r-15,10l946,9512r-31,21l888,9557r-28,25l834,9610r-24,28l788,9667r-19,26l751,9719r-21,46l705,9813r-26,52l651,9916r-28,52l597,10018r-22,49l557,10110r-58,9l448,10122r-47,-4l359,10110r-37,-14l292,10076r-28,-23l242,10025r-20,-30l207,9959r-11,-38l189,9881r-4,-44l184,9791r1,-47l189,9696r7,-50l206,9595r9,-50l228,9492r15,-49l258,9391r17,-49l292,9293r17,-47l329,9202r18,-43l366,9119r20,-38l404,9048r16,-30l438,8990r31,3l500,8991r31,-1l561,8986r29,-7l619,8972r29,-10l676,8951r26,-11l728,8926r25,-13l777,8897r23,-15l823,8866r20,-18l863,8830r18,-18l897,8794r15,-20l926,8756r13,-18l950,8720r8,-18l966,8684r6,-16l975,8651r2,-15l976,8622r-1,-14l970,8596r-6,-11l954,8575r-17,-13l919,8553r-19,-6l881,8543r-21,-1l838,8545r-22,2l793,8554r-23,8l746,8572r-23,11l699,8596r-23,14l652,8625r-22,15l607,8657r-43,34l522,8724r-36,34l453,8788r-47,47l388,8853r-22,-12l347,8825r-17,-16l316,8789r-9,-22l300,8742r-4,-25l294,8688r2,-29l300,8629r5,-33l314,8562r11,-33l337,8493r15,-36l369,8421r18,-36l406,8348r22,-36l451,8276r24,-36l500,8204r27,-34l554,8136r28,-33l611,8073r30,-31l670,8013r32,-26l733,7962r30,-22l795,7919r10,3l818,7923r18,3l858,7929r24,1l908,7930r27,2l962,7930r28,-1l1016,7925r24,-5l1062,7915r9,-4l1080,7907r8,-5l1095,7897r5,-6l1105,7886r2,-7l1110,7872r-3,-7l1105,7858r-5,-5l1094,7847r-7,-5l1080,7837r-10,-4l1060,7829r-20,-5l1015,7818r-25,-3l964,7814r-28,-2l910,7812r-27,2l860,7815r-22,3l820,7819r-15,3l795,7825r-32,-21l733,7782r-31,-25l670,7729r-29,-27l611,7671r-29,-30l554,7608r-27,-34l500,7540r-25,-36l451,7468r-23,-36l406,7396r-19,-37l369,7323r-17,-36l337,7251r-12,-36l314,7182r-9,-34l300,7115r-4,-30l294,7056r2,-29l300,7002r7,-25l316,6955r14,-20l347,6919r19,-16l388,6891r18,18l453,6956r33,30l522,7020r42,33l607,7087r23,17l652,7119r24,15l699,7148r24,13l746,7172r24,10l793,7190r23,7l838,7201r22,1l881,7201r19,-4l919,7191r18,-9l954,7169r10,-10l970,7148r5,-12l976,7122r1,-14l975,7093r-3,-17l966,7060r-8,-18l950,7025r-11,-19l926,6988r-14,-18l897,6950r-16,-18l863,6914r-20,-18l823,6880r-23,-18l777,6847r-24,-16l728,6818r-26,-14l676,6793r-28,-11l619,6772r-29,-7l561,6758r-30,-4l500,6753r-31,-2l438,6754r-18,-26l404,6697r-18,-34l366,6625r-19,-40l329,6542r-20,-44l292,6451r-17,-49l258,6353r-15,-50l228,6252r-13,-52l206,6149r-10,-51l189,6048r-4,-48l184,5953r1,-46l189,5864r7,-41l207,5785r15,-36l242,5719r22,-28l292,5668r30,-20l359,5634r42,-8l448,5623r51,2l557,5634r18,45l597,5726r26,50l651,5828r28,51l705,5931r25,48l751,6025r18,26l788,6077r22,29l834,6134r26,28l888,6187r27,25l946,6232r15,10l976,6252r15,7l1006,6265r17,6l1038,6275r15,3l1070,6281r15,l1100,6279r16,-2l1131,6271r15,-7l1161,6256r16,-10l1190,6234r7,-6l1203,6220r5,-10l1212,6200r3,-12l1217,6174r1,-15l1218,6142r-3,-18l1212,6105r-4,-19l1201,6065r-7,-22l1185,6019r-11,-23l1160,5971r-15,-25l1128,5920r-19,-27l1087,5866r-24,-27l1037,5810r-29,-27l976,5753r-33,-27l905,5697r-38,-29l824,5639r-46,-29l730,5581r-51,-30l625,5524,581,5246,547,4976,525,4714,513,4461r-4,-245l513,3980r11,-232l542,3527r23,-216l594,3104r34,-201l663,2709r39,-188l742,2340r43,-175l827,1997r83,-319l984,1381r33,-140l1047,1105r23,-130l1087,849r12,-120l1102,613r-4,-112l1085,393,1062,289,1030,189,986,93,929,xm1084,7872r1,4l1084,7879r-3,4l1077,7886r-10,4l1052,7894r-18,3l1015,7898r-24,2l968,7900r-25,l917,7898r-25,-2l868,7893r-23,-3l824,7886r-18,-6l791,7876r15,-8l824,7862r21,-5l867,7853r23,-3l915,7847r25,-1l964,7844r23,2l1011,7846r19,2l1048,7851r15,4l1074,7860r4,2l1081,7865r3,4l1084,7872xm684,10080r20,-13l756,10029r33,-26l828,9974r40,-33l908,9905r40,-38l987,9830r18,-19l1023,9791r15,-19l1053,9753r13,-20l1077,9715r10,-18l1095,9679r4,-16l1102,9646r,-15l1100,9617r-5,-13l1088,9595r-8,-6l1070,9586r-11,l1048,9588r-14,5l1020,9600r-15,10l990,9622r-17,13l955,9652r-16,16l921,9686r-18,19l885,9726r-35,45l816,9818r-32,47l753,9913r-12,24l728,9960r-11,22l708,10004r-9,21l693,10044r-5,20l684,10080xm871,8646r,9l871,8665r-3,10l864,8686r-6,11l853,8708r-8,12l836,8731r-9,11l816,8753r-11,13l792,8777r-26,21l737,8818r-32,20l673,8854r-18,7l639,8868r-17,6l605,8878r-16,4l572,8885r-16,3l539,8889r-15,l509,8888r-16,-3l478,8881r6,-10l491,8860r8,-11l509,8836r22,-26l557,8784r30,-28l619,8729r33,-27l687,8677r33,-20l752,8637r17,-7l782,8623r14,-5l810,8615r13,-3l834,8611r9,1l852,8615r6,4l864,8626r4,8l871,8646xm684,5664r20,13l756,5715r33,26l828,5770r40,33l908,5839r40,38l987,5914r18,19l1023,5953r15,19l1053,5991r13,20l1077,6029r10,18l1095,6065r4,16l1102,6098r,15l1100,6127r-5,13l1088,6149r-8,6l1070,6158r-11,1l1048,6156r-14,-5l1020,6144r-15,-10l990,6122r-17,-13l955,6094r-16,-18l921,6058r-18,-19l885,6018r-35,-45l816,5926r-32,-47l753,5831r-12,-24l728,5784r-11,-22l708,5740r-9,-21l693,5700r-5,-20l684,5664xm871,7100r,-10l871,7079r-3,-10l864,7058r-6,-11l853,7036r-8,-11l836,7013r-9,-11l816,6991r-11,-13l792,6967r-26,-21l737,6926r-32,-20l673,6890r-18,-7l639,6876r-17,-6l605,6866r-16,-4l572,6859r-16,-3l539,6855r-15,1l509,6856r-16,3l478,6863r6,10l491,6884r8,11l509,6908r22,26l557,6960r30,28l619,7015r33,27l687,7067r33,20l752,7107r17,7l782,7121r14,5l810,7129r13,3l834,7133r9,-1l852,7129r6,-4l864,7118r4,-8l871,7100xe" fillcolor="#d60093" stroked="f">
                    <v:fill opacity="44564f" color2="fill lighten(51)" focusposition=".5,.5" focussize="" method="linear sigma" focus="100%" type="gradientRadial"/>
                    <v:path arrowok="t"/>
                    <o:lock v:ext="edit" verticies="t"/>
                  </v:shape>
                  <v:shape id="_x0000_s1295" style="position:absolute;left:4953;width:4392;height:11070" coordsize="8784,22140" path="m8622,11070r-94,205l8452,11482r-59,212l8348,11909r-30,218l8300,12347r-6,223l8299,12794r13,226l8335,13245r29,229l8398,13701r38,228l8477,14156r43,225l8564,14607r43,223l8647,15052r39,219l8719,15487r28,214l8767,15910r13,207l8784,16319r-7,197l8758,16709r-32,187l8680,17077r-62,176l8541,17421r-97,162l8328,17738r8,57l8344,17855r7,59l8357,17976r4,64l8365,18105r3,66l8369,18238r2,69l8369,18376r-3,71l8364,18517r-6,72l8353,18663r-9,73l8335,18809r-13,74l8310,18957r-16,74l8277,19105r-18,75l8238,19253r-24,75l8189,19402r-27,73l8131,19547r-31,73l8065,19691r-37,70l7989,19831r-43,69l7902,19968r116,33l8120,20037r93,40l8293,20120r69,45l8422,20212r49,50l8513,20315r32,54l8568,20424r15,57l8592,20538r1,58l8588,20654r-10,59l8561,20771r-20,59l8516,20886r-29,57l8455,20998r-36,54l8382,21105r-40,51l8300,21203r-41,47l8216,21293r-42,40l8133,21369r-42,35l8052,21433r-37,26l7981,21480r-164,89l7656,21643r-165,64l7327,21761r-165,43l6997,21837r-167,26l6664,21881r-169,10l6327,21896r-169,-1l5988,21890r-170,-10l5645,21866r-171,-15l5299,21833r-348,-36l4597,21761r-177,-15l4240,21733r-180,-8l3879,21719r-181,l3516,21725r-184,12l3146,21757r-186,26l2773,21819r-190,46l2394,21920r-62,19l2264,21957r-70,20l2119,21996r-78,18l1960,22032r-83,17l1793,22064r-88,15l1617,22093r-90,11l1437,22115r-91,8l1256,22132r-91,4l1075,22139r-89,1l898,22139r-86,-5l729,22128r-83,-10l567,22105r-76,-16l419,22069r-69,-22l285,22021r-61,-29l169,21957r-50,-37l74,21878r-40,-47l,21782r67,52l140,21880r82,39l309,21950r92,25l500,21995r103,14l711,22018r114,4l939,22021r119,-4l1180,22009r124,-13l1429,21982r127,-18l1683,21944r128,-21l1938,21899r127,-25l2189,21849r245,-52l2669,21746r219,-49l3090,21657r92,-18l3269,21625r81,-11l3423,21606r86,-4l3603,21600r101,3l3813,21610r113,8l4047,21629r127,14l4304,21657r276,32l4871,21721r150,15l5175,21750r156,12l5487,21772r159,8l5807,21784r160,2l6128,21783r160,-8l6447,21764r159,-18l6764,21723r155,-29l7072,21658r151,-42l7371,21566r144,-58l7654,21441r137,-75l7923,21282r67,-43l8052,21194r59,-48l8165,21097r48,-49l8256,20997r40,-51l8330,20893r29,-52l8384,20789r21,-52l8422,20684r11,-51l8440,20583r1,-50l8440,20485r-7,-47l8422,20394r-17,-45l8386,20309r-25,-40l8332,20233r-33,-33l8261,20170r-41,-28l8173,20117r-50,-19l8068,20081r-60,-14l7946,20059r-68,-3l7806,20056r-38,61l7729,20175r-39,55l7653,20283r-37,50l7580,20380r-38,46l7508,20467r-36,40l7437,20545r-33,34l7371,20611r-32,30l7307,20669r-30,26l7246,20719r-29,21l7190,20759r-28,17l7136,20791r-25,14l7086,20816r-24,8l7040,20832r-20,6l6999,20841r-20,2l6963,20843r-17,-1l6931,20839r-14,-4l6903,20830r-20,-23l6867,20784r-9,-26l6852,20731r-1,-29l6854,20673r8,-30l6873,20611r15,-32l6906,20546r22,-33l6952,20480r27,-34l7010,20413r32,-35l7076,20345r36,-32l7151,20280r39,-30l7231,20219r40,-30l7314,20161r43,-27l7400,20107r43,-23l7486,20062r42,-21l7570,20023r40,-17l7650,19992r39,-11l7726,19972r32,-47l7788,19875r32,-50l7851,19772r29,-52l7910,19664r29,-55l7967,19552r27,-58l8021,19433r25,-60l8070,19310r24,-63l8116,19180r21,-66l8158,19045r18,-70l8192,18903r17,-72l8223,18757r12,-76l8245,18603r9,-80l8261,18443r6,-83l8270,18277r1,-86l8271,18104r-3,-90l8263,17922r-9,-91l8245,17737r-29,7l8187,17749r-28,2l8133,17751r-25,-3l8084,17742r-22,-8l8041,17726r-19,-13l8004,17701r-16,-14l7971,17670r-14,-16l7943,17636r-12,-19l7921,17597r-10,-19l7903,17557r-7,-19l7891,17517r-6,-21l7882,17477r-1,-20l7880,17438r1,-18l7882,17403r3,-15l7889,17373r6,-12l7902,17349r8,-9l7918,17333r17,-10l7950,17316r15,-5l7979,17307r15,-3l8010,17304r13,1l8037,17308r14,3l8065,17316r14,7l8091,17331r14,9l8117,17351r13,11l8141,17374r12,13l8165,17401r11,15l8187,17432r19,34l8225,17500r17,38l8259,17576r12,39l8283,17655r111,-155l8483,17338r70,-167l8604,16999r36,-178l8661,16640r8,-187l8664,16262r-16,-197l8624,15867r-34,-203l8552,15459r-45,-209l8459,15039r-50,-214l8359,14610r-49,-219l8261,14172r-44,-221l8178,13728r-31,-223l8122,13283r-16,-225l8101,12834r8,-224l8130,12387r36,-222l8218,11943r71,-221l8379,11503r110,-217l8622,11070xm8622,11070r-94,-205l8452,10658r-59,-212l8348,10231r-30,-217l8300,9793r-6,-222l8299,9346r13,-226l8335,8895r29,-229l8398,8439r38,-228l8477,7984r43,-225l8564,7533r43,-223l8647,7089r39,-220l8719,6653r28,-213l8767,6230r13,-207l8784,5821r-7,-197l8758,5431r-32,-187l8680,5063r-62,-176l8541,4719r-97,-162l8328,4402r8,-57l8344,4285r7,-59l8357,4164r4,-64l8365,4035r3,-66l8369,3902r2,-69l8369,3764r-3,-71l8364,3623r-6,-72l8353,3477r-9,-73l8335,3331r-13,-74l8310,3183r-16,-74l8277,3035r-18,-75l8238,2887r-24,-75l8189,2738r-27,-73l8131,2593r-31,-72l8065,2449r-37,-70l7989,2309r-43,-69l7902,2172r116,-33l8120,2103r93,-40l8293,2020r69,-44l8422,1928r49,-50l8513,1825r32,-54l8568,1716r15,-57l8592,1602r1,-58l8588,1486r-10,-59l8561,1369r-20,-59l8516,1254r-29,-57l8455,1142r-36,-54l8382,1035r-40,-51l8300,937r-41,-47l8216,847r-42,-40l8133,771r-42,-35l8052,707r-37,-26l7981,660,7817,573,7656,497,7491,433,7327,381,7162,336,6997,303,6830,277,6664,260,6495,249r-168,-5l6158,245r-170,5l5818,260r-173,14l5474,289r-175,18l4951,343r-354,36l4420,394r-180,13l4060,415r-181,6l3698,421r-182,-6l3332,403,3146,383,2960,357,2773,321,2583,275,2394,220r-62,-19l2264,183r-70,-20l2119,144r-78,-18l1960,108,1877,91,1793,76,1705,61,1617,47,1527,36,1437,25r-91,-8l1256,8,1165,4,1075,1,986,,898,1,812,6r-83,6l646,22,567,35,491,51,419,71,350,93r-65,26l224,148r-55,35l119,220,74,262,34,309,,358,67,306r73,-46l222,221r87,-31l401,165r99,-20l603,131r108,-9l825,118r114,1l1058,123r122,8l1304,144r125,15l1556,176r127,20l1811,217r127,24l2065,266r124,26l2434,343r235,51l2888,443r202,40l3182,501r87,14l3350,526r73,8l3509,538r94,2l3704,537r109,-7l3926,522r121,-11l4174,497r130,-14l4580,451r291,-32l5021,404r154,-14l5331,378r156,-10l5646,360r161,-4l5967,354r161,3l6288,365r159,11l6606,394r158,23l6919,446r153,36l7223,524r148,50l7515,632r139,67l7791,774r132,84l7990,901r62,45l8111,994r54,49l8213,1093r43,50l8296,1194r34,53l8359,1299r25,52l8405,1403r17,53l8433,1507r7,50l8441,1607r-1,48l8433,1702r-11,44l8405,1791r-19,40l8361,1871r-29,36l8299,1940r-38,30l8220,1998r-47,25l8123,2042r-55,17l8008,2073r-62,8l7878,2084r-72,l7768,2023r-39,-58l7690,1910r-37,-53l7616,1807r-36,-47l7542,1714r-34,-41l7472,1633r-35,-38l7404,1561r-33,-32l7339,1499r-32,-28l7277,1445r-31,-24l7217,1400r-27,-19l7162,1364r-26,-15l7111,1335r-25,-11l7062,1316r-22,-8l7020,1302r-21,-3l6979,1297r-16,l6946,1298r-15,3l6917,1305r-14,5l6883,1333r-16,23l6858,1382r-6,27l6851,1438r3,29l6862,1497r11,32l6888,1561r18,33l6928,1627r24,34l6979,1694r31,33l7042,1762r34,33l7112,1827r39,33l7190,1890r41,31l7271,1951r43,28l7357,2006r43,27l7443,2056r43,22l7528,2099r42,18l7610,2134r40,14l7689,2159r37,9l7758,2215r30,50l7820,2315r31,53l7880,2420r30,56l7939,2531r28,57l7994,2646r27,61l8046,2768r24,62l8094,2893r22,67l8137,3026r21,69l8176,3165r16,72l8209,3310r14,73l8235,3459r10,78l8254,3617r7,80l8267,3780r3,83l8271,3949r,89l8268,4126r-5,92l8254,4309r-9,94l8216,4396r-29,-5l8159,4389r-26,l8108,4392r-24,6l8062,4406r-21,8l8022,4427r-18,12l7988,4453r-17,17l7957,4486r-14,18l7931,4523r-10,20l7911,4562r-8,21l7896,4602r-5,21l7885,4644r-3,19l7881,4683r-1,19l7881,4720r1,17l7885,4752r4,15l7895,4779r7,12l7910,4800r8,7l7935,4817r15,7l7965,4829r14,4l7994,4836r16,l8023,4835r14,-2l8051,4829r14,-5l8079,4817r12,-8l8105,4800r12,-11l8130,4778r11,-12l8153,4753r12,-14l8176,4724r11,-16l8206,4674r19,-34l8242,4602r17,-38l8271,4525r12,-40l8394,4640r89,162l8553,4969r51,172l8640,5319r21,181l8669,5687r-5,193l8648,6075r-24,198l8590,6476r-38,205l8507,6890r-48,211l8409,7315r-50,215l8310,7749r-49,220l8217,8189r-39,223l8147,8635r-25,222l8106,9082r-5,224l8109,9530r21,223l8166,9975r52,223l8289,10418r90,219l8489,10854r133,216xm8224,4463r-1,15l8220,4493r-4,17l8212,4525r-13,32l8185,4589r-16,31l8149,4649r-20,28l8108,4703r-22,24l8064,4746r-12,9l8041,4761r-11,7l8021,4773r-11,4l8000,4779r-10,2l7981,4781r-9,-3l7964,4775r-7,-5l7950,4763r-3,-8l7946,4743r-1,-9l7945,4721r1,-25l7950,4670r8,-28l7968,4613r7,-13l7982,4586r7,-14l7997,4559r10,-13l8017,4533r9,-11l8037,4511r13,-11l8062,4492r13,-9l8088,4475r16,-7l8119,4464r15,-4l8151,4457r18,-1l8187,4457r18,1l8224,4463xm7658,2047r-7,-16l7642,2012r-11,-21l7616,1969r-35,-51l7538,1863r-47,-60l7439,1744r-56,-60l7327,1626r-28,-28l7270,1572r-28,-25l7216,1525r-28,-21l7163,1485r-25,-17l7115,1454r-22,-11l7072,1435r-19,-4l7036,1429r-15,3l7008,1439r-9,11l6992,1465r-1,18l6991,1501r2,20l6999,1540r5,21l7013,1582r9,20l7033,1625r14,22l7061,1667r17,23l7096,1712r18,22l7134,1756r21,22l7179,1799r23,21l7227,1840r26,21l7280,1881r27,19l7336,1918r29,18l7396,1952r31,17l7458,1983r33,14l7523,2009r34,11l7591,2031r34,9l7658,2047xm8224,17677r-1,-15l8220,17647r-4,-17l8212,17615r-13,-32l8185,17551r-16,-31l8149,17491r-20,-28l8108,17437r-22,-24l8064,17394r-12,-9l8041,17379r-11,-7l8021,17367r-11,-4l8000,17361r-10,-2l7981,17359r-9,3l7964,17365r-7,5l7950,17377r-3,8l7946,17397r-1,11l7945,17419r1,25l7950,17470r8,28l7968,17527r7,13l7982,17554r7,14l7997,17581r10,13l8017,17607r9,11l8037,17629r13,11l8062,17648r13,10l8088,17665r16,7l8119,17676r15,4l8151,17683r18,1l8187,17683r18,-1l8224,17677xm7658,20093r-7,16l7642,20128r-11,21l7616,20171r-17,25l7581,20222r-21,28l7538,20277r-47,60l7439,20396r-56,60l7327,20514r-28,28l7270,20568r-28,25l7216,20615r-28,21l7163,20655r-25,17l7115,20686r-22,11l7072,20705r-19,4l7036,20711r-15,-3l7008,20701r-9,-11l6992,20675r-1,-18l6991,20639r2,-20l6999,20600r5,-21l7013,20558r9,-20l7033,20515r14,-20l7061,20473r17,-23l7096,20428r18,-22l7134,20384r21,-22l7179,20341r23,-21l7227,20300r26,-21l7280,20259r27,-19l7336,20222r29,-18l7396,20188r31,-16l7458,20157r33,-14l7523,20131r34,-11l7591,20109r34,-9l7658,20093xe" fillcolor="#d60093" stroked="f">
                    <v:fill opacity="44564f" color2="fill lighten(51)" focusposition=".5,.5" focussize="" method="linear sigma" focus="100%" type="gradientRadial"/>
                    <v:path arrowok="t"/>
                    <o:lock v:ext="edit" verticies="t"/>
                  </v:shape>
                </v:group>
              </v:group>
              <v:group id="_x0000_s1296" style="position:absolute;left:2480;top:4645;width:3312;height:2444" coordsize="6488,5111">
                <v:shape id="_x0000_s1297" style="position:absolute;left:2440;top:952;width:4048;height:4159" coordsize="12143,12477" path="m8160,3053r-59,64l8042,3178r-57,55l7929,3284r-55,46l7821,3372r-53,39l7719,3445r-50,31l7620,3501r-46,23l7529,3543r-44,17l7444,3573r-40,9l7365,3590r-37,3l7293,3596r-33,-2l7228,3591r-30,-6l7170,3576r-26,-9l7121,3554r-22,-13l7079,3525r-17,-16l7046,3491r-14,-19l7022,3451r-9,-22l7006,3408r-15,-53l6978,3304r-10,-51l6959,3204r-4,-51l6951,3103r-1,-49l6951,3005r4,-49l6959,2908r8,-48l6977,2813r10,-46l7001,2721r14,-46l7032,2628r19,-45l7070,2540r22,-44l7116,2452r25,-42l7168,2369r27,-42l7225,2286r30,-40l7288,2206r33,-39l7356,2130r35,-38l7429,2056r38,-37l7506,1984r16,-13l7536,1957r13,-11l7562,1937r36,-28l7636,1882r36,-25l7710,1833r38,-23l7787,1791r37,-19l7862,1755r39,-16l7939,1724r37,-12l8015,1701r38,-10l8091,1684r38,-6l8166,1673r39,-3l8244,1668r39,-1l8322,1668r39,3l8400,1673r39,5l8478,1684r37,7l8554,1700r38,10l8630,1722r37,12l8704,1749r36,14l8777,1780r30,16l8838,1813r30,18l8897,1849r30,21l8955,1891r28,23l9009,1937r26,24l9060,1986r25,27l9108,2040r22,29l9152,2098r20,30l9192,2161r18,33l9227,2228r16,34l9257,2298r14,38l9283,2374r11,38l9304,2454r8,41l9320,2537r4,43l9328,2625r2,46l9332,2717r-2,49l9328,2814r,1l9328,2815r,l9328,2815r-4,50l9320,2914r-8,47l9305,3008r-9,48l9285,3102r-11,45l9262,3193r-14,43l9233,3281r-16,43l9200,3367r-17,42l9164,3450r-20,41l9122,3531r-38,71l9042,3671r-42,68l8956,3803r-45,65l8865,3928r-49,60l8767,4046r-50,56l8666,4155r-51,51l8563,4256r-54,47l8455,4349r-55,44l8345,4434r-56,39l8233,4510r-57,35l8119,4577r-57,31l8004,4637r-57,25l7889,4687r-57,20l7775,4727r-58,17l7660,4758r-56,12l7548,4780r-56,7l7438,4794r-3,l7435,4792r-81,-1l7275,4789r-76,-5l7124,4777r-72,-9l6983,4758r-69,-12l6848,4732r-64,-16l6722,4699r-59,-18l6605,4660r-55,-22l6496,4614r-52,-24l6394,4563r-48,-28l6300,4505r-44,-31l6214,4443r-40,-34l6136,4375r-37,-37l6064,4302r-33,-39l6001,4224r-29,-40l5944,4142r-26,-41l5894,4057r-22,-45l5851,3967r-17,-42l5818,3882r-15,-44l5790,3793r-12,-44l5767,3704r-8,-46l5750,3610r-6,-47l5739,3516r-5,-49l5732,3418r-1,-48l5731,3320r1,-50l5734,3221r4,-51l5743,3119r5,-51l5755,3017r9,-52l5773,2914r11,-53l5795,2809r14,-52l5822,2705r15,-52l5854,2600r17,-52l5889,2495r19,-52l5928,2391r-16,12l5899,2410r-6,2l5889,2414r-4,l5884,2412r-84,-97l5717,2221r-83,-93l5550,2040r-84,-85l5383,1874r-84,-79l5215,1718r-83,-73l5048,1576r-82,-67l4882,1445r-83,-61l4716,1326r-82,-54l4551,1219r-83,-49l4385,1123r-81,-44l4222,1037r-82,-39l4059,963r-81,-34l3898,899r-81,-29l3737,844r-79,-23l3579,801r-79,-20l3421,765r-78,-13l3265,741r-54,-7l3159,729r-53,-5l3053,722r-52,-3l2949,718r-51,l2845,719r-51,2l2743,724r-51,4l2642,733r-50,6l2542,746r-49,7l2444,762r-49,10l2347,782r-49,13l2250,807r-47,13l2157,835r-48,14l2063,865r-46,17l1972,900r-45,18l1882,938r-45,20l1793,979r-43,22l1707,1024r-60,33l1590,1091r-56,36l1478,1166r-54,40l1373,1247r-51,43l1274,1333r-48,47l1180,1427r-44,48l1094,1525r-41,51l1014,1627r-37,54l941,1735r-42,69l858,1875r-39,71l781,2018r-37,74l710,2166r-33,75l646,2318r-29,77l590,2473r-26,79l540,2631r-22,80l499,2792r-19,82l465,2955r-15,82l438,3120r-10,82l420,3286r-6,84l410,3454r-3,85l409,3622r2,85l415,3792r7,85l431,3961r12,85l456,4131r16,84l490,4300r,l490,4300r,l490,4301r10,37l510,4377r11,38l533,4452r12,38l558,4528r15,37l587,4603r16,38l620,4678r17,37l656,4752r18,38l693,4826r21,38l735,4900r22,38l778,4974r24,38l825,5048r50,73l926,5195r53,73l1036,5341r59,71l1154,5485r-1,4l1137,5497r-43,26l1064,5540r-31,22l997,5586r-36,27l924,5642r-35,31l872,5690r-17,17l839,5724r-14,19l811,5761r-13,18l787,5798r-11,20l768,5837r-7,20l757,5876r-4,19l692,5823r-58,-73l577,5677r-55,-74l469,5530r-49,-74l396,5419r-23,-38l350,5344r-22,-37l308,5269r-21,-36l268,5195r-20,-37l230,5120r-17,-38l196,5045r-16,-38l165,4969r-14,-37l137,4893r-12,-38l113,4818r-11,-39l91,4741r-8,-39l83,4702r-2,-1l81,4701,63,4616,47,4531,34,4446,23,4360,13,4274,7,4189,2,4103,,4017r,-85l2,3846r5,-85l13,3676r9,-85l33,3506r12,-84l61,3338r16,-83l96,3172r21,-82l140,3008r24,-81l190,2847r29,-80l248,2688r33,-78l314,2533r36,-76l387,2381r39,-74l467,2234r41,-73l552,2090r38,-59l628,1974r39,-57l707,1861r40,-55l788,1751r42,-55l872,1643r44,-52l960,1539r44,-51l1050,1438r45,-50l1142,1340r46,-48l1237,1245r48,-46l1334,1154r50,-44l1434,1066r51,-41l1536,983r53,-40l1641,904r52,-39l1748,827r54,-36l1856,756r56,-34l1967,688r57,-32l2081,625r44,-23l2170,580r45,-22l2260,537r46,-20l2353,498r46,-18l2446,462r48,-16l2541,431r48,-15l2637,403r49,-14l2736,377r48,-11l2834,356r50,-9l2934,339r51,-7l3036,326r51,-6l3138,316r53,-3l3243,312r52,-2l3348,310r52,2l3454,314r53,2l3561,321r53,5l3668,333r75,11l3817,356r76,16l3968,389r77,20l4120,431r78,24l4275,481r76,30l4429,542r78,33l4586,611r78,39l4743,690r79,44l4901,780r79,49l5059,880r81,53l5219,990r80,58l5379,1110r81,66l5540,1242r80,71l5700,1386r81,75l5861,1540r80,81l6022,1705r80,87l6182,1882r28,-45l6238,1791r29,-45l6298,1700r31,-45l6361,1610r32,-45l6425,1520r35,-43l6495,1432r35,-44l6565,1343r38,-44l6640,1256r38,-43l6717,1170r39,-43l6798,1085r40,-42l6879,1001r43,-41l6964,920r44,-42l7053,838r45,-40l7143,758r46,-39l7236,681r47,-38l7332,605r48,-37l7429,531r75,-54l7581,426r78,-49l7738,330r80,-44l7900,245r83,-38l8067,171r85,-32l8237,110r87,-27l8412,60r89,-19l8591,25r90,-12l8772,5,8863,r93,l9049,2r94,7l9237,20r95,16l9427,57r94,24l9618,110r96,34l9810,182r96,43l10003,274r96,52l10195,386r98,63l10369,502r76,55l10518,611r70,56l10659,723r67,56l10793,836r63,57l10935,966r75,74l11083,1114r71,75l11222,1265r66,77l11350,1418r59,78l11467,1574r54,77l11574,1730r50,80l11671,1889r44,80l11757,2051r41,80l11835,2212r36,81l11903,2375r32,81l11963,2537r27,83l12014,2701r22,83l12055,2865r19,83l12088,3030r15,81l12114,3194r10,81l12131,3357r6,82l12141,3520r2,82l12143,3683r-2,81l12137,3846r-5,80l12125,4006r-9,80l12105,4166r-12,79l12079,4324r-15,78l12046,4479r-19,78l12007,4633r-22,76l11962,4784r-25,75l11911,4933r-27,73l11855,5079r-31,71l11793,5221r-33,70l11726,5360r-36,68l11654,5496r-38,67l11577,5628r-39,65l11497,5756r-43,62l11413,5877r-42,60l11326,5996r-48,58l11231,6114r-50,59l11128,6233r-52,58l11075,6292r,l11070,6298r-1,2l11070,6300r-111,117l10846,6533r-114,113l10616,6756r-118,108l10379,6970r-120,101l10136,7172r-123,99l9888,7366r-126,94l9636,7551r-128,90l9379,7728r-129,86l9121,7898r-130,83l8860,8062r-130,79l8598,8218r-131,76l8335,8369r-130,74l8074,8514r-130,72l7813,8655r-130,69l7554,8794r-255,133l7046,9058r-242,125l6568,9307r-115,61l6340,9428r-110,61l6121,9549r-104,59l5915,9667r-100,59l5719,9785r-93,58l5537,9902r-86,58l5370,10018r-77,60l5220,10136r-69,58l5087,10254r-59,58l4974,10371r-48,60l4882,10490r-38,61l4811,10612r-27,60l4765,10734r-15,62l4743,10859r-1,63l4748,10987r8,58l4769,11102r12,55l4795,11210r15,51l4827,11311r19,47l4866,11404r22,45l4910,11492r24,41l4960,11572r25,38l5013,11646r28,35l5071,11714r31,31l5134,11774r32,29l5200,11830r34,26l5270,11879r35,23l5343,11922r37,20l5418,11959r39,17l5496,11992r40,13l5576,12017r42,11l5659,12038r30,6l5721,12050r31,5l5783,12058r32,4l5846,12066r32,1l5910,12069r31,l5973,12069r33,l6037,12068r32,-2l6102,12063r31,-2l6165,12057r32,-5l6228,12047r32,-4l6292,12035r63,-13l6417,12005r61,-18l6539,11966r59,-23l6657,11918r57,-36l6765,11845r45,-40l6851,11765r36,-43l6917,11678r25,-44l6964,11589r17,-48l6994,11494r9,-49l7008,11397r1,-50l7007,11297r-6,-49l6992,11198r-11,-50l6967,11097r-17,-48l6930,10999r-20,-49l6885,10902r-25,-48l6833,10808r-28,-46l6775,10718r-32,-43l6711,10633r-33,-40l6646,10555r-34,-38l6578,10482r-28,-26l6519,10432r-33,-23l6452,10388r-36,-19l6377,10351r-39,-16l6297,10320r-42,-12l6213,10297r-43,-8l6126,10283r-44,-5l6040,10277r-44,l5955,10279r-43,5l5872,10291r-39,11l5795,10314r-36,16l5725,10347r-33,22l5663,10392r-28,27l5610,10448r-20,33l5571,10517r-14,39l5545,10598r-8,45l5535,10692r1,76l5543,10841r11,70l5571,10977r21,62l5618,11097r28,55l5677,11201r36,45l5749,11286r39,36l5829,11352r43,25l5915,11398r43,15l6002,11421r44,3l6088,11420r43,-10l6171,11394r40,-23l6248,11342r34,-36l6315,11262r28,-51l6368,11153r21,-66l6406,11013r11,-81l6424,10841r1,-98l6422,10636r16,79l6450,10792r8,76l6461,10942r,71l6456,11083r-9,68l6435,11216r-16,62l6400,11339r-22,58l6352,11451r-28,53l6293,11552r-33,46l6224,11641r-38,39l6144,11715r-42,33l6058,11776r-46,24l5964,11820r-48,17l5866,11850r-51,7l5762,11860r-52,-1l5657,11853r-54,-10l5550,11828r-55,-21l5441,11782r-17,-10l5407,11762r-16,-11l5376,11740r-16,-12l5344,11715r-15,-14l5315,11687r-15,-16l5287,11655r-14,-17l5260,11621r-12,-18l5236,11584r-11,-21l5214,11543r-11,-22l5193,11499r-10,-24l5175,11450r-7,-24l5160,11399r-7,-26l5147,11345r-5,-28l5137,11288r-3,-31l5131,11226r-2,-33l5127,11160r-1,-34l5126,11091r4,-52l5137,10987r11,-54l5164,10881r19,-53l5205,10775r27,-52l5261,10672r32,-52l5328,10570r38,-49l5406,10472r43,-46l5494,10380r47,-45l5588,10291r52,-41l5691,10211r52,-37l5798,10137r54,-33l5907,10073r56,-29l6020,10018r56,-24l6133,9974r58,-18l6247,9942r56,-11l6357,9922r55,-3l6464,9917r61,4l6585,9928r57,11l6699,9954r56,18l6809,9994r52,25l6911,10047r48,32l7007,10113r45,37l7095,10189r40,42l7174,10275r35,45l7242,10369r31,50l7301,10470r25,52l7348,10576r19,55l7383,10687r13,57l7406,10802r6,58l7414,10919r-1,59l7408,11036r-8,60l7388,11154r-17,58l7350,11269r-17,44l7313,11356r-20,41l7271,11438r-22,41l7225,11519r-26,39l7174,11597r-28,39l7118,11674r-30,36l7058,11746r-32,36l6994,11817r-33,34l6927,11885r-36,33l6855,11950r-37,32l6781,12012r-39,31l6703,12072r-40,28l6623,12127r-43,27l6539,12181r-43,25l6452,12231r-44,23l6365,12277r-45,22l6273,12320r-59,26l6153,12370r-30,11l6091,12391r-32,11l6028,12410r-32,9l5964,12427r-31,8l5900,12442r-32,6l5835,12454r-31,5l5771,12464r-33,3l5705,12471r-31,2l5641,12476r-33,1l5575,12477r-33,l5511,12476r-33,-1l5446,12472r-33,-2l5382,12466r-32,-4l5318,12458r-31,-6l5255,12445r-41,-9l5172,12425r-40,-14l5092,12398r-40,-16l5013,12367r-38,-19l4938,12329r-38,-21l4863,12285r-35,-24l4794,12235r-34,-26l4727,12181r-31,-30l4664,12119r-29,-33l4606,12051r-28,-36l4552,11977r-26,-40l4502,11896r-23,-43l4458,11808r-20,-46l4419,11714r-17,-50l4387,11613r-15,-54l4360,11504r-11,-57l4339,11388r-5,-37l4331,11313r-2,-37l4328,11239r1,-36l4331,11166r3,-36l4339,11093r6,-36l4353,11022r8,-35l4371,10951r11,-35l4394,10881r13,-34l4422,10812r14,-34l4454,10744r18,-34l4491,10676r21,-34l4533,10609r23,-34l4579,10542r24,-34l4629,10476r26,-33l4683,10410r30,-31l4742,10346r30,-33l4804,10282r1,-84l4800,10115r-12,-83l4770,9949r-23,-84l4716,9783r-35,-84l4641,9615r-46,-83l4545,9448r-56,-84l4429,9280r-63,-83l4298,9112r-73,-85l4149,8943r-79,-85l3988,8773r-87,-85l3812,8603r-91,-86l3628,8432r-98,-86l3432,8260r-100,-87l3230,8087r-104,-86l3022,7914,2809,7739,2592,7564r-73,-59l2446,7445r-73,-59l2300,7326r-73,-60l2154,7206r-73,-60l2008,7086r-71,-61l1865,6965r-71,-61l1724,6843r-71,-60l1584,6722r-68,-62l1448,6599r1,-6l1456,6581r21,-33l1491,6527r19,-27l1530,6471r25,-32l1580,6406r29,-34l1640,6338r34,-34l1709,6272r38,-33l1766,6224r21,-14l1806,6195r22,-13l1836,6178r68,62l1973,6302r71,63l2115,6427r72,61l2259,6550r73,62l2405,6672r73,62l2552,6795r74,62l2701,6917r74,61l2849,7039r74,59l2999,7159r220,179l3435,7516r107,88l3648,7693r104,88l3855,7869r100,88l4052,8045r96,87l4241,8220r90,87l4417,8393r84,88l4581,8567r76,86l4730,8739r68,86l4861,8911r60,87l4975,9082r50,87l5069,9254r39,86l5141,9425r27,85l5189,9596r15,85l5213,9766r1,85l5209,9936r53,-40l5318,9857r56,-40l5432,9778r58,-40l5550,9699r62,-40l5674,9620r126,-79l5932,9462r136,-79l6206,9305r143,-79l6494,9146r149,-79l6794,8985r153,-80l7104,8823r158,-82l7422,8658r236,-123l7896,8411r241,-127l8378,8155r120,-64l8619,8024r119,-65l8856,7892r118,-68l9092,7756r116,-69l9322,7619r113,-71l9547,7478r109,-70l9765,7336r106,-72l9974,7192r102,-73l10175,7045r97,-74l10366,6896r90,-76l10543,6745r84,-76l10709,6591r78,-78l10860,6434r2,-1l10888,6404r25,-30l10940,6342r27,-34l10993,6273r28,-38l11049,6196r28,-40l11117,6096r41,-61l11195,5973r38,-63l11268,5847r36,-66l11338,5716r33,-67l11402,5581r29,-69l11461,5443r28,-71l11515,5302r25,-73l11564,5158r22,-74l11607,5010r19,-74l11644,4860r16,-76l11675,4707r13,-76l11700,4553r10,-77l11718,4397r8,-78l11731,4239r3,-79l11735,4080r,-80l11733,3920r-4,-82l11723,3757r-7,-81l11706,3594r-11,-82l11681,3431r-15,-83l11648,3267r-20,-83l11607,3103r-25,-81l11555,2939r-28,-81l11497,2776r-33,-81l11429,2614r-38,-80l11351,2452r-43,-80l11263,2293r-47,-80l11167,2134r-52,-78l11060,1978r-57,-79l10944,1823r-63,-77l10816,1670r-67,-77l10678,1519r-73,-75l10530,1371r-79,-73l10386,1241r-65,-57l10253,1128r-70,-55l10113,1017r-73,-55l9964,907r-76,-53l9792,791r-95,-58l9602,681r-95,-49l9412,588r-95,-39l9223,515r-93,-29l9036,461r-92,-21l8851,424r-91,-13l8669,403r-90,-4l8489,398r-89,3l8312,409r-87,9l8138,433r-85,17l7969,471r-84,24l7803,522r-82,30l7641,585r-79,36l7484,659r-77,41l7332,744r-74,47l7186,840r-72,50l7085,912r-28,23l7028,960r-28,24l6972,1011r-28,26l6916,1065r-27,28l6861,1123r-26,31l6809,1184r-27,33l6756,1250r-25,32l6705,1318r-24,34l6657,1388r-25,36l6609,1461r-24,38l6563,1537r-23,38l6518,1615r-22,40l6475,1695r-20,41l6434,1778r-19,41l6376,1904r-36,86l6320,2042r-20,52l6281,2147r-17,52l6248,2251r-16,52l6219,2355r-14,53l6193,2458r-11,53l6172,2563r-7,51l6158,2665r-6,51l6147,2767r-4,51l6141,2867r-3,50l6140,2967r1,49l6143,3064r4,49l6152,3160r6,47l6166,3255r9,46l6186,3346r12,45l6210,3435r15,44l6242,3522r17,42l6279,3609r22,44l6326,3696r25,43l6378,3780r29,40l6439,3859r31,38l6506,3934r36,35l6580,4003r40,34l6661,4069r44,30l6751,4128r48,28l6849,4183r51,24l6953,4232r56,21l7067,4274r59,18l7187,4309r63,16l7316,4338r68,13l7453,4361r72,9l7599,4376r77,5l7754,4385r80,1l7835,4386r2,-1l7871,4382r34,-4l7940,4374r34,-5l8008,4363r33,-8l8075,4347r34,-9l8142,4329r33,-10l8206,4307r32,-11l8270,4283r31,-14l8332,4255r29,-15l8390,4224r29,-17l8446,4190r28,-18l8500,4154r25,-19l8549,4114r25,-21l8597,4071r21,-21l8638,4026r20,-23l8677,3979r17,-25l8710,3928r15,-25l8744,3865r20,-38l8781,3789r17,-39l8813,3709r15,-41l8843,3626r12,-42l8867,3540r11,-44l8888,3451r8,-46l8905,3359r6,-47l8916,3263r3,-48l8919,3215r,-2l8919,3212r3,-48l8923,3116r-1,-46l8919,3025r-3,-45l8911,2938r-8,-43l8895,2854r-9,-40l8875,2775r-12,-37l8850,2700r-16,-35l8818,2630r-17,-33l8783,2564r-18,-31l8744,2502r-22,-29l8700,2444r-23,-27l8653,2391r-24,-26l8603,2341r-27,-23l8549,2296r-28,-21l8492,2256r-29,-20l8433,2218r-31,-16l8372,2187r-35,-17l8301,2155r-36,-14l8227,2128r-36,-11l8153,2108r-39,-9l8076,2092r-39,-6l8000,2081r-39,-2l7922,2076r-39,l7844,2076r-39,3l7767,2081r-35,5l7698,2090r-33,6l7633,2102r-31,6l7571,2115r-29,9l7514,2132r-28,10l7461,2151r-25,11l7413,2173r-22,12l7371,2199r-20,13l7333,2225r-45,66l7249,2354r-33,63l7189,2478r-20,61l7154,2597r-8,56l7142,2708r2,53l7150,2812r13,48l7178,2906r21,43l7225,2990r28,36l7286,3062r36,30l7361,3120r44,24l7450,3164r48,17l7549,3192r54,8l7659,3204r58,-2l7777,3196r61,-11l7900,3170r64,-21l8029,3122r65,-31l8160,3053xe" fillcolor="#d60093" stroked="f">
                  <v:fill opacity="26214f" color2="fill lighten(51)" focusposition=".5,.5" focussize="" method="linear sigma" focus="100%" type="gradientRadial"/>
                  <v:path arrowok="t"/>
                </v:shape>
                <v:shape id="_x0000_s1298" style="position:absolute;width:4278;height:4409" coordsize="12835,13227" path="m4221,3237r64,69l4347,3369r60,60l4467,3482r57,50l4581,3577r55,40l4691,3653r52,32l4794,3712r49,25l4892,3757r45,17l4982,3789r42,10l5066,3806r38,5l5141,3812r35,-1l5210,3807r32,-6l5271,3793r28,-11l5323,3770r24,-15l5368,3738r19,-17l5402,3702r15,-21l5429,3659r9,-23l5445,3613r16,-55l5474,3504r11,-54l5494,3397r6,-53l5503,3290r2,-52l5503,3186r-3,-51l5495,3084r-9,-51l5477,2983r-11,-50l5451,2885r-16,-49l5418,2788r-19,-48l5377,2693r-23,-46l5329,2601r-26,-45l5275,2511r-31,-44l5214,2425r-33,-43l5147,2340r-35,-41l5074,2259r-38,-40l4997,2180r-40,-38l4916,2104r-17,-14l4883,2077r-13,-13l4856,2053r-39,-29l4778,1995r-40,-26l4698,1944r-39,-23l4619,1899r-41,-20l4538,1860r-41,-15l4456,1829r-40,-13l4376,1805r-40,-10l4295,1786r-40,-6l4215,1774r-40,-2l4134,1769r-42,-1l4051,1769r-41,3l3968,1776r-41,4l3886,1786r-41,8l3804,1803r-40,11l3724,1827r-39,13l3646,1854r-39,16l3569,1888r-34,17l3504,1922r-32,20l3440,1962r-30,21l3379,2006r-29,23l3322,2053r-28,26l3268,2107r-26,28l3218,2164r-25,30l3171,2225r-21,32l3129,2291r-20,36l3091,2362r-17,37l3058,2437r-14,40l3032,2517r-13,41l3010,2601r-9,45l2994,2691r-6,46l2983,2784r-3,47l2980,2881r,51l2984,2984r,2l2984,2986r,l2984,2986r4,52l2994,3089r6,51l3008,3189r10,50l3029,3289r12,48l3055,3385r14,47l3084,3479r17,45l3119,3570r20,44l3158,3659r21,43l3202,3744r41,75l3287,3892r45,72l3378,4033r49,67l3476,4165r51,63l3578,4289r53,59l3685,4405r55,55l3795,4512r58,51l3910,4612r58,45l4027,4702r58,41l4145,4782r60,37l4265,4853r61,33l4387,4915r61,28l4508,4969r61,23l4630,5011r61,18l4752,5045r59,13l4871,5068r59,9l4989,5081r1,l4991,5081r85,-1l5160,5077r82,-5l5320,5064r76,-8l5471,5045r73,-13l5613,5017r68,-17l5746,4982r63,-19l5871,4941r58,-23l5986,4892r55,-27l6095,4838r50,-30l6193,4777r48,-33l6284,4710r43,-35l6368,4638r38,-37l6444,4561r34,-40l6511,4480r31,-44l6572,4392r26,-45l6624,4301r24,-47l6670,4206r18,-44l6705,4115r15,-46l6735,4023r12,-48l6758,3927r9,-49l6776,3829r7,-51l6788,3728r5,-51l6795,3625r2,-52l6798,3521r-1,-54l6794,3414r-5,-53l6784,3307r-6,-54l6771,3199r-8,-54l6753,3089r-12,-55l6728,2978r-13,-54l6700,2868r-15,-55l6668,2757r-19,-55l6630,2647r-21,-56l6587,2535r19,12l6620,2556r5,2l6630,2560r2,l6635,2558r89,-103l6812,2354r88,-97l6989,2164r89,-90l7166,1987r89,-84l7344,1823r88,-78l7520,1672r89,-71l7697,1534r89,-66l7873,1408r88,-60l8048,1294r88,-52l8224,1192r86,-48l8397,1101r87,-42l8569,1022r86,-35l8741,954r85,-30l8911,896r84,-25l9079,850r84,-20l9245,813r83,-14l9411,786r56,-7l9524,774r56,-5l9636,766r55,-3l9747,762r54,l9856,763r54,2l9964,768r54,4l10071,778r54,6l10177,791r53,9l10282,809r51,10l10385,830r51,13l10486,856r50,14l10586,886r50,16l10685,919r48,18l10782,955r47,20l10878,995r46,22l10970,1039r47,23l11063,1086r63,35l11187,1158r60,39l11305,1237r57,42l11417,1323r53,45l11523,1415r50,49l11621,1513r46,51l11712,1618r44,53l11798,1727r39,56l11874,1840r29,46l11931,1933r27,46l11985,2027r27,48l12036,2124r26,48l12085,2222r23,50l12131,2322r21,51l12174,2424r19,51l12212,2526r20,52l12249,2630r18,52l12283,2736r16,53l12313,2842r15,54l12341,2949r13,55l12366,3058r9,55l12386,3168r9,54l12403,3278r8,55l12418,3388r5,56l12429,3500r34,11l12506,3527r49,19l12608,3569r28,12l12665,3596r28,15l12722,3626r29,17l12779,3662r28,19l12835,3700r-7,-49l12819,3601r-8,-49l12801,3503r-11,-49l12781,3404r-13,-48l12756,3307r-12,-48l12731,3211r-15,-48l12701,3115r-14,-47l12671,3021r-17,-48l12637,2926r-17,-46l12602,2834r-20,-46l12563,2742r-20,-47l12523,2651r-21,-45l12480,2561r-22,-44l12435,2473r-23,-43l12388,2386r-25,-42l12338,2301r-26,-42l12287,2216r-40,-62l12206,2094r-41,-61l12124,1973r-44,-58l12036,1857r-44,-57l11947,1743r-46,-56l11855,1632r-48,-54l11760,1526r-49,-54l11661,1421r-50,-51l11562,1320r-51,-48l11458,1225r-52,-48l11352,1132r-54,-45l11244,1044r-56,-44l11133,959r-57,-41l11020,879r-58,-39l10905,802r-60,-36l10787,731r-60,-34l10666,664r-46,-24l10573,615r-49,-23l10476,570r-48,-20l10378,529r-49,-19l10279,492r-49,-17l10178,458r-51,-16l10076,427r-51,-13l9973,400r-52,-10l9867,379r-52,-10l9761,360r-53,-7l9653,346r-54,-5l9545,336r-55,-2l9435,331r-56,-1l9323,330r-56,1l9211,334r-57,2l9098,341r-57,6l8984,354r-79,11l8826,379r-81,17l8665,414r-80,20l8505,458r-82,25l8342,511r-83,31l8176,575r-81,35l8011,649r-83,40l7844,733r-83,46l7677,828r-84,51l7508,933r-84,57l7339,1050r-84,63l7170,1178r-85,68l7000,1318r-85,74l6829,1470r-85,80l6659,1632r-85,86l6489,1808r-85,93l6319,1996r-30,-48l6259,1899r-31,-47l6196,1803r-33,-47l6130,1708r-34,-48l6061,1613r-37,-47l5988,1518r-38,-46l5912,1425r-39,-46l5833,1333r-40,-47l5752,1242r-43,-45l5666,1152r-42,-45l5579,1063r-44,-45l5489,976r-46,-44l5396,890r-47,-43l5300,805r-48,-42l5202,723r-50,-41l5101,642r-51,-39l4997,564r-80,-57l4837,453r-83,-53l4670,351r-85,-46l4499,261r-89,-41l4321,182r-90,-34l4140,117,4049,90,3955,66,3861,45,3766,28,3670,15,3573,6,3476,1,3378,r-98,4l3180,11,3080,23,2980,40,2879,61,2778,86r-100,32l2575,153r-102,41l2371,240r-102,51l2167,347r-103,62l1961,477r-80,57l1800,591r-77,58l1647,708r-73,59l1502,826r-70,61l1364,948r-83,78l1199,1103r-76,79l1047,1262r-71,80l908,1422r-67,83l777,1586r-60,83l658,1752r-55,84l551,1920r-50,84l454,2089r-45,86l366,2260r-40,86l288,2432r-35,86l221,2604r-30,87l163,2778r-26,86l114,2952r-22,87l74,3125r-17,87l43,3300r-13,86l21,3473r-9,87l6,3646r-4,87l,3819r,86l2,3992r4,86l11,4163r8,85l28,4333r12,85l52,4501r16,83l84,4668r18,81l123,4831r21,82l167,4993r24,80l218,5152r28,78l275,5307r30,78l337,5460r34,75l406,5609r36,74l479,5756r39,71l558,5897r41,70l641,6035r44,67l730,6169r44,62l820,6294r47,63l916,6420r51,62l1021,6545r53,63l1131,6670r,1l1133,6671r4,6l1137,6679r,l1255,6804r120,122l1495,7046r123,117l1743,7277r127,112l1997,7498r131,105l2258,7708r132,102l2523,7908r135,97l2793,8101r136,92l3066,8284r137,90l3342,8461r138,85l3619,8630r139,83l3896,8793r140,80l4175,8951r139,76l4452,9102r138,74l4727,9250r138,72l5136,9464r268,138l5660,9736r250,131l6031,9931r120,64l6269,10060r114,63l6495,10186r108,63l6708,10311r102,62l6909,10436r94,62l7093,10560r87,62l7261,10684r78,61l7412,10807r67,63l7542,10932r57,63l7652,11059r46,63l7738,11186r34,64l7800,11315r21,65l7837,11446r7,66l7845,11579r-6,68l7829,11709r-12,61l7805,11828r-16,56l7773,11938r-18,53l7735,12042r-21,48l7691,12138r-23,44l7642,12226r-27,43l7587,12309r-29,37l7528,12383r-32,35l7464,12452r-34,31l7395,12513r-35,29l7323,12568r-37,26l7248,12617r-39,22l7169,12659r-40,20l7087,12696r-41,16l7003,12726r-42,13l6917,12752r-44,9l6840,12769r-32,6l6775,12780r-33,4l6708,12788r-33,2l6641,12793r-33,1l6574,12795r-34,l6506,12795r-34,-1l6438,12792r-33,-3l6371,12786r-34,-4l6303,12777r-33,-5l6236,12766r-34,-6l6169,12753r-33,-9l6103,12736r-33,-9l6037,12718r-32,-10l5973,12697r-32,-12l5910,12674r-32,-13l5846,12648r-30,-14l5755,12596r-53,-40l5653,12515r-43,-44l5573,12428r-33,-47l5512,12333r-22,-49l5472,12236r-14,-51l5449,12134r-5,-52l5443,12029r2,-52l5450,11924r10,-53l5472,11818r14,-53l5505,11713r20,-52l5548,11608r25,-51l5600,11508r29,-50l5659,11411r32,-48l5724,11317r34,-45l5793,11230r35,-42l5864,11150r36,-38l5929,11085r33,-25l5996,11036r37,-24l6072,10992r40,-18l6154,10955r43,-14l6242,10928r45,-11l6332,10908r46,-7l6424,10896r47,-1l6516,10895r45,2l6604,10903r43,8l6690,10921r40,14l6767,10951r37,19l6838,10992r32,25l6899,11045r25,32l6947,11111r20,39l6983,11191r11,45l7002,11283r3,52l7003,11417r-7,77l6984,11567r-18,70l6944,11703r-27,62l6887,11822r-33,52l6817,11923r-40,42l6736,12003r-43,33l6648,12062r-46,21l6556,12099r-47,8l6463,12111r-45,-4l6373,12096r-44,-17l6288,12056r-39,-31l6213,11986r-34,-46l6148,11886r-25,-62l6100,11754r-17,-79l6069,11589r-7,-96l6061,11389r4,-113l6047,11360r-12,81l6027,11521r-4,79l6024,11675r5,74l6037,11821r14,69l6068,11957r19,64l6112,12082r26,58l6168,12195r33,52l6237,12295r38,45l6315,12381r44,39l6404,12454r46,29l6499,12510r51,22l6601,12549r53,13l6708,12571r56,3l6818,12573r58,-6l6933,12555r57,-16l7047,12517r57,-28l7123,12480r17,-10l7157,12458r17,-12l7191,12434r16,-15l7222,12405r16,-15l7253,12373r14,-17l7282,12339r13,-19l7309,12300r13,-20l7334,12259r11,-22l7356,12214r11,-24l7377,12165r10,-25l7395,12113r7,-28l7410,12057r6,-30l7422,11997r5,-31l7430,11934r4,-33l7436,11867r2,-35l7439,11795r-1,-36l7434,11703r-7,-56l7415,11591r-16,-55l7378,11480r-24,-56l7326,11368r-31,-55l7261,11260r-37,-53l7183,11154r-42,-52l7096,11053r-48,-49l6999,10957r-52,-46l6895,10867r-55,-43l6784,10786r-57,-39l6669,10711r-59,-32l6551,10648r-61,-28l6430,10596r-59,-22l6310,10555r-60,-15l6192,10528r-58,-8l6075,10515r-56,-1l5955,10517r-62,8l5831,10537r-60,16l5711,10572r-57,23l5600,10622r-54,30l5494,10685r-49,36l5396,10760r-45,43l5309,10846r-40,46l5230,10942r-36,50l5163,11045r-31,54l5106,11154r-23,59l5062,11271r-17,59l5031,11391r-9,61l5016,11514r-4,62l5013,11637r6,64l5028,11763r13,61l5058,11886r23,62l5100,11993r20,45l5141,12083r23,44l5188,12169r26,43l5241,12254r28,41l5297,12335r30,40l5359,12414r31,39l5424,12491r34,36l5494,12563r36,37l5568,12634r38,35l5645,12702r40,33l5726,12766r41,32l5810,12828r43,29l5896,12885r45,28l5986,12940r47,26l6079,12991r47,24l6174,13039r47,22l6253,13076r31,13l6317,13101r33,12l6382,13125r34,11l6449,13147r33,10l6516,13165r34,10l6584,13182r34,8l6652,13197r34,6l6720,13208r35,5l6789,13218r34,2l6859,13224r34,1l6928,13227r34,l6996,13227r34,-1l7065,13225r34,-3l7134,13220r34,-4l7200,13212r35,-5l7267,13201r33,-8l7345,13184r44,-12l7432,13158r42,-14l7517,13128r41,-18l7598,13090r40,-20l7677,13048r39,-23l7754,12999r36,-27l7826,12943r35,-30l7895,12881r33,-34l7960,12812r30,-36l8019,12737r28,-40l8074,12656r25,-44l8124,12566r23,-47l8168,12470r19,-51l8205,12366r17,-55l8238,12254r14,-58l8262,12135r10,-62l8278,12033r3,-40l8283,11954r1,-39l8283,11877r-2,-39l8277,11799r-5,-39l8266,11722r-7,-37l8250,11647r-11,-37l8228,11573r-13,-37l8200,11499r-14,-36l8169,11426r-18,-36l8132,11354r-20,-36l8090,11282r-23,-35l8043,11212r-25,-36l7992,11141r-26,-35l7936,11072r-29,-35l7877,11003r-32,-35l7812,10934r-32,-34l7778,10811r6,-87l7797,10635r19,-87l7842,10459r30,-89l7910,10282r42,-89l8001,10105r53,-89l8113,9927r63,-88l8244,9749r73,-89l8394,9571r80,-90l8558,9391r88,-90l8737,9210r94,-90l8928,9029r100,-89l9130,8849r104,-91l9340,8665r109,-91l9558,8482r112,-92l9895,8205r229,-185l10337,7846r212,-173l10655,7585r105,-87l10865,7410r103,-88l11070,7233r102,-88l11272,7056r99,-89l11467,6878r95,-90l11654,6698r90,-91l11833,6517r85,-91l12001,6334r79,-91l12158,6151r73,-93l12301,5966r66,-93l12430,5779r59,-93l12543,5591r51,-94l12641,5402r41,-95l12719,5211r31,-96l12737,5098r-17,-19l12700,5058r-20,-23l12656,5012r-25,-23l12603,4965r-29,-23l12542,4920r-33,-22l12491,4889r-17,-10l12456,4869r-19,-8l12418,4852r-19,-7l12379,4839r-19,-6l12339,4828r-21,-5l12298,4821r-21,-3l12273,4817r-36,92l12197,5000r-47,91l12102,5181r-53,90l11992,5361r-61,89l11868,5539r-67,89l11731,5716r-73,89l11582,5892r-79,88l11422,6067r-83,86l11253,6240r-88,87l11075,6413r-92,85l10890,6584r-95,85l10699,6754r-97,85l10503,6923r-199,168l10101,7259r-204,166l9694,7590r-233,189l9230,7969r-114,93l9005,8156r-110,94l8787,8342r-107,94l8576,8529r-101,93l8377,8714r-95,92l8189,8898r-88,93l8016,9082r-81,92l7859,9265r-73,91l7719,9447r-64,91l7598,9629r-52,91l7499,9811r-42,90l7423,9992r-29,91l7371,10173r-16,89l7346,10353r-2,90l7350,10533r-57,-41l7235,10449r-60,-42l7114,10366r-62,-43l6989,10282r-65,-41l6859,10198r-135,-82l6584,10032r-144,-84l6293,9864r-151,-83l5988,9697r-157,-85l5670,9527r-163,-86l5342,9355r-168,-88l5005,9179,4754,9050,4501,8918,4246,8783,3991,8647r-127,-69l3736,8508r-127,-71l3484,8367r-125,-72l3235,8222r-123,-72l2990,8077r-119,-74l2752,7929r-116,-76l2521,7778r-112,-76l2299,7625r-108,-77l2086,7469r-102,-78l1884,7311r-96,-80l1696,7151r-90,-82l1521,6988r-83,-82l1360,6822r-1,-1l1331,6790r-27,-33l1275,6724r-28,-37l1218,6649r-29,-38l1159,6569r-30,-42l1086,6464r-41,-66l1005,6333r-40,-67l927,6198r-38,-68l854,6060r-35,-71l786,5918r-32,-73l723,5771r-30,-74l665,5620r-25,-75l614,5467r-23,-77l568,5312r-19,-79l529,5153r-17,-80l496,4992r-14,-82l470,4828r-11,-83l450,4663r-7,-84l437,4495r-3,-85l432,4325r,-85l434,4155r4,-84l444,3983r9,-86l462,3811r14,-86l489,3637r17,-86l524,3464r22,-88l569,3290r26,-86l623,3117r30,-87l685,2944r35,-86l758,2772r40,-85l839,2601r45,-85l932,2432r50,-85l1034,2263r56,-83l1147,2097r61,-82l1271,1933r67,-81l1406,1771r72,-80l1552,1612r78,-79l1710,1454r84,-78l1861,1317r71,-61l2004,1197r73,-60l2152,1079r78,-58l2309,964r81,-57l2493,840r101,-62l2695,722r101,-51l2895,625r100,-41l3095,547r100,-30l3293,490r99,-22l3489,450r97,-13l3682,428r96,-4l3873,424r94,2l4061,433r92,11l4244,460r92,18l4424,500r89,26l4601,553r86,33l4772,620r84,39l4939,699r81,44l5100,790r79,49l5255,891r76,53l5361,967r31,25l5422,1018r30,26l5482,1072r30,29l5541,1130r29,30l5598,1192r28,31l5654,1256r28,34l5710,1325r27,35l5764,1397r27,38l5816,1472r26,39l5866,1550r26,40l5916,1630r23,41l5963,1712r22,43l6008,1797r22,44l6052,1885r21,43l6093,1973r20,46l6132,2064r20,47l6174,2165r20,56l6214,2276r18,55l6249,2387r16,55l6281,2498r13,54l6306,2608r13,55l6328,2717r10,55l6345,2827r6,53l6356,2935r5,53l6364,3040r1,54l6365,3146r-1,52l6360,3249r-4,52l6351,3351r-7,50l6336,3450r-10,49l6315,3547r-12,48l6288,3642r-15,46l6256,3734r-18,45l6216,3827r-24,46l6166,3919r-26,45l6110,4007r-30,43l6047,4091r-34,41l5975,4171r-37,38l5898,4245r-43,35l5810,4314r-46,32l5715,4378r-50,29l5613,4435r-55,26l5501,4487r-58,23l5382,4532r-63,19l5253,4569r-67,17l5117,4601r-72,12l4971,4624r-77,10l4816,4641r-80,5l4652,4648r-85,1l4566,4649r,l4529,4647r-36,-5l4456,4637r-36,-5l4383,4625r-35,-7l4312,4609r-35,-9l4242,4590r-35,-11l4173,4567r-34,-12l4106,4541r-33,-14l4040,4511r-32,-16l3978,4478r-30,-17l3918,4443r-29,-19l3861,4404r-27,-20l3809,4362r-26,-22l3759,4317r-22,-23l3715,4270r-20,-26l3674,4219r-18,-26l3639,4165r-16,-28l3602,4098r-19,-40l3564,4017r-18,-41l3529,3933r-16,-43l3499,3845r-14,-45l3472,3754r-11,-46l3450,3659r-9,-48l3433,3562r-6,-51l3421,3460r-4,-52l3417,3408r,l3417,3407r-2,-51l3413,3305r2,-49l3417,3208r4,-48l3427,3114r7,-44l3443,3027r9,-43l3465,2943r12,-40l3491,2864r16,-39l3524,2789r17,-35l3561,2719r20,-33l3603,2653r22,-32l3650,2592r24,-29l3699,2535r26,-26l3753,2483r28,-24l3810,2436r29,-23l3870,2392r31,-21l3933,2353r32,-18l3997,2318r38,-17l4073,2285r39,-14l4151,2257r39,-12l4230,2236r40,-10l4311,2219r40,-7l4393,2208r41,-4l4474,2202r42,l4557,2202r41,2l4639,2208r37,3l4712,2216r35,6l4781,2228r33,8l4847,2244r30,8l4907,2261r28,10l4963,2282r26,12l5014,2306r24,12l5059,2331r21,15l5098,2361r49,69l5188,2496r34,67l5250,2628r22,64l5288,2754r10,59l5302,2871r-3,57l5292,2982r-12,51l5263,3081r-22,47l5214,3170r-30,40l5149,3246r-38,33l5069,3308r-46,26l4974,3354r-51,19l4868,3385r-56,8l4753,3397r-61,-1l4629,3390r-66,-12l4497,3362r-68,-23l4361,3311r-69,-34l4221,3237xe" fillcolor="#d60093" stroked="f">
                  <v:fill opacity="26214f" color2="fill lighten(51)" focusposition=".5,.5" focussize="" method="linear sigma" focus="100%" type="gradientRadial"/>
                  <v:path arrowok="t"/>
                </v:shape>
              </v:group>
            </v:group>
            <v:shape id="_x0000_s1299" type="#_x0000_t202" style="position:absolute;left:6321;top:414;width:4989;height:7735;mso-position-horizontal-relative:page;mso-position-vertical-relative:page" filled="f" stroked="f">
              <v:textbox style="mso-next-textbox:#_x0000_s1299">
                <w:txbxContent>
                  <w:sdt>
                    <w:sdtPr>
                      <w:rPr>
                        <w:sz w:val="24"/>
                        <w:szCs w:val="24"/>
                      </w:rPr>
                      <w:id w:val="343755"/>
                      <w:placeholder>
                        <w:docPart w:val="8A747CE26C114D7980FB1D2BB5D1682A"/>
                      </w:placeholder>
                    </w:sdtPr>
                    <w:sdtContent>
                      <w:p w:rsidR="00FB3A89" w:rsidRPr="00793FC3" w:rsidRDefault="00FB3A89" w:rsidP="00FB3A89">
                        <w:pPr>
                          <w:pStyle w:val="BodyText"/>
                          <w:rPr>
                            <w:sz w:val="24"/>
                            <w:szCs w:val="24"/>
                          </w:rPr>
                        </w:pPr>
                        <w:r w:rsidRPr="00793FC3">
                          <w:rPr>
                            <w:sz w:val="24"/>
                            <w:szCs w:val="24"/>
                          </w:rPr>
                          <w:t>Walimatul Urus</w:t>
                        </w:r>
                      </w:p>
                    </w:sdtContent>
                  </w:sdt>
                  <w:p w:rsidR="00FB3A89" w:rsidRPr="00793FC3" w:rsidRDefault="00FB3A89" w:rsidP="00FB3A89">
                    <w:pPr>
                      <w:pStyle w:val="BodyTextwithspaceafter"/>
                      <w:spacing w:before="0" w:after="0"/>
                      <w:rPr>
                        <w:sz w:val="18"/>
                        <w:szCs w:val="18"/>
                      </w:rPr>
                    </w:pPr>
                    <w:r w:rsidRPr="00793FC3">
                      <w:rPr>
                        <w:sz w:val="18"/>
                        <w:szCs w:val="18"/>
                      </w:rPr>
                      <w:t>Assalamualaikum WBT &amp; Salam Sejahtera</w:t>
                    </w:r>
                  </w:p>
                  <w:p w:rsidR="00FB3A89" w:rsidRPr="00793FC3" w:rsidRDefault="00ED2381" w:rsidP="00FB3A89">
                    <w:pPr>
                      <w:spacing w:before="0" w:after="0"/>
                      <w:rPr>
                        <w:b/>
                        <w:bCs/>
                        <w:sz w:val="18"/>
                        <w:szCs w:val="20"/>
                      </w:rPr>
                    </w:pPr>
                    <w:r>
                      <w:rPr>
                        <w:b/>
                        <w:bCs/>
                        <w:sz w:val="18"/>
                        <w:szCs w:val="20"/>
                      </w:rPr>
                      <w:t>NAMA BAPA &amp; NAMA IBU</w:t>
                    </w:r>
                    <w:r w:rsidR="00FB3A89" w:rsidRPr="00793FC3">
                      <w:rPr>
                        <w:b/>
                        <w:bCs/>
                        <w:sz w:val="18"/>
                        <w:szCs w:val="20"/>
                      </w:rPr>
                      <w:t xml:space="preserve">  </w:t>
                    </w:r>
                  </w:p>
                  <w:p w:rsidR="008C1A66" w:rsidRDefault="00FB3A89" w:rsidP="00FB3A89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  <w:r w:rsidRPr="00793FC3">
                      <w:rPr>
                        <w:sz w:val="18"/>
                        <w:szCs w:val="20"/>
                      </w:rPr>
                      <w:t xml:space="preserve">dengan penuh rasa kesyukuran ke hadrat Ilahi </w:t>
                    </w:r>
                  </w:p>
                  <w:p w:rsidR="00FB3A89" w:rsidRPr="00793FC3" w:rsidRDefault="00FB3A89" w:rsidP="00FB3A89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  <w:r w:rsidRPr="00793FC3">
                      <w:rPr>
                        <w:sz w:val="18"/>
                        <w:szCs w:val="20"/>
                      </w:rPr>
                      <w:t xml:space="preserve">kami menjemput Dato’/Datin/Tuan/Puan/Encik/Cik </w:t>
                    </w:r>
                  </w:p>
                  <w:p w:rsidR="00FB3A89" w:rsidRPr="00793FC3" w:rsidRDefault="00FB3A89" w:rsidP="00FB3A89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</w:p>
                  <w:p w:rsidR="00FB3A89" w:rsidRPr="00793FC3" w:rsidRDefault="00FB3A89" w:rsidP="00FB3A89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  <w:r w:rsidRPr="00793FC3">
                      <w:rPr>
                        <w:sz w:val="18"/>
                        <w:szCs w:val="20"/>
                      </w:rPr>
                      <w:t xml:space="preserve"> _______________________________________ </w:t>
                    </w:r>
                  </w:p>
                  <w:p w:rsidR="00FB3A89" w:rsidRPr="00793FC3" w:rsidRDefault="00FB3A89" w:rsidP="00FB3A89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  <w:r w:rsidRPr="00793FC3">
                      <w:rPr>
                        <w:sz w:val="18"/>
                        <w:szCs w:val="20"/>
                      </w:rPr>
                      <w:t>serta keluarga hadir bagi menyerikan majlis perkahwinan putera kami</w:t>
                    </w:r>
                  </w:p>
                  <w:p w:rsidR="00FB3A89" w:rsidRPr="00793FC3" w:rsidRDefault="00FB3A89" w:rsidP="00FB3A89">
                    <w:pPr>
                      <w:pStyle w:val="Heading1"/>
                      <w:spacing w:before="0" w:after="0"/>
                      <w:rPr>
                        <w:sz w:val="6"/>
                        <w:szCs w:val="6"/>
                      </w:rPr>
                    </w:pPr>
                  </w:p>
                  <w:sdt>
                    <w:sdtPr>
                      <w:rPr>
                        <w:rStyle w:val="NameChar"/>
                        <w:rFonts w:ascii="Monotype Corsiva" w:hAnsi="Monotype Corsiva"/>
                        <w:bCs/>
                        <w:sz w:val="32"/>
                        <w:szCs w:val="12"/>
                      </w:rPr>
                      <w:id w:val="343756"/>
                      <w:placeholder>
                        <w:docPart w:val="B244D13E9E6144058584880BD2FB5C44"/>
                      </w:placeholder>
                    </w:sdtPr>
                    <w:sdtEndPr>
                      <w:rPr>
                        <w:rStyle w:val="DefaultParagraphFont"/>
                        <w:b/>
                      </w:rPr>
                    </w:sdtEndPr>
                    <w:sdtContent>
                      <w:sdt>
                        <w:sdtPr>
                          <w:rPr>
                            <w:rFonts w:ascii="Monotype Corsiva" w:hAnsi="Monotype Corsiva"/>
                            <w:b w:val="0"/>
                            <w:bCs/>
                            <w:sz w:val="32"/>
                            <w:szCs w:val="12"/>
                          </w:rPr>
                          <w:id w:val="25287125"/>
                          <w:placeholder>
                            <w:docPart w:val="C6E96BC455854B30B36AC795B57F8BC3"/>
                          </w:placeholder>
                        </w:sdtPr>
                        <w:sdtContent>
                          <w:p w:rsidR="00FB3A89" w:rsidRPr="00ED2381" w:rsidRDefault="00ED2381" w:rsidP="00ED2381">
                            <w:pPr>
                              <w:pStyle w:val="Name"/>
                              <w:spacing w:before="0" w:after="0"/>
                              <w:rPr>
                                <w:rFonts w:ascii="Monotype Corsiva" w:hAnsi="Monotype Corsiva"/>
                                <w:bCs/>
                                <w:sz w:val="32"/>
                                <w:szCs w:val="12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 w:val="0"/>
                                <w:bCs/>
                                <w:sz w:val="32"/>
                                <w:szCs w:val="12"/>
                              </w:rPr>
                              <w:t>Nama pengantin lelaki</w:t>
                            </w:r>
                          </w:p>
                        </w:sdtContent>
                      </w:sdt>
                    </w:sdtContent>
                  </w:sdt>
                  <w:p w:rsidR="00FB3A89" w:rsidRPr="00793FC3" w:rsidRDefault="00FB3A89" w:rsidP="00FB3A89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  <w:r w:rsidRPr="00793FC3">
                      <w:rPr>
                        <w:sz w:val="18"/>
                        <w:szCs w:val="20"/>
                      </w:rPr>
                      <w:t>dengan pasangannya</w:t>
                    </w:r>
                  </w:p>
                  <w:sdt>
                    <w:sdtPr>
                      <w:rPr>
                        <w:rFonts w:ascii="Monotype Corsiva" w:hAnsi="Monotype Corsiva"/>
                        <w:b w:val="0"/>
                        <w:bCs/>
                        <w:sz w:val="32"/>
                        <w:szCs w:val="12"/>
                      </w:rPr>
                      <w:id w:val="343757"/>
                      <w:placeholder>
                        <w:docPart w:val="6C68B0F06D2C4100AEB4AC19DA9F3BB1"/>
                      </w:placeholder>
                    </w:sdtPr>
                    <w:sdtContent>
                      <w:sdt>
                        <w:sdtPr>
                          <w:rPr>
                            <w:rStyle w:val="NameChar"/>
                            <w:rFonts w:ascii="Monotype Corsiva" w:hAnsi="Monotype Corsiva"/>
                            <w:bCs/>
                            <w:sz w:val="32"/>
                            <w:szCs w:val="12"/>
                          </w:rPr>
                          <w:id w:val="25287117"/>
                          <w:placeholder>
                            <w:docPart w:val="6BC64E60E15F47C89EFA655FE422E060"/>
                          </w:placeholder>
                        </w:sdtPr>
                        <w:sdtEndPr>
                          <w:rPr>
                            <w:rStyle w:val="DefaultParagraphFont"/>
                            <w:b/>
                          </w:rPr>
                        </w:sdtEndPr>
                        <w:sdtContent>
                          <w:p w:rsidR="00FB3A89" w:rsidRPr="00793FC3" w:rsidRDefault="00ED2381" w:rsidP="00ED2381">
                            <w:pPr>
                              <w:pStyle w:val="Name"/>
                              <w:spacing w:before="0" w:after="0"/>
                              <w:rPr>
                                <w:rFonts w:ascii="Monotype Corsiva" w:hAnsi="Monotype Corsiva"/>
                                <w:b w:val="0"/>
                                <w:bCs/>
                                <w:sz w:val="32"/>
                                <w:szCs w:val="12"/>
                              </w:rPr>
                            </w:pPr>
                            <w:r>
                              <w:rPr>
                                <w:rStyle w:val="NameChar"/>
                                <w:rFonts w:ascii="Monotype Corsiva" w:hAnsi="Monotype Corsiva"/>
                                <w:bCs/>
                                <w:sz w:val="32"/>
                                <w:szCs w:val="12"/>
                              </w:rPr>
                              <w:t>Nama pengantin perempuan</w:t>
                            </w:r>
                          </w:p>
                        </w:sdtContent>
                      </w:sdt>
                    </w:sdtContent>
                  </w:sdt>
                  <w:sdt>
                    <w:sdtPr>
                      <w:rPr>
                        <w:sz w:val="18"/>
                        <w:szCs w:val="20"/>
                      </w:rPr>
                      <w:id w:val="343758"/>
                      <w:placeholder>
                        <w:docPart w:val="B4CB137B30084A40BEC13ED8E5903BB5"/>
                      </w:placeholder>
                    </w:sdtPr>
                    <w:sdtEndPr>
                      <w:rPr>
                        <w:sz w:val="22"/>
                        <w:szCs w:val="22"/>
                      </w:rPr>
                    </w:sdtEndPr>
                    <w:sdtContent>
                      <w:p w:rsidR="00FB3A89" w:rsidRPr="00793FC3" w:rsidRDefault="00FB3A89" w:rsidP="00FB3A89">
                        <w:pPr>
                          <w:spacing w:before="0" w:after="0"/>
                          <w:rPr>
                            <w:sz w:val="4"/>
                            <w:szCs w:val="6"/>
                          </w:rPr>
                        </w:pPr>
                      </w:p>
                      <w:p w:rsidR="00FB3A89" w:rsidRDefault="00FB3A89" w:rsidP="00FB3A89">
                        <w:pPr>
                          <w:spacing w:before="0" w:after="0"/>
                          <w:rPr>
                            <w:sz w:val="18"/>
                            <w:szCs w:val="20"/>
                          </w:rPr>
                        </w:pPr>
                      </w:p>
                      <w:p w:rsidR="00FB3A89" w:rsidRPr="00793FC3" w:rsidRDefault="00FB3A89" w:rsidP="00FB3A89">
                        <w:pPr>
                          <w:spacing w:before="0" w:after="0"/>
                          <w:rPr>
                            <w:sz w:val="18"/>
                            <w:szCs w:val="20"/>
                          </w:rPr>
                        </w:pPr>
                        <w:r w:rsidRPr="00793FC3">
                          <w:rPr>
                            <w:sz w:val="18"/>
                            <w:szCs w:val="20"/>
                          </w:rPr>
                          <w:t xml:space="preserve">Pada hari </w:t>
                        </w:r>
                        <w:r w:rsidR="00DF7120">
                          <w:rPr>
                            <w:b/>
                            <w:bCs/>
                            <w:sz w:val="18"/>
                            <w:szCs w:val="20"/>
                          </w:rPr>
                          <w:t>SABTU, 4</w:t>
                        </w:r>
                        <w:r w:rsidR="0087145B">
                          <w:rPr>
                            <w:b/>
                            <w:bCs/>
                            <w:sz w:val="18"/>
                            <w:szCs w:val="20"/>
                          </w:rPr>
                          <w:t xml:space="preserve"> MEI</w:t>
                        </w:r>
                        <w:r w:rsidRPr="00793FC3">
                          <w:rPr>
                            <w:b/>
                            <w:bCs/>
                            <w:sz w:val="18"/>
                            <w:szCs w:val="20"/>
                          </w:rPr>
                          <w:t xml:space="preserve"> 2013</w:t>
                        </w:r>
                        <w:r w:rsidRPr="00793FC3">
                          <w:rPr>
                            <w:sz w:val="18"/>
                            <w:szCs w:val="20"/>
                          </w:rPr>
                          <w:t xml:space="preserve"> </w:t>
                        </w:r>
                      </w:p>
                      <w:p w:rsidR="00FB3A89" w:rsidRPr="00793FC3" w:rsidRDefault="00FB3A89" w:rsidP="008C1A66">
                        <w:pPr>
                          <w:spacing w:before="0" w:after="0"/>
                          <w:rPr>
                            <w:sz w:val="18"/>
                            <w:szCs w:val="20"/>
                          </w:rPr>
                        </w:pPr>
                        <w:r w:rsidRPr="00793FC3">
                          <w:rPr>
                            <w:sz w:val="18"/>
                            <w:szCs w:val="20"/>
                          </w:rPr>
                          <w:t xml:space="preserve">bersamaan </w:t>
                        </w:r>
                        <w:r w:rsidR="008C1A66">
                          <w:rPr>
                            <w:sz w:val="18"/>
                            <w:szCs w:val="20"/>
                          </w:rPr>
                          <w:t>23 JamadilAkhir</w:t>
                        </w:r>
                        <w:r w:rsidRPr="00793FC3">
                          <w:rPr>
                            <w:sz w:val="18"/>
                            <w:szCs w:val="20"/>
                          </w:rPr>
                          <w:t xml:space="preserve"> 1434H</w:t>
                        </w:r>
                      </w:p>
                      <w:p w:rsidR="00ED2381" w:rsidRPr="00793FC3" w:rsidRDefault="00FB3A89" w:rsidP="00ED2381">
                        <w:pPr>
                          <w:pStyle w:val="Heading1"/>
                          <w:spacing w:before="0" w:after="0"/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</w:pPr>
                        <w:r w:rsidRPr="00793FC3">
                          <w:rPr>
                            <w:rFonts w:asciiTheme="minorHAnsi" w:hAnsiTheme="minorHAnsi"/>
                            <w:b w:val="0"/>
                            <w:bCs w:val="0"/>
                            <w:color w:val="auto"/>
                            <w:sz w:val="18"/>
                            <w:szCs w:val="18"/>
                          </w:rPr>
                          <w:t xml:space="preserve">Beralamat: </w:t>
                        </w:r>
                        <w:r w:rsidR="00ED2381" w:rsidRPr="00793FC3"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  <w:t xml:space="preserve">No. </w:t>
                        </w:r>
                        <w:r w:rsidR="00ED2381"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  <w:t>1</w:t>
                        </w:r>
                        <w:r w:rsidR="00ED2381" w:rsidRPr="00793FC3"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  <w:t xml:space="preserve">, Jalan </w:t>
                        </w:r>
                        <w:r w:rsidR="00ED2381"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  <w:t>1</w:t>
                        </w:r>
                        <w:r w:rsidR="00ED2381" w:rsidRPr="00793FC3"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  <w:t xml:space="preserve">, </w:t>
                        </w:r>
                      </w:p>
                      <w:p w:rsidR="00ED2381" w:rsidRPr="00793FC3" w:rsidRDefault="00ED2381" w:rsidP="00ED2381">
                        <w:pPr>
                          <w:pStyle w:val="Heading1"/>
                          <w:spacing w:before="0" w:after="0"/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  <w:t>KL</w:t>
                        </w:r>
                      </w:p>
                      <w:p w:rsidR="00FB3A89" w:rsidRPr="00FF4D82" w:rsidRDefault="00FB3A89" w:rsidP="00ED2381">
                        <w:pPr>
                          <w:pStyle w:val="Heading1"/>
                          <w:spacing w:before="0" w:after="0"/>
                          <w:rPr>
                            <w:i/>
                            <w:iCs/>
                            <w:sz w:val="8"/>
                            <w:szCs w:val="10"/>
                          </w:rPr>
                        </w:pPr>
                      </w:p>
                      <w:p w:rsidR="00FB3A89" w:rsidRPr="00793FC3" w:rsidRDefault="00FB3A89" w:rsidP="00FB3A89">
                        <w:pPr>
                          <w:spacing w:before="0" w:after="0"/>
                          <w:rPr>
                            <w:sz w:val="20"/>
                            <w:szCs w:val="22"/>
                          </w:rPr>
                        </w:pPr>
                        <w:r w:rsidRPr="00046C60">
                          <w:rPr>
                            <w:sz w:val="18"/>
                            <w:szCs w:val="20"/>
                          </w:rPr>
                          <w:t xml:space="preserve">Semoga dengan kehadiran para hadirin &amp; keluarga akan menyerikan lagi majlis kami serta diberkati Allah SWT. Terima kasih, wassalam. </w:t>
                        </w:r>
                      </w:p>
                    </w:sdtContent>
                  </w:sdt>
                  <w:p w:rsidR="00FB3A89" w:rsidRPr="00793FC3" w:rsidRDefault="00FB3A89" w:rsidP="00FB3A89">
                    <w:pPr>
                      <w:pStyle w:val="ReceptiontoFollow"/>
                      <w:spacing w:before="0" w:after="0"/>
                      <w:rPr>
                        <w:rFonts w:ascii="Lucida Handwriting" w:hAnsi="Lucida Handwriting"/>
                        <w:b/>
                        <w:bCs/>
                        <w:sz w:val="8"/>
                        <w:szCs w:val="8"/>
                      </w:rPr>
                    </w:pPr>
                  </w:p>
                  <w:p w:rsidR="00FB3A89" w:rsidRPr="00F44BB7" w:rsidRDefault="00FB3A89" w:rsidP="00FB3A89">
                    <w:pPr>
                      <w:pStyle w:val="ReceptiontoFollow"/>
                      <w:spacing w:before="0" w:after="0"/>
                      <w:rPr>
                        <w:rFonts w:ascii="Lucida Handwriting" w:hAnsi="Lucida Handwriting"/>
                        <w:sz w:val="8"/>
                        <w:szCs w:val="8"/>
                      </w:rPr>
                    </w:pPr>
                  </w:p>
                  <w:p w:rsidR="00FB3A89" w:rsidRPr="00793FC3" w:rsidRDefault="00FB3A89" w:rsidP="00FB3A89">
                    <w:pPr>
                      <w:pStyle w:val="ReceptiontoFollow"/>
                      <w:spacing w:before="0" w:after="0"/>
                      <w:rPr>
                        <w:rFonts w:ascii="Lucida Handwriting" w:hAnsi="Lucida Handwriting"/>
                        <w:sz w:val="16"/>
                        <w:szCs w:val="16"/>
                      </w:rPr>
                    </w:pPr>
                    <w:r w:rsidRPr="00793FC3">
                      <w:rPr>
                        <w:rFonts w:ascii="Lucida Handwriting" w:hAnsi="Lucida Handwriting"/>
                        <w:sz w:val="16"/>
                        <w:szCs w:val="16"/>
                      </w:rPr>
                      <w:t>Aturcara Majlis</w:t>
                    </w:r>
                  </w:p>
                  <w:p w:rsidR="00FB3A89" w:rsidRPr="00793FC3" w:rsidRDefault="00DF7120" w:rsidP="00FB3A89">
                    <w:pPr>
                      <w:pStyle w:val="ReceptiontoFollow"/>
                      <w:spacing w:before="0" w:after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Jamuan makan: 11.00 pg – 5</w:t>
                    </w:r>
                    <w:r w:rsidR="00FB3A89" w:rsidRPr="00793FC3">
                      <w:rPr>
                        <w:sz w:val="18"/>
                        <w:szCs w:val="18"/>
                      </w:rPr>
                      <w:t>.00 ptg</w:t>
                    </w:r>
                  </w:p>
                  <w:p w:rsidR="00FB3A89" w:rsidRPr="00793FC3" w:rsidRDefault="00FB3A89" w:rsidP="00FB3A89">
                    <w:pPr>
                      <w:pStyle w:val="Heading1"/>
                      <w:spacing w:before="0" w:after="0"/>
                      <w:rPr>
                        <w:sz w:val="8"/>
                        <w:szCs w:val="8"/>
                      </w:rPr>
                    </w:pPr>
                  </w:p>
                  <w:p w:rsidR="00FB3A89" w:rsidRPr="00793FC3" w:rsidRDefault="00FB3A89" w:rsidP="00FB3A89">
                    <w:pPr>
                      <w:pStyle w:val="ReceptiontoFollow"/>
                      <w:spacing w:before="0" w:after="0"/>
                      <w:rPr>
                        <w:rFonts w:ascii="Lucida Handwriting" w:hAnsi="Lucida Handwriting"/>
                        <w:sz w:val="16"/>
                        <w:szCs w:val="16"/>
                      </w:rPr>
                    </w:pPr>
                    <w:r w:rsidRPr="00793FC3">
                      <w:rPr>
                        <w:rFonts w:ascii="Lucida Handwriting" w:hAnsi="Lucida Handwriting"/>
                        <w:sz w:val="16"/>
                        <w:szCs w:val="16"/>
                      </w:rPr>
                      <w:t>Turut mengundang</w:t>
                    </w:r>
                  </w:p>
                  <w:p w:rsidR="00FB3A89" w:rsidRPr="00793FC3" w:rsidRDefault="00FB3A89" w:rsidP="00FB3A89">
                    <w:pPr>
                      <w:pStyle w:val="ReceptiontoFollow"/>
                      <w:spacing w:before="0" w:after="0"/>
                      <w:rPr>
                        <w:sz w:val="18"/>
                        <w:szCs w:val="18"/>
                      </w:rPr>
                    </w:pPr>
                    <w:r w:rsidRPr="00793FC3">
                      <w:rPr>
                        <w:sz w:val="18"/>
                        <w:szCs w:val="18"/>
                      </w:rPr>
                      <w:t>Seisi keluarga</w:t>
                    </w:r>
                  </w:p>
                  <w:p w:rsidR="00FB3A89" w:rsidRPr="00793FC3" w:rsidRDefault="00FB3A89" w:rsidP="00FB3A89">
                    <w:pPr>
                      <w:spacing w:before="0" w:after="0"/>
                      <w:rPr>
                        <w:sz w:val="6"/>
                        <w:szCs w:val="8"/>
                      </w:rPr>
                    </w:pPr>
                  </w:p>
                  <w:p w:rsidR="00FB3A89" w:rsidRPr="00793FC3" w:rsidRDefault="00FB3A89" w:rsidP="00FB3A89">
                    <w:pPr>
                      <w:pStyle w:val="ReceptiontoFollow"/>
                      <w:spacing w:before="0" w:after="0"/>
                      <w:rPr>
                        <w:rFonts w:ascii="Lucida Handwriting" w:hAnsi="Lucida Handwriting"/>
                        <w:sz w:val="16"/>
                        <w:szCs w:val="16"/>
                      </w:rPr>
                    </w:pPr>
                    <w:r w:rsidRPr="00793FC3">
                      <w:rPr>
                        <w:rFonts w:ascii="Lucida Handwriting" w:hAnsi="Lucida Handwriting"/>
                        <w:sz w:val="16"/>
                        <w:szCs w:val="16"/>
                      </w:rPr>
                      <w:t>Hubungi</w:t>
                    </w:r>
                  </w:p>
                  <w:p w:rsidR="00FB3A89" w:rsidRPr="00793FC3" w:rsidRDefault="00ED2381" w:rsidP="00046C60">
                    <w:pPr>
                      <w:pStyle w:val="ReceptiontoFollow"/>
                      <w:spacing w:before="0" w:after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Nama: No telefon</w:t>
                    </w:r>
                  </w:p>
                  <w:p w:rsidR="00FB3A89" w:rsidRPr="00193344" w:rsidRDefault="00FB3A89" w:rsidP="00FB3A89"/>
                  <w:p w:rsidR="00FB3A89" w:rsidRPr="00193344" w:rsidRDefault="00FB3A89" w:rsidP="00FB3A89"/>
                  <w:p w:rsidR="00FB3A89" w:rsidRPr="00193344" w:rsidRDefault="00FB3A89" w:rsidP="00FB3A89">
                    <w:pPr>
                      <w:pStyle w:val="Heading1"/>
                      <w:spacing w:before="0"/>
                    </w:pPr>
                  </w:p>
                </w:txbxContent>
              </v:textbox>
            </v:shape>
          </v:group>
        </w:pict>
      </w:r>
      <w:r>
        <w:rPr>
          <w:noProof/>
          <w:lang w:bidi="ar-SA"/>
        </w:rPr>
        <w:pict>
          <v:group id="_x0000_s1262" style="position:absolute;left:0;text-align:left;margin-left:314.35pt;margin-top:9.2pt;width:269.15pt;height:400.7pt;z-index:-251598848" coordorigin="6160,180" coordsize="5383,8014">
            <v:group id="_x0000_s1263" style="position:absolute;left:6160;top:180;width:5383;height:8014;mso-position-vertical-relative:page" coordorigin="1026,1986" coordsize="6328,9610">
              <v:group id="_x0000_s1264" style="position:absolute;left:1026;top:1986;width:6328;height:9610" coordorigin="703,558" coordsize="5793,8816">
                <v:shape id="_x0000_s1265" style="position:absolute;left:1873;top:8695;width:3457;height:599;mso-position-horizontal-relative:margin;mso-position-vertical-relative:margin" coordsize="17280,4224" path="m8261,2815r1,-56l8262,2702r1,-56l8265,2591r1,-54l8268,2482r4,-53l8274,2376r1,l8423,2235r-5,65l8412,2367r-3,67l8405,2503r-4,70l8399,2645r-1,72l8397,2792r22,-2l8441,2789r23,-1l8487,2788r23,l8534,2788r25,1l8584,2790r40,-5l8664,2781r39,-3l8740,2776r38,l8814,2776r34,2l8883,2780r,1l8881,2673r-3,-105l8872,2465r-6,-98l8858,2271r-8,-93l8839,2089r-12,-86l8814,1919r-14,-80l8785,1761r-16,-75l8751,1615r-18,-69l8712,1478r-20,-62l8670,1354r-21,-59l8625,1240r-24,-54l8575,1135r-26,-49l8523,1041r-27,-43l8468,955r-29,-39l8410,879r-30,-34l8349,812r-30,-31l8288,753r-32,-27l8219,756r-38,31l8142,820r-42,33l8047,898r-52,45l7970,966r-23,23l7923,1013r-22,24l7882,1061r-20,25l7845,1113r-15,27l7816,1169r-12,30l7794,1229r-7,33l7782,1295r-2,36l7780,1368r4,40l7789,1448r10,43l7811,1537r15,48l7845,1634r23,53l7894,1742r30,58l7959,1861r38,63l8040,1991r47,69l8084,2111r-51,-31l7984,2050r-46,-27l7893,1999r-44,-21l7807,1959r-40,-16l7728,1929r3,23l7732,1977r,23l7732,2025r-1,26l7730,2077r-4,26l7723,2130r-3,27l7714,2186r-5,28l7703,2243r-8,29l7686,2302r-8,30l7667,2362r-11,32l7644,2425r-12,33l7618,2490r-15,32l7588,2556r-16,35l7554,2625r-19,35l7516,2696r-21,36l7474,2767r-23,37l7427,2842r-25,38l7376,2918r-4,6l7363,2919r-32,-20l7300,2880r-31,-20l7240,2840r-28,-21l7184,2799r-27,-22l7131,2754r-25,-22l7082,2708r-25,-25l7033,2657r-23,-27l6988,2602r-23,-29l6943,2543r-21,-32l6901,2478r-21,-35l6860,2408r-20,-37l6820,2332r-19,-41l6781,2248r-19,-44l6742,2159r-19,-49l6705,2060r-20,-52l6666,1953r-19,-57l6628,1838r16,-27l6665,1826r19,14l6704,1853r18,12l6740,1875r19,10l6776,1893r17,8l6810,1907r17,6l6843,1917r16,4l6874,1924r15,2l6904,1928r16,l6934,1928r15,l6963,1927r14,-2l7005,1920r28,-6l7061,1906r27,-10l7116,1887r28,-11l7196,1857r54,-17l7279,1833r29,-8l7339,1820r31,-6l7402,1811r35,-1l7473,1810r37,3l7530,1815r19,2l7570,1821r20,4l7612,1829r21,6l7656,1841r23,7l7672,1820r-7,-29l7656,1765r-10,-24l7637,1720r-10,-20l7616,1682r-12,-18l7591,1646r-13,-17l7564,1614r-15,-16l7534,1583r-16,-14l7502,1555r-18,-13l7466,1530r-18,-12l7428,1508r-19,-10l7388,1488r-20,-9l7346,1471r-21,-8l7303,1457r-23,-7l7258,1445r-24,-6l7210,1435r-24,-3l7163,1429r-25,-3l7114,1424r-26,-1l7063,1423r-25,l7012,1423r-27,2l6960,1427r-27,3l6907,1434r-27,4l6854,1443r-27,5l6801,1455r-27,7l6748,1470r-26,8l6696,1487r-26,10l6644,1507r-25,11l6593,1530r-24,12l6544,1555r-24,14l6495,1583r-24,16l6449,1615r-23,16l6403,1648r-22,18l6359,1684r-20,20l6318,1723r-21,21l6278,1764r-18,22l6239,1812r-19,26l6200,1864r-17,28l6166,1920r-16,30l6134,1980r-14,30l6107,2043r-11,32l6084,2108r-10,34l6065,2177r-6,36l6052,2250r-5,36l6044,2324r-2,39l6040,2403r2,40l6044,2485r3,42l6051,2569r7,43l6066,2657r10,45l6087,2748r14,46l6115,2842r16,48l6150,2938r20,50l6302,2998r127,10l6551,3020r118,13l6781,3046r109,15l6994,3076r99,16l7190,3110r90,18l7367,3146r83,20l7529,3186r74,21l7673,3229r67,22l7738,3254r-20,53l7653,3286r-70,-21l7510,3246r-76,-18l7354,3209r-85,-18l7181,3174r-92,-16l6993,3143r-100,-15l6788,3115r-108,-13l6566,3090r-116,-11l6328,3069r-126,-8l6208,3074r6,13l6233,3124r18,35l6269,3195r20,35l6308,3263r20,34l6348,3328r21,33l6389,3391r22,30l6432,3451r22,28l6476,3507r21,27l6520,3561r23,25l6565,3612r24,24l6612,3660r24,22l6659,3705r24,22l6707,3747r25,21l6755,3789r25,18l6805,3825r25,19l6855,3861r25,16l6904,3894r25,15l6963,3903r34,-6l7031,3891r34,-5l7100,3880r33,-6l7168,3868r33,-7l7272,3849r70,-12l7411,3825r69,-11l7547,3803r66,-11l7678,3782r63,-9l7741,3773r18,-2l7751,3742r-6,-30l7739,3681r-4,-31l7732,3620r-2,-32l7728,3556r,-32l7730,3490r3,-35l7737,3420r6,-34l7749,3351r9,-34l7767,3283r11,-33l7791,3217r14,-32l7821,3154r18,-31l7857,3093r21,-29l7899,3036r24,-27l7943,2989r21,-19l7986,2950r22,-17l8033,2916r25,-17l8084,2884r27,-14l7847,2606r793,-794l8794,1967r-2,l8797,1986r3,22l8803,2030r3,22l8808,2075r3,22l8813,2118r1,21l8640,1963r-642,643l8219,2827r11,-3l8240,2821r11,-3l8261,2815xm9019,2869r,-15l9019,2839r,-17l9019,2807r,15l9019,2839r,15l9019,2869r,xm9019,2804r-2,-117l9014,2574r-5,-108l9003,2360r-8,-102l8986,2160r-11,-95l8963,1973r-14,-87l8934,1800r-16,-81l8900,1640r-19,-76l8860,1491r-20,-69l8817,1356r-24,-64l8770,1231r-26,-58l8718,1118r-28,-52l8662,1016r-30,-48l8603,924r-31,-42l8541,843r-32,-38l8477,770r-34,-32l8410,707r-35,-28l8341,654r35,-32l8410,589r31,-31l8470,525r14,-16l8497,493r12,-18l8522,458r11,-17l8544,423r11,-18l8564,387r9,-20l8582,348r7,-20l8597,308r7,-22l8610,264r5,-22l8621,218r4,-24l8629,169r3,-26l8635,116r2,-27l8639,61r1,-31l8640,r9,12l8673,52r40,64l8764,198r29,46l8824,292r33,50l8892,393r35,52l8964,496r38,51l9040,596r24,-14l9089,569r26,-12l9140,546r25,-11l9191,526r25,-8l9240,510r26,-7l9291,497r25,-5l9341,487r25,-3l9391,482r24,-1l9440,480r26,l9491,481r25,1l9542,483r49,5l9641,495r49,10l9738,516r48,11l9832,542r46,16l9922,575r44,19l10008,613r41,22l10089,656r39,24l10165,704r31,22l10225,748r30,23l10282,795r24,23l10330,843r22,23l10372,890r19,25l10407,939r15,25l10434,988r11,23l10452,1034r7,23l10462,1079r1,19l10463,1118r-1,8l10460,1136r-2,9l10454,1153r-3,9l10448,1171r-4,7l10438,1186r-5,9l10426,1201r-6,8l10413,1216r-8,7l10397,1229r-10,7l10378,1241r-21,12l10333,1263r-25,9l10278,1279r-31,6l10214,1290r-32,2l10152,1295r-29,1l10094,1298r-28,1l10038,1299r-27,-1l9985,1296r-26,-1l9934,1293r-25,-3l9885,1287r-24,-4l9839,1279r-22,-4l9796,1269r-21,-5l9756,1259r-20,-7l9717,1246r-35,-13l9649,1217r-31,-16l9591,1184r-24,-18l9544,1148r-15,-15l9516,1118r7,17l9530,1153r5,19l9541,1191r4,20l9548,1230r2,21l9553,1273r1,21l9554,1317r-1,23l9550,1364r-3,23l9544,1412r-5,26l9533,1464r-7,27l9517,1520r-9,29l9498,1578r-12,30l9473,1640r-14,32l9444,1705r-18,34l9409,1774r-19,36l9369,1847r-23,38l9324,1924r-26,40l9272,2005r40,-24l9351,1958r37,-20l9425,1919r36,-16l9495,1888r34,-14l9561,1862r8,-34l9577,1796r11,-31l9600,1735r11,-24l9623,1687r13,-22l9649,1643r15,-22l9679,1602r16,-20l9711,1563r18,-17l9747,1528r18,-16l9785,1497r20,-15l9826,1468r21,-13l9869,1443r22,-12l9913,1420r24,-10l9961,1400r24,-7l10009,1385r25,-7l10059,1372r26,-5l10111,1361r26,-3l10163,1355r27,-2l10217,1352r27,-1l10271,1351r26,1l10324,1353r27,2l10377,1358r27,5l10431,1366r27,5l10485,1377r27,6l10538,1391r27,7l10592,1407r25,9l10643,1425r27,11l10695,1448r26,12l10747,1472r25,14l10797,1499r24,15l10844,1529r24,17l10892,1562r22,17l10937,1598r22,18l10980,1635r21,21l11021,1677r20,21l11060,1720r22,26l11102,1773r20,28l11140,1829r17,31l11175,1890r15,31l11205,1954r13,32l11231,2021r11,35l11251,2091r9,37l11268,2165r6,39l11280,2243r3,40l11285,2324r,41l11285,2409r-2,43l11278,2496r-5,45l11265,2587r-8,47l11247,2682r-12,48l11221,2780r-16,50l11188,2881r-20,52l11147,2986r49,-3l11246,2981r50,-4l11346,2975r52,-2l11450,2971r53,-2l11557,2968r54,-3l11665,2964r56,-1l11777,2962r57,-1l11891,2960r58,l12007,2959r126,1l12237,2961r86,2l12390,2967r51,2l12474,2970r12,l12495,2970r4,l12501,2969r-2,-5l12495,2960r-8,-4l12477,2950r-28,-12l12411,2924r-45,-15l12314,2892r-58,-19l12194,2854r-110,-35l11971,2782r-56,-19l11859,2742r-54,-20l11754,2700r-49,-22l11660,2656r-22,-12l11618,2632r-19,-12l11582,2608r-16,-13l11551,2583r-13,-13l11526,2557r-11,-13l11507,2531r-6,-13l11496,2505r-3,-12l11491,2482r,-12l11491,2460r2,-12l11496,2436r3,-11l11504,2413r6,-11l11517,2390r9,-12l11535,2368r11,-12l11558,2345r13,-12l11586,2321r16,-11l11620,2298r19,-11l11659,2276r22,-11l11704,2253r25,-11l11756,2231r27,-12l11813,2208r31,-10l11877,2186r70,-22l12025,2141r55,-13l12137,2117r59,-8l12258,2102r63,-4l12387,2096r66,-1l12523,2097r70,3l12665,2106r74,6l12813,2121r77,9l12968,2142r78,13l13127,2169r81,16l13290,2201r84,17l13458,2237r84,19l13627,2277r87,20l13800,2319r175,44l14151,2410r177,48l14505,2506r137,37l14778,2580r135,37l15045,2651r133,35l15309,2719r130,30l15565,2778r124,26l15811,2828r60,11l15930,2848r58,10l16046,2867r56,7l16158,2881r54,5l16266,2892r52,3l16370,2898r50,1l16470,2900r42,-1l16554,2898r41,-2l16635,2893r39,-4l16712,2883r37,-6l16784,2869r35,-9l16852,2851r32,-11l16915,2828r29,-13l16972,2800r27,-15l17025,2767r25,-18l17073,2729r21,-21l17114,2685r19,-24l17150,2636r16,-27l17180,2581r13,-30l17203,2519r9,-32l17221,2452r5,-37l17230,2377r4,-39l17234,2297r46,-44l17279,2302r-3,47l17271,2394r-6,43l17256,2478r-9,40l17234,2555r-13,36l17204,2625r-17,32l17169,2687r-21,29l17127,2742r-24,26l17078,2791r-27,23l17023,2833r-30,20l16962,2870r-32,16l16896,2900r-35,13l16824,2925r-38,10l16748,2944r-40,7l16665,2958r-42,5l16579,2968r-44,2l16488,2972r-47,l16391,2972r-51,-2l16290,2968r-53,-5l16183,2959r-55,-7l16071,2946r-56,-8l15958,2930r-58,-9l15840,2911r-60,-12l15658,2876r-124,-26l15406,2820r-128,-30l15147,2758r-133,-35l14880,2688r-135,-37l14609,2615r-136,-37l14296,2530r-176,-48l13944,2436r-174,-46l13684,2369r-87,-21l13512,2328r-84,-19l13343,2291r-83,-19l13179,2256r-81,-15l13018,2227r-79,-13l12862,2203r-76,-10l12711,2185r-73,-8l12566,2173r-70,-5l12428,2167r-67,l12296,2169r-63,5l12172,2180r-59,9l12056,2200r-54,13l11937,2231r-59,17l11824,2266r-49,16l11731,2298r-38,17l11659,2330r-30,14l11605,2359r-21,13l11575,2380r-7,6l11560,2393r-5,6l11550,2406r-4,6l11543,2417r-2,7l11540,2430r-1,6l11539,2442r1,6l11544,2460r7,12l11559,2485r10,11l11580,2508r13,12l11608,2532r15,11l11640,2555r19,11l11679,2578r21,11l11744,2610r49,22l11843,2652r53,21l11951,2693r56,19l12119,2749r109,33l12291,2803r61,19l12406,2841r47,17l12474,2867r18,9l12509,2884r13,8l12532,2900r8,8l12543,2912r2,4l12546,2920r,4l12546,2930r-1,6l12542,2943r-3,5l12536,2954r-6,5l12524,2964r-8,5l12509,2974r-10,4l12488,2983r-11,4l12450,2996r-31,6l12383,3009r-41,5l12296,3020r-52,3l12187,3026r-64,3l12055,3030r-76,2l11920,3032r-58,1l11804,3033r-57,1l11691,3035r-55,1l11581,3038r-55,1l11473,3041r-53,2l11367,3046r-52,2l11264,3050r-49,2l11165,3055r-50,4l11111,3068r-5,10l11101,3089r-4,10l11080,3133r-18,35l11044,3202r-17,33l11008,3268r-18,31l10971,3330r-20,31l10933,3390r-20,29l10893,3447r-20,29l10832,3530r-41,52l10748,3630r-42,47l10662,3721r-45,43l10573,3804r-45,38l10482,3877r-46,34l10503,3922r65,10l10633,3941r62,8l10756,3956r59,7l10872,3968r55,5l10979,3975r50,1l11075,3976r45,-2l11140,3973r20,-2l11179,3967r17,-3l11214,3961r16,-5l11245,3952r14,-5l11276,3939r18,-10l11301,3924r7,-5l11314,3912r7,-5l11327,3900r5,-7l11337,3885r4,-8l11345,3870r4,-9l11352,3853r2,-10l11356,3833r1,-10l11358,3812r1,-10l11358,3779r-2,-25l11351,3728r-8,-28l11334,3669r-12,-32l11313,3616r-10,-20l11294,3577r-11,-16l11272,3546r-12,-14l11249,3520r-12,-11l11226,3499r-12,-7l11201,3484r-12,-5l11176,3475r-13,-4l11151,3469r-13,l11125,3469r-12,1l11102,3473r-10,5l11081,3483r-10,7l11062,3496r-8,9l11046,3514r-7,9l11032,3534r-6,11l11021,3557r-5,12l11013,3582r-3,13l11006,3608r-2,13l11003,3635r-1,13l11002,3662r1,13l11004,3689r2,13l11010,3714r3,13l11017,3739r4,11l11027,3760r6,10l11040,3780r8,8l11017,3797r-28,6l10963,3806r-22,-1l10923,3802r-16,-6l10894,3788r-10,-10l10877,3765r-6,-14l10869,3736r-1,-18l10870,3700r5,-19l10881,3661r9,-21l10900,3620r12,-21l10926,3578r15,-20l10959,3538r19,-19l10998,3501r21,-18l11042,3468r24,-14l11089,3441r26,-10l11142,3423r27,-7l11197,3413r29,l11243,3414r16,2l11276,3419r16,6l11309,3431r16,8l11340,3447r15,11l11370,3470r14,13l11398,3498r13,17l11424,3533r12,21l11447,3575r10,24l11464,3617r6,18l11475,3652r5,17l11484,3686r3,15l11489,3717r1,14l11490,3746r,14l11490,3775r-2,13l11486,3801r-3,11l11479,3824r-4,12l11470,3848r-7,11l11457,3869r-7,11l11443,3889r-9,9l11424,3908r-9,8l11405,3925r-11,8l11382,3940r-12,8l11344,3961r-28,13l11296,3981r-22,8l11251,3995r-23,6l11204,4006r-25,5l11154,4015r-27,3l11101,4021r-28,3l11045,4025r-28,2l10958,4027r-62,l10833,4024r-65,-5l10702,4014r-68,-8l10563,3999r-70,-10l10422,3979r-72,-11l10302,3995r-46,26l10208,4045r-47,22l10113,4088r-46,18l10019,4122r-46,14l9926,4149r-46,12l9833,4170r-45,9l9743,4185r-45,4l9654,4193r-43,2l9563,4196r-46,-1l9472,4192r-45,-5l9384,4181r-41,-7l9302,4164r-39,-9l9263,4155r8,-7l9290,4134r12,-10l9313,4115r12,-11l9334,4094r,-1l9369,4102r37,6l9442,4114r38,4l9518,4121r40,2l9598,4123r41,l9676,4121r38,-2l9751,4115r39,-5l9829,4104r39,-7l9907,4089r40,-10l9987,4068r40,-12l10067,4042r41,-14l10148,4012r40,-18l10229,3975r40,-20l10232,3949r-38,-7l10157,3936r-36,-7l10083,3923r-37,-7l10008,3910r-36,-7l9911,3893r-60,-10l9790,3872r-59,-10l9671,3853r-57,-10l9556,3834r-56,-9l9490,3850r-11,25l9468,3899r-12,23l9444,3945r-15,21l9415,3987r-15,20l9386,4023r-15,16l9354,4055r-20,15l9315,4085r-22,16l9272,4115r-24,14l9223,4142r-25,12l9174,4164r-26,11l9121,4184r-26,9l9068,4199r-26,6l9015,4209r-26,2l8964,4212r-25,-1l8915,4209r-23,-4l8870,4198r-20,-9l8830,4177r-18,-13l8794,4149r-14,-18l8767,4110r-11,-22l8747,4062r-7,-30l8738,4016r-1,-17l8739,3982r4,-16l8748,3951r6,-15l8763,3922r10,-14l8784,3896r12,-12l8808,3872r16,-11l8839,3850r17,-9l8874,3831r20,-10l8893,3799r1,-21l8896,3755r4,-22l8907,3711r8,-23l8926,3665r13,-23l8953,3620r17,-24l8989,3573r21,-24l9034,3526r25,-23l9087,3480r31,-23l9145,3438r30,-20l9206,3400r33,-20l9275,3362r38,-19l9352,3325r42,-18l9437,3288r46,-17l9532,3254r51,-18l9636,3220r55,-16l9748,3187r59,-15l9870,3156r65,-14l10002,3127r69,-13l10143,3100r75,-13l10295,3075r79,-12l10458,3051r84,-11l10630,3030r90,-9l10814,3011r95,-8l11008,2996r102,-8l11130,2938r19,-48l11165,2842r14,-48l11193,2748r11,-46l11214,2657r8,-45l11229,2569r4,-42l11236,2485r2,-42l11240,2403r-2,-40l11236,2324r-3,-38l11228,2250r-7,-37l11215,2177r-9,-35l11196,2108r-12,-33l11173,2043r-13,-33l11146,1980r-16,-30l11114,1920r-17,-28l11080,1864r-20,-26l11041,1812r-21,-26l11002,1764r-19,-20l10962,1723r-21,-19l10921,1684r-22,-18l10877,1648r-23,-17l10831,1615r-23,-16l10785,1583r-25,-14l10736,1555r-25,-13l10687,1530r-26,-12l10636,1507r-26,-10l10584,1487r-26,-9l10532,1470r-26,-8l10479,1455r-26,-7l10426,1443r-26,-5l10373,1434r-26,-4l10320,1427r-25,-2l10268,1423r-26,l10217,1423r-26,l10166,1424r-24,2l10117,1429r-23,3l10070,1435r-24,4l10022,1445r-22,5l9977,1457r-22,6l9934,1471r-22,8l9892,1488r-21,10l9852,1508r-20,10l9814,1530r-18,12l9778,1555r-16,14l9746,1583r-15,15l9716,1614r-14,15l9689,1646r-13,18l9664,1682r-11,18l9643,1720r-9,21l9624,1765r-9,26l9608,1820r-7,28l9624,1841r23,-6l9668,1829r22,-4l9710,1821r21,-4l9750,1815r20,-2l9807,1810r36,l9878,1811r32,3l9941,1820r31,5l10001,1833r29,7l10084,1857r52,19l10164,1887r28,9l10219,1906r28,8l10275,1920r28,5l10317,1927r14,1l10345,1928r15,l10376,1928r15,-2l10406,1924r15,-3l10437,1917r16,-4l10470,1907r17,-6l10504,1893r17,-8l10540,1875r18,-10l10576,1853r20,-13l10615,1826r21,-15l10652,1838r-19,58l10614,1953r-19,55l10575,2060r-18,50l10538,2159r-20,45l10499,2248r-20,43l10460,2332r-20,39l10420,2408r-20,35l10379,2478r-21,33l10337,2543r-22,30l10292,2602r-22,28l10247,2657r-24,26l10198,2708r-24,24l10149,2754r-26,23l10096,2799r-28,20l10040,2840r-29,20l9980,2880r-31,19l9917,2919r-9,5l9904,2918r-26,-38l9853,2842r-24,-38l9806,2767r-21,-35l9764,2696r-19,-36l9726,2625r-18,-34l9692,2556r-15,-34l9662,2490r-14,-32l9636,2425r-12,-31l9613,2362r-11,-30l9594,2302r-9,-30l9577,2243r-6,-29l9566,2186r-6,-29l9557,2130r-3,-27l9550,2077r-1,-26l9548,2025r,-25l9548,1977r1,-25l9552,1929r-39,14l9473,1959r-42,19l9387,1999r-45,24l9296,2050r-49,30l9196,2111r-3,-51l9240,1991r43,-67l9321,1861r35,-61l9386,1742r26,-55l9435,1634r19,-49l9469,1537r12,-46l9491,1448r5,-40l9500,1368r,-37l9498,1295r-5,-33l9486,1229r-10,-30l9464,1169r-14,-29l9435,1113r-17,-27l9398,1061r-19,-24l9357,1013r-24,-24l9310,966r-25,-23l9233,898r-53,-45l9139,820r-39,-32l9062,758r-35,-30l9001,747r-26,21l8951,788r-24,22l8905,832r-22,23l8862,877r-18,24l8827,926r-16,24l8796,975r-13,26l8772,1027r-10,26l8754,1080r-5,26l8742,1083r-8,-23l8724,1039r-9,-22l8704,996r-12,-20l8681,955r-11,-19l8702,895r32,-40l8767,817r34,-36l8835,747r36,-31l8907,686r36,-29l8908,625r-35,-31l8842,561r-30,-32l8799,512r-14,-17l8772,479r-12,-18l8748,444r-11,-18l8727,407r-10,-18l8708,369r-9,-19l8691,330r-8,-21l8677,288r-7,-23l8665,243r-6,-23l8655,195r-4,-25l8648,144r-3,-27l8643,90r-2,-29l8640,31r,-31l8631,12r-24,40l8568,116r-51,81l8488,243r-31,47l8424,340r-35,51l8354,443r-37,51l8280,544r-37,48l8218,581r-25,-12l8168,558r-25,-10l8118,538r-26,-7l8068,523r-26,-6l8017,511r-25,-5l7966,501r-25,-3l7915,495r-25,-1l7865,492r-25,l7814,492r-25,l7763,494r-25,1l7689,500r-50,7l7590,517r-48,10l7494,539r-46,14l7402,570r-44,17l7314,605r-42,20l7231,647r-40,21l7152,692r-37,24l7084,738r-29,22l7025,783r-27,24l6974,830r-24,25l6928,878r-20,24l6889,927r-16,24l6858,975r-12,25l6835,1022r-8,24l6823,1057r-2,12l6819,1080r-1,11l6817,1110r,20l6818,1138r2,10l6822,1157r4,8l6829,1174r3,9l6836,1190r6,8l6847,1207r6,6l6860,1221r7,7l6875,1235r8,6l6893,1248r9,5l6923,1264r24,11l6972,1283r30,8l7033,1296r33,5l7098,1304r30,3l7157,1308r29,1l7214,1311r28,l7269,1309r26,-1l7321,1307r25,-2l7371,1302r24,-3l7419,1295r21,-4l7463,1287r21,-6l7505,1276r19,-6l7544,1264r19,-7l7598,1244r33,-15l7662,1213r27,-17l7713,1178r23,-18l7746,1150r9,-10l7749,1158r-5,18l7739,1195r-4,18l7732,1233r-2,19l7727,1273r-1,20l7726,1315r1,22l7730,1359r2,23l7735,1406r5,25l7746,1456r6,26l7759,1509r8,27l7777,1564r11,28l7800,1622r13,31l7827,1684r15,32l7858,1748r17,35l7895,1817r19,36l7936,1889r23,38l7982,1965r26,40l7968,1981r-39,-23l7890,1938r-35,-19l7819,1903r-34,-15l7751,1874r-32,-12l7711,1828r-8,-32l7692,1765r-12,-30l7669,1711r-12,-24l7644,1665r-13,-22l7616,1621r-15,-19l7585,1582r-16,-19l7551,1546r-18,-18l7515,1512r-20,-15l7475,1482r-21,-14l7433,1455r-22,-12l7389,1431r-22,-11l7343,1410r-24,-10l7295,1393r-24,-8l7246,1378r-25,-6l7195,1367r-26,-6l7143,1358r-26,-3l7090,1353r-27,-1l7036,1351r-27,l6983,1352r-27,1l6929,1355r-26,3l6876,1363r-27,3l6822,1371r-27,6l6768,1383r-27,8l6715,1398r-27,9l6663,1416r-26,9l6610,1436r-25,12l6559,1460r-26,12l6508,1486r-25,13l6459,1514r-24,15l6412,1546r-24,16l6366,1579r-23,19l6321,1616r-21,19l6279,1656r-20,21l6239,1698r-19,22l6198,1746r-20,27l6158,1801r-18,28l6123,1860r-18,30l6090,1921r-15,33l6062,1986r-13,35l6038,2056r-9,35l6020,2128r-8,37l6006,2204r-6,39l5997,2283r-2,41l5995,2365r,44l5997,2452r5,44l6007,2541r8,46l6023,2634r10,48l6045,2730r14,50l6075,2830r17,51l6112,2933r21,53l6084,2983r-50,-2l5984,2977r-50,-2l5882,2973r-52,-2l5777,2969r-54,-1l5669,2965r-54,-1l5559,2963r-56,-1l5446,2961r-57,-1l5331,2960r-58,-1l5147,2960r-104,1l4957,2963r-67,4l4839,2969r-34,1l4794,2970r-9,l4781,2970r-2,-1l4781,2964r4,-4l4793,2956r10,-6l4831,2938r38,-14l4914,2909r52,-17l5024,2873r62,-19l5196,2819r113,-37l5365,2763r56,-21l5475,2722r51,-22l5575,2678r45,-22l5642,2644r20,-12l5681,2620r17,-12l5714,2595r15,-12l5742,2570r12,-13l5765,2544r8,-13l5779,2518r5,-13l5787,2493r1,-11l5789,2470r,-10l5787,2448r-3,-12l5781,2425r-5,-12l5770,2402r-7,-12l5754,2378r-9,-10l5734,2356r-12,-11l5709,2333r-15,-12l5678,2310r-18,-12l5641,2287r-20,-11l5599,2265r-23,-12l5551,2242r-27,-11l5497,2219r-30,-11l5436,2198r-33,-12l5333,2164r-78,-23l5200,2128r-57,-11l5084,2109r-62,-7l4959,2098r-66,-2l4827,2095r-70,2l4687,2100r-72,6l4541,2112r-74,9l4390,2130r-78,12l4234,2155r-81,14l4072,2185r-82,16l3906,2218r-84,19l3738,2256r-85,21l3566,2297r-86,22l3305,2363r-176,47l2952,2458r-177,48l2638,2543r-136,37l2367,2617r-132,34l2102,2686r-131,33l1841,2749r-126,29l1591,2804r-122,24l1409,2839r-59,9l1292,2858r-58,9l1178,2874r-56,7l1068,2886r-54,6l961,2895r-51,3l860,2899r-50,1l768,2899r-42,-1l685,2896r-40,-3l606,2889r-38,-6l531,2877r-35,-8l461,2860r-33,-9l396,2840r-31,-12l336,2815r-28,-15l281,2785r-26,-18l230,2749r-23,-20l186,2708r-20,-23l147,2661r-17,-25l114,2609r-14,-28l87,2551,77,2519,67,2487r-8,-35l54,2415r-4,-38l46,2338r,-41l,2253r1,49l4,2349r5,45l15,2437r9,41l33,2518r13,37l59,2591r17,34l92,2657r19,30l132,2716r21,26l177,2768r25,23l229,2814r28,19l287,2853r31,17l350,2886r34,14l419,2913r37,12l494,2935r38,9l572,2951r43,7l657,2963r44,5l745,2970r47,2l839,2972r50,l939,2970r51,-2l1043,2963r54,-4l1152,2952r57,-6l1265,2938r57,-8l1380,2921r60,-10l1500,2899r122,-23l1746,2850r128,-30l2002,2790r131,-32l2266,2723r134,-35l2535,2651r136,-36l2807,2578r177,-48l3160,2482r176,-46l3510,2390r86,-21l3683,2348r85,-20l3852,2309r85,-18l4020,2272r81,-16l4182,2241r80,-14l4341,2214r77,-11l4494,2193r75,-8l4642,2177r72,-4l4784,2168r68,-1l4919,2167r65,2l5047,2174r61,6l5167,2189r57,11l5278,2213r65,18l5402,2248r54,18l5505,2282r44,16l5587,2315r34,15l5651,2344r24,15l5696,2372r9,8l5712,2386r8,7l5725,2399r5,7l5734,2412r3,5l5739,2424r1,6l5741,2436r,6l5740,2448r-4,12l5729,2472r-8,13l5711,2496r-11,12l5687,2520r-15,12l5657,2543r-17,12l5620,2566r-19,12l5580,2589r-44,21l5487,2632r-50,20l5384,2673r-55,20l5273,2712r-112,37l5052,2782r-65,21l4928,2822r-54,19l4827,2858r-21,9l4788,2876r-17,8l4758,2892r-10,8l4740,2908r-3,4l4735,2916r-1,4l4734,2924r,6l4735,2936r3,7l4741,2948r3,6l4750,2959r6,5l4764,2969r7,5l4781,2978r11,5l4803,2987r27,9l4861,3002r36,7l4938,3014r46,6l5036,3023r57,3l5157,3029r68,1l5301,3032r59,l5418,3033r58,l5533,3034r56,1l5644,3036r55,2l5753,3039r54,2l5860,3043r53,3l5964,3048r52,2l6065,3052r50,3l6165,3059r4,9l6174,3078r5,11l6183,3099r18,35l6219,3169r18,35l6255,3237r19,33l6292,3302r20,32l6331,3365r19,30l6371,3425r20,29l6411,3482r21,27l6453,3536r21,27l6495,3589r22,25l6538,3638r22,25l6583,3686r44,45l6672,3773r46,41l6764,3851r46,36l6858,3921r-68,11l6724,3941r-66,10l6594,3960r-61,7l6472,3974r-58,6l6358,3984r-53,3l6254,3988r-47,l6162,3986r-20,-1l6121,3982r-19,-3l6085,3976r-18,-3l6051,3968r-16,-4l6021,3959r-17,-8l5986,3941r-7,-5l5972,3930r-6,-6l5959,3919r-6,-8l5948,3904r-5,-7l5939,3889r-4,-7l5931,3873r-3,-9l5926,3855r-2,-10l5922,3835r,-11l5921,3814r1,-23l5924,3766r5,-26l5937,3712r8,-31l5958,3649r9,-22l5977,3608r9,-19l5997,3573r11,-15l6020,3544r11,-12l6043,3521r11,-10l6066,3504r13,-8l6091,3491r13,-5l6116,3483r13,-2l6142,3481r12,l6167,3482r11,3l6188,3490r11,5l6209,3501r9,7l6226,3517r8,8l6241,3535r7,11l6253,3557r6,12l6264,3581r3,13l6270,3607r4,13l6276,3633r1,14l6278,3660r,14l6277,3687r-1,13l6274,3713r-4,13l6267,3739r-4,11l6259,3762r-6,10l6247,3782r-7,10l6232,3799r31,10l6291,3815r25,3l6339,3817r18,-3l6373,3808r13,-9l6396,3790r7,-13l6409,3763r2,-16l6411,3730r-2,-18l6405,3693r-6,-20l6390,3652r-10,-20l6368,3611r-14,-21l6339,3570r-18,-20l6302,3531r-20,-19l6261,3495r-23,-15l6214,3466r-25,-13l6165,3443r-27,-9l6111,3428r-28,-3l6054,3425r-17,1l6021,3428r-17,3l5988,3437r-17,6l5955,3451r-15,8l5925,3469r-15,13l5896,3495r-14,15l5869,3526r-13,19l5844,3565r-11,22l5823,3611r-7,18l5810,3647r-5,17l5800,3680r-4,18l5793,3713r-2,16l5790,3743r-1,15l5790,3772r,14l5792,3799r2,13l5797,3824r4,12l5805,3848r5,12l5817,3871r6,10l5830,3891r7,10l5846,3910r10,10l5864,3928r11,8l5886,3945r12,7l5910,3960r26,13l5964,3986r20,7l6007,4001r23,6l6053,4013r24,5l6103,4023r26,4l6155,4030r27,3l6210,4036r29,2l6268,4039r60,l6390,4038r64,-2l6521,4031r67,-6l6658,4017r70,-9l6800,3999r73,-10l6947,3977r45,27l7038,4029r47,23l7131,4072r47,20l7223,4109r46,15l7315,4138r46,13l7407,4162r44,9l7495,4179r44,6l7584,4189r42,5l7669,4195r27,1l7722,4196r27,-1l7775,4194r51,-4l7875,4184r48,-8l7969,4167r23,-6l8014,4156r21,-7l8056,4143r20,-8l8097,4128r19,-8l8135,4111r18,-8l8170,4094r17,-10l8204,4075r16,-10l8235,4054r14,-11l8263,4032r13,-11l8289,4010r12,-12l8312,3986r9,-11l8330,3963r8,-11l8345,3940r7,-12l8358,3916r7,-12l8369,3893r4,4l8378,3902r8,11l8393,3926r6,12l8402,3952r4,13l8407,3979r,14l8405,4008r-4,15l8396,4038r-7,15l8382,4068r-9,15l8362,4099r-11,16l8337,4131r-15,4l8308,4140r-14,3l8281,4146r-13,1l8254,4149r-11,1l8230,4150r-13,l8205,4149r-12,-2l8181,4146r-12,-3l8157,4140r-11,-4l8135,4132r-12,9l8110,4149r-14,9l8079,4164r36,16l8151,4194r18,5l8187,4205r19,5l8224,4214r19,4l8260,4220r18,2l8295,4224r19,l8331,4224r16,-1l8364,4221r16,-3l8396,4214r15,-5l8425,4203r14,-6l8452,4188r13,-8l8477,4170r11,-12l8499,4146r8,-14l8516,4117r7,-16l8530,4083r5,-18l8540,4044r2,-17l8543,4011r-2,-17l8537,3978r-5,-15l8526,3948r-9,-14l8507,3920r-11,-12l8484,3896r-14,-12l8456,3873r-16,-11l8423,3851r-18,-9l8385,3832r2,-22l8387,3788r-2,-23l8382,3742r-7,-23l8368,3695r-11,-23l8345,3649r-15,-24l8314,3601r-20,-25l8273,3552r-24,-23l8222,3505r-28,-24l8162,3457r-18,-11l8112,3426r-42,-25l8023,3375r-42,-24l7948,3334r-12,-6l7929,3326r-1,1l7928,3328r2,2l7934,3334r-17,47l7955,3398r37,17l8025,3432r34,18l8089,3467r29,18l8145,3503r25,18l8194,3538r23,19l8236,3575r17,19l8270,3612r14,18l8295,3649r11,18l8315,3686r6,18l8327,3721r3,19l8332,3757r,18l8331,3792r-2,17l8306,3803r-22,-8l8260,3789r-24,-6l8210,3778r-26,-5l8158,3769r-28,-3l8102,3763r-29,-3l8043,3759r-30,-1l7982,3757r-32,l7917,3758r-32,2l7880,3736r-5,-25l7872,3686r-3,-25l7867,3635r-1,-25l7865,3584r,-26l7866,3524r3,-34l7873,3456r5,-35l7885,3388r8,-34l7902,3321r11,-33l7926,3256r14,-32l7955,3194r16,-30l7991,3134r19,-28l8032,3079r23,-27l8069,3036r15,-15l8099,3006r16,-15l8131,2978r18,-13l8166,2954r17,-11l8640,3401r464,-466l9121,2946r16,12l9153,2970r15,13l9183,2996r14,14l9211,3025r13,16l9247,3066r22,27l9288,3120r18,29l9323,3178r15,30l9352,3238r12,32l9386,3259r21,-8l9427,3245r19,-4l9462,3236r14,-4l9488,3228r8,-5l9483,3193r-14,-30l9454,3133r-16,-29l9420,3076r-20,-27l9379,3023r-22,-25l9338,2977r-21,-18l9297,2941r-22,-18l9251,2907r-23,-16l9203,2877r-26,-14l9433,2606,9020,2183r4,21l9027,2225r2,21l9030,2268r,22l9031,2310r1,22l9033,2352r249,254l9070,2818r-13,-4l9045,2811r-13,-4l9019,2804xm7794,1058r1,-7l7794,1043r-1,-9l7792,1027r-3,-7l7787,1013r-5,-8l7778,999r-6,-8l7765,983r-7,-6l7749,970r-10,-6l7728,957r-11,-5l7704,948r-13,-5l7677,939r-17,-3l7644,933r-17,-3l7609,929r-19,-1l7570,927r-106,48l7481,975r16,1l7512,978r16,1l7542,982r13,4l7568,989r10,4l7589,998r11,4l7609,1007r8,6l7625,1019r7,7l7639,1032r5,7l7649,1047r4,9l7656,1065r2,8l7659,1082r,10l7658,1101r-1,9l7654,1120r-3,10l7645,1139r-5,9l7633,1158r-7,8l7617,1176r-8,9l7596,1195r-14,9l7565,1213r-17,9l7529,1230r-22,7l7483,1243r-26,7l7430,1254r-29,3l7370,1261r-34,1l7302,1262r-38,-1l7225,1259r-41,-4l7153,1251r-29,-7l7097,1238r-24,-9l7050,1220r-19,-10l7022,1203r-8,-5l7006,1191r-8,-6l6992,1178r-7,-6l6980,1164r-5,-7l6970,1149r-4,-7l6963,1134r-3,-9l6955,1109r-2,-18l6952,1073r1,-19l6956,1033r6,-21l6970,989r10,-23l6992,943r13,-22l7021,898r17,-24l7057,851r21,-22l7100,806r24,-23l7150,760r27,-21l7205,718r29,-20l7260,680r27,-16l7315,649r29,-15l7373,620r30,-13l7434,594r32,-11l7497,573r33,-9l7563,557r34,-7l7630,545r34,-3l7698,539r34,l7760,539r28,3l7816,544r28,3l7872,551r28,6l7928,563r28,8l7984,579r29,10l8041,600r28,12l8096,624r28,15l8151,654r27,16l8149,703r-30,30l8090,760r-28,25l8023,818r-37,31l7949,882r-36,33l7896,931r-16,18l7863,966r-15,17l7834,1002r-14,18l7807,1039r-13,19xm8883,2839r-27,-7l8829,2826r-27,-6l8776,2815r26,5l8829,2826r27,6l8883,2839xm8774,2815r-9,-2l8756,2812r9,1l8774,2815xm8754,2812r-17,-4l8746,2810r8,2xm7029,3964r34,-6l7099,3952r34,-5l7169,3940r35,-6l7238,3928r36,-6l7308,3915r61,-11l7429,3895r61,-11l7549,3874r59,-10l7666,3855r58,-9l7780,3837r10,25l7801,3887r11,24l7824,3934r12,22l7851,3978r14,21l7880,4019r14,15l7908,4050r16,15l7942,4080r14,-4l7979,4069r13,-4l8004,4060r10,-5l8021,4051r-6,-8l8009,4037r-17,-23l7976,3989r-15,-25l7947,3937r-13,-27l7921,3882r-11,-31l7900,3822r33,-3l7964,3816r30,-1l8023,3814r28,-2l8078,3812r26,2l8130,3815r24,1l8177,3819r21,2l8219,3824r19,5l8257,3833r17,5l8290,3844r13,4l8314,3854r-8,16l8297,3887r-12,15l8272,3919r-11,11l8250,3941r-13,12l8225,3964r-14,11l8197,3986r-15,9l8167,4005r-16,10l8133,4024r-17,9l8099,4041r-18,9l8061,4057r-19,8l8021,4071r-41,13l7936,4095r-46,10l7844,4112r-49,6l7745,4122r-51,1l7641,4123r-36,-2l7569,4119r-37,-3l7494,4110r-38,-5l7419,4098r-39,-8l7342,4081r-39,-10l7264,4059r-39,-13l7185,4032r-39,-15l7107,4001r-39,-17l7029,3964xm8286,2893r21,-8l8330,2878r23,-7l8375,2866r24,-6l8422,2856r24,-4l8468,2847r48,-5l8562,2839r46,-2l8653,2835r44,2l8739,2839r41,3l8818,2845r37,5l8888,2854r31,4l8945,2863r-8,-2l8928,2860r19,6l8966,2871r19,7l9003,2885r-363,364l8286,2893xm8299,2085r7,-75l8316,1937r11,-73l8338,1795r11,-67l8362,1661r13,-62l8391,1538r14,-59l8421,1423r16,-54l8454,1318r19,-49l8491,1223r19,-44l8530,1138r15,18l8559,1175r12,20l8582,1215r9,22l8600,1260r8,22l8614,1306r-23,65l8569,1438r-21,72l8529,1585r-20,76l8492,1743r-15,84l8462,1915r-8,7l8438,1939r-23,24l8388,1990r-27,28l8335,2046r-22,23l8299,2085xm9488,1062r-2,-10l9485,1042r,-10l9487,1022r2,-8l9492,1004r4,-9l9502,987r5,-8l9515,972r7,-7l9531,959r10,-7l9552,946r11,-6l9575,936r14,-5l9603,927r17,-3l9636,921r17,-3l9670,917r20,-1l9710,916r106,47l9799,963r-16,1l9768,966r-16,1l9738,970r-13,4l9712,977r-11,4l9690,986r-10,4l9670,995r-7,6l9654,1007r-6,7l9641,1020r-5,7l9630,1035r-3,9l9624,1053r-2,8l9621,1070r,10l9621,1090r2,8l9626,1108r3,10l9635,1127r5,9l9647,1146r7,10l9663,1164r8,9l9684,1183r14,9l9714,1202r18,8l9751,1218r22,7l9797,1231r26,7l9850,1242r29,4l9910,1249r34,1l9978,1250r37,-1l10055,1247r41,-4l10127,1239r29,-6l10183,1226r24,-9l10230,1208r19,-10l10258,1191r8,-5l10274,1179r8,-6l10288,1166r7,-6l10300,1152r5,-7l10310,1137r4,-7l10317,1122r3,-9l10325,1097r2,-18l10328,1061r-1,-19l10324,1021r-6,-21l10310,977r-10,-23l10288,931r-13,-22l10259,886r-17,-24l10223,839r-21,-22l10180,794r-25,-23l10130,748r-27,-21l10075,706r-29,-20l10020,668r-27,-16l9965,637r-29,-15l9907,608r-30,-13l9846,582r-32,-11l9783,561r-33,-9l9717,545r-34,-7l9650,533r-34,-3l9582,527r-34,l9525,527r-24,3l9475,533r-26,5l9422,544r-27,6l9367,559r-28,9l9310,577r-30,12l9251,601r-29,13l9193,628r-29,15l9136,659r-29,16l9135,706r28,29l9191,761r27,24l9257,818r39,32l9333,884r36,32l9386,934r16,17l9419,968r15,19l9448,1005r14,19l9475,1043r13,19xm9535,3354r6,38l9546,3433r3,43l9552,3512r,33l9550,3576r-2,32l9545,3638r-5,31l9534,3700r-5,30l9521,3759r18,3l9539,3762r63,8l9666,3780r67,11l9800,3802r69,12l9938,3825r69,12l10079,3849r35,7l10150,3862r37,7l10222,3875r37,7l10295,3887r35,7l10366,3899r25,-15l10414,3868r25,-17l10464,3834r24,-17l10512,3798r23,-19l10559,3759r24,-20l10607,3718r23,-21l10653,3674r23,-23l10700,3627r21,-24l10744,3578r23,-24l10788,3528r22,-27l10831,3472r22,-28l10873,3416r21,-30l10914,3355r20,-30l10954,3293r20,-33l10992,3226r20,-33l11030,3158r18,-35l11066,3087r6,-13l11078,3061r-101,6l10880,3075r-95,9l10692,3092r-90,10l10516,3112r-84,11l10350,3133r-79,12l10195,3157r-74,13l10049,3183r-68,14l9914,3211r-63,15l9789,3241r-59,16l9674,3272r-56,16l9567,3304r-50,18l9469,3338r-45,17l9381,3374r-41,17l9301,3410r-38,18l9229,3445r-33,20l9165,3483r-29,19l9110,3521r-24,17l9066,3556r-20,17l9029,3590r-15,19l9000,3626r-12,17l8977,3661r-9,18l8961,3697r-6,17l8951,3731r-2,16l8948,3765r,17l8950,3798r22,-7l8994,3784r24,-6l9043,3772r25,-5l9094,3762r27,-4l9149,3754r28,-2l9206,3749r30,-2l9266,3746r32,-1l9329,3745r34,1l9395,3749r5,-25l9405,3699r3,-25l9411,3649r2,-25l9414,3598r1,-26l9415,3546r-1,-34l9412,3478r-3,-36l9404,3408r17,-9l9439,3389r17,-8l9475,3374r16,-7l9507,3362r15,-4l9535,3354xm9271,4025r17,-23l9304,3977r15,-25l9333,3925r13,-27l9359,3870r11,-30l9380,3810r-33,-3l9316,3804r-30,-1l9257,3802r-28,-1l9202,3801r-26,1l9150,3803r-24,1l9103,3807r-21,2l9061,3812r-19,5l9023,3821r-17,6l8990,3832r-15,5l8962,3844r8,19l8981,3882r12,18l9008,3919r18,18l9045,3955r22,19l9089,3990r25,16l9141,4021r28,15l9198,4049r,1l9191,4057r-19,18l9161,4083r-12,9l9142,4095r-6,3l9130,4101r-5,l9124,4102r-24,-13l9078,4076r-21,-14l9036,4047r-19,-14l9000,4017r-17,-15l8968,3986r-9,-12l8949,3961r-9,-12l8933,3936r-8,-13l8919,3910r-6,-13l8908,3884r-3,3l8902,3890r-8,11l8887,3914r-6,12l8878,3940r-4,13l8873,3967r,14l8875,3997r4,14l8884,4026r7,15l8898,4056r9,15l8918,4088r11,15l8943,4119r26,8l8994,4133r25,3l9043,4138r23,-1l9088,4135r22,-3l9130,4125r21,-7l9170,4109r19,-11l9207,4086r17,-14l9240,4058r16,-16l9271,4025xm7687,1915r2,22l7690,1959r,22l7689,2005r-2,23l7685,2051r-3,25l7679,2101r-5,25l7669,2152r-5,26l7656,2205r-7,27l7641,2260r-10,29l7622,2318r-11,29l7599,2376r-12,31l7573,2437r-14,31l7544,2501r-16,32l7510,2566r-17,32l7474,2633r-20,34l7434,2701r-22,36l7388,2773r-23,37l7340,2846r-29,-18l7282,2811r-27,-19l7228,2774r-25,-20l7177,2736r-24,-21l7129,2696r-24,-22l7083,2652r-22,-21l7039,2607r-20,-24l6998,2558r-19,-26l6960,2505r-19,-27l6923,2450r-17,-29l6887,2389r-17,-31l6853,2324r-17,-35l6819,2253r-17,-39l6786,2175r-18,-42l6752,2090r-17,-45l6718,1998r-17,-48l6684,1899r20,13l6723,1925r19,12l6761,1946r18,10l6796,1964r18,7l6831,1978r16,5l6863,1989r17,3l6895,1995r16,3l6926,1999r15,1l6955,2000r15,l6984,1999r14,-1l7012,1996r29,-4l7068,1984r28,-7l7123,1968r28,-10l7179,1947r49,-18l7280,1913r27,-8l7335,1898r30,-6l7395,1887r31,-4l7458,1882r34,l7528,1885r37,3l7604,1894r41,10l7687,1915xm9593,1915r-2,22l9590,1959r,22l9591,2005r2,23l9595,2051r3,25l9601,2101r5,25l9611,2152r5,26l9624,2205r7,27l9639,2260r10,29l9658,2318r11,29l9681,2376r12,31l9707,2437r14,31l9736,2501r16,32l9770,2566r17,32l9806,2633r20,34l9846,2701r22,36l9892,2773r23,37l9940,2846r29,-18l9998,2811r27,-19l10052,2774r25,-20l10103,2736r24,-21l10151,2696r24,-22l10197,2652r22,-21l10241,2607r20,-24l10282,2558r19,-26l10320,2505r19,-27l10357,2450r17,-29l10393,2389r17,-31l10427,2324r17,-35l10461,2253r17,-39l10494,2175r18,-42l10528,2090r17,-45l10562,1998r17,-48l10596,1899r-20,13l10557,1925r-19,12l10519,1946r-18,10l10484,1964r-18,7l10449,1978r-16,5l10417,1989r-17,3l10385,1995r-16,3l10354,1999r-15,1l10325,2000r-15,l10296,1999r-14,-1l10268,1996r-29,-4l10212,1984r-28,-7l10157,1968r-28,-10l10101,1947r-49,-18l10000,1913r-27,-8l9945,1898r-30,-6l9885,1887r-31,-4l9822,1882r-34,l9752,1885r-37,3l9676,1894r-41,10l9593,1915xe" fillcolor="#d60093" stroked="f">
                  <v:fill opacity="44564f" color2="fill lighten(51)" focusposition=".5,.5" focussize="" method="linear sigma" focus="100%" type="gradientRadial"/>
                  <v:path arrowok="t"/>
                  <o:lock v:ext="edit" verticies="t"/>
                </v:shape>
                <v:group id="_x0000_s1266" style="position:absolute;left:3398;top:558;width:406;height:549;mso-position-horizontal-relative:margin" coordsize="7800,12960">
                  <v:shape id="_x0000_s1267" style="position:absolute;left:342;width:7124;height:9040" coordsize="14248,18079" path="m7124,18079r-301,-960l6529,16190r-146,-450l6236,15296r-147,-434l5939,14434r-152,-418l5633,13605r-160,-402l5311,12808r-171,-386l4967,12041r-181,-371l4596,11308r-196,-357l4194,10603r-216,-340l3753,9927,3517,9602,3269,9283,3008,8972,2735,8665,2449,8369,2147,8079,1831,7795,1499,7518,1151,7248,786,6985,402,6728,,6478,305,6070,608,5694,907,5351r297,-316l1496,4748r288,-262l2069,4246r281,-219l2625,3830r273,-182l3163,3483r261,-152l3679,3190r249,-133l4171,2932r239,-118l4638,2697r224,-113l5077,2469r209,-118l5487,2228r195,-128l5867,1962r176,-149l6212,1651r159,-175l6520,1283r141,-211l6792,841,6913,585,7024,306,7124,r101,306l7335,585r121,256l7586,1072r141,211l7876,1476r161,175l8205,1813r175,149l8566,2100r193,128l8960,2351r209,118l9385,2584r223,113l9839,2814r236,118l10318,3057r250,133l10824,3331r259,152l11351,3648r270,182l11897,4027r280,219l12462,4486r289,262l13044,5035r297,316l13641,5694r301,376l14248,6478r-402,250l13462,6985r-366,263l12748,7518r-333,277l12099,8079r-301,290l11513,8665r-274,307l10978,9283r-248,319l10495,9927r-225,336l10054,10603r-206,348l9652,11308r-189,362l9281,12041r-175,381l8938,12808r-164,395l8615,13605r-156,411l8309,14434r-151,428l8011,15296r-146,444l7719,16190r-148,460l7424,17119r-149,476l7124,18079xm7134,17562r-128,-617l6875,16354r-137,-569l6599,15239r-143,-523l6309,14216r-152,-482l5999,13274r-162,-440l5670,12412r-171,-403l5322,11624r-183,-370l4951,10899r-195,-338l4557,10237,4350,9927,4137,9629,3920,9344,3695,9070,3463,8808,3223,8555,2979,8312,2726,8076,2466,7849,2197,7630,1924,7416,1640,7207,1350,7007,1050,6807,744,6611,428,6418,668,6128,907,5860r240,-248l1389,5383r240,-209l1868,4980r240,-178l2348,4635r237,-152l2821,4338r234,-134l3288,4076r457,-241l4192,3603r219,-115l4627,3370r212,-122l5046,3120r203,-133l5448,2845r195,-153l5832,2527r184,-176l6194,2159r172,-209l6533,1725r160,-244l6847,1213,6993,925,7134,612r138,313l7419,1213r154,268l7733,1725r166,225l8072,2159r178,192l8434,2527r188,165l8816,2845r199,142l9220,3120r207,128l9638,3370r215,118l10072,3603r447,232l10978,4076r232,128l11443,4338r237,145l11918,4635r238,167l12396,4980r240,194l12876,5383r241,229l13357,5860r240,268l13837,6418r-315,193l13214,6807r-299,200l12624,7207r-283,209l12065,7630r-267,219l11539,8076r-253,236l11039,8555r-238,253l10570,9070r-226,274l10125,9629r-212,298l9707,10237r-199,324l9314,10899r-188,355l8942,11624r-178,385l8592,12412r-167,422l8265,13274r-157,460l7955,14216r-147,500l7665,15239r-139,546l7392,16354r-132,591l7134,17562xe" fillcolor="#d60093" stroked="f">
                    <v:fill opacity="44564f" color2="fill lighten(51)" focusposition=".5,.5" focussize="" method="linear sigma" focus="100%" type="gradientRadial"/>
                    <v:path arrowok="t"/>
                    <o:lock v:ext="edit" verticies="t"/>
                  </v:shape>
                  <v:shape id="_x0000_s1268" style="position:absolute;left:2182;top:977;width:3450;height:4364" coordsize="6899,8728" path="m3451,8728r-67,-317l3316,8105r-70,-292l3175,7531r-74,-269l3024,7005r-77,-248l2866,6520r-85,-227l2697,6076r-89,-209l2517,5668r-94,-189l2326,5297r-99,-175l2125,4955,2018,4795,1908,4643,1796,4495,1681,4354,1561,4218,1438,4089,1313,3962,1183,3841,1049,3724,911,3611,770,3501,624,3392,475,3288,321,3185,162,3084,,2985,123,2836,245,2697,368,2571,493,2454,615,2345r124,-98l861,2154r123,-84l1106,1991r121,-73l1347,1848r120,-66l1702,1659r230,-120l2046,1480r110,-61l2264,1357r109,-66l2477,1223r103,-73l2679,1071r99,-85l2872,896r92,-99l3054,690r85,-117l3222,447r79,-138l3378,162,3451,r71,162l3598,309r78,138l3759,573r85,117l3934,797r90,99l4120,986r97,85l4316,1150r102,73l4523,1291r107,66l4739,1419r110,61l4963,1539r230,120l5428,1782r120,66l5668,1918r121,73l5912,2070r122,84l6157,2247r125,98l6405,2454r123,117l6653,2697r123,139l6899,2985r-162,99l6578,3185r-154,103l6275,3392r-146,109l5988,3611r-137,113l5716,3841r-129,121l5460,4089r-123,129l5217,4354r-115,141l4990,4643r-110,152l4775,4955r-104,167l4572,5297r-97,182l4381,5668r-93,199l4201,6076r-86,217l4032,6520r-81,237l3874,7005r-77,257l3724,7531r-72,282l3583,8105r-68,306l3451,8728xe" fillcolor="#d60093" stroked="f">
                    <v:fill opacity="44564f" color2="fill lighten(51)" focusposition=".5,.5" focussize="" method="linear sigma" focus="100%" type="gradientRadial"/>
                    <v:path arrowok="t"/>
                  </v:shape>
                  <v:shape id="_x0000_s1269" style="position:absolute;top:6123;width:3900;height:3079" coordsize="7800,6159" path="m7800,5660r-314,-83l7183,5499r-292,-69l6607,5368r-274,-55l6068,5265r-256,-41l5564,5188r-240,-27l5090,5140r-225,-13l4646,5117r-212,l4228,5120r-201,12l3831,5148r-189,23l3455,5200r-181,34l3095,5274r-175,46l2749,5370r-169,57l2413,5488r-165,67l2086,5627r-164,77l1762,5786r-161,86l1441,5963r-161,97l1118,6159r-79,-175l971,5812,912,5645,864,5482,822,5323,789,5169,762,5018,741,4869,724,4725r-9,-141l705,4446r-5,-137l695,4043r-1,-259l690,3658r-4,-127l679,3405,669,3280,655,3155,635,3031,609,2906,579,2780,538,2655,493,2528,436,2400,371,2271,295,2140,209,2007,110,1872,,1735r175,8l342,1743r159,-8l650,1717r142,-23l927,1662r130,-38l1181,1582r119,-48l1415,1479r112,-59l1635,1359r107,-67l1847,1224r104,-73l2055,1079,2264,926,2481,772r112,-77l2710,618r120,-74l2956,469r130,-71l3223,330r145,-66l3520,202r160,-58l3851,92,4029,43,4218,r15,189l4252,375r23,183l4301,740r31,178l4366,1093r40,175l4450,1440r50,171l4556,1780r61,168l4684,2115r74,167l4839,2449r88,167l5022,2781r102,169l5236,3116r120,169l5484,3455r136,170l5766,3798r156,175l6087,4148r175,179l6448,4508r198,185l6854,4879r218,190l7302,5263r244,198l7800,5660xe" fillcolor="#d60093" stroked="f">
                    <v:fill opacity="44564f" color2="fill lighten(51)" focusposition=".5,.5" focussize="" method="linear sigma" focus="100%" type="gradientRadial"/>
                    <v:path arrowok="t"/>
                  </v:shape>
                  <v:shape id="_x0000_s1270" style="position:absolute;left:3902;top:6124;width:3898;height:3081" coordsize="7797,6163" path="m,5659r313,-83l616,5498r293,-69l1191,5367r274,-55l1731,5264r256,-41l2235,5189r240,-27l2707,5140r225,-14l3152,5118r211,-2l3570,5121r200,11l3966,5149r191,22l4342,5200r181,34l4702,5275r175,45l5048,5372r169,57l5384,5490r164,67l5711,5630r162,76l6035,5788r161,86l6356,5967r161,95l6679,6163r78,-177l6825,5813r58,-167l6932,5482r40,-158l7006,5168r28,-151l7055,4868r16,-144l7082,4583r7,-139l7095,4308r5,-266l7102,3783r3,-128l7110,3529r6,-125l7128,3279r13,-125l7160,3030r26,-125l7218,2780r39,-125l7304,2529r55,-128l7424,2271r76,-129l7586,2009r99,-133l7797,1738r-177,9l7455,1747r-159,-10l7147,1721r-142,-25l6868,1666r-129,-39l6616,1583r-120,-49l6381,1481r-112,-58l6160,1359r-107,-66l5950,1225r-106,-73l5742,1079,5531,927,5316,771,5202,695,5087,619,4966,543,4841,470,4708,399,4572,329,4426,264,4275,203,4113,144,3945,91,3767,42,3577,r-16,190l3543,376r-23,183l3494,741r-31,178l3429,1094r-40,175l3345,1440r-50,170l3240,1781r-60,168l3112,2116r-75,167l2958,2448r-88,167l2775,2782r-104,167l2561,3115r-120,169l2313,3454r-136,170l2031,3796r-156,175l1710,4147r-175,179l1349,4507r-197,183l945,4876,726,5068,496,5260,255,5458,,5659xe" fillcolor="#d60093" stroked="f">
                    <v:fill opacity="44564f" color2="fill lighten(51)" focusposition=".5,.5" focussize="" method="linear sigma" focus="100%" type="gradientRadial"/>
                    <v:path arrowok="t"/>
                  </v:shape>
                  <v:shape id="_x0000_s1271" style="position:absolute;left:2292;top:8866;width:3225;height:4094" coordsize="6450,8187" path="m3225,l3089,435,2956,857r-68,204l2823,1262r-68,196l2689,1650r-70,191l2549,2026r-73,183l2403,2387r-77,175l2248,2734r-83,169l2079,3068r-89,160l1898,3387r-97,154l1698,3692r-106,149l1478,3985r-117,141l1238,4263r-129,135l971,4531,828,4659,679,4783,520,4905,355,5025,182,5140,,5253r138,186l274,5608r136,157l545,5906r133,131l807,6156r130,108l1065,6363r123,89l1311,6535r120,74l1551,6679r115,63l1780,6802r110,57l1997,6912r103,54l2201,7017r99,52l2394,7123r90,55l2572,7236r84,63l2736,7367r76,73l2885,7520r66,87l3016,7703r58,105l3129,7923r51,126l3225,8187r45,-138l3321,7923r53,-115l3434,7703r63,-96l3565,7520r72,-80l3713,7367r79,-68l3877,7236r87,-58l4055,7123r94,-54l4248,7017r100,-51l4454,6912r106,-53l4671,6802r113,-60l4899,6679r118,-70l5137,6535r124,-83l5385,6363r128,-99l5641,6156r132,-119l5906,5906r132,-141l6175,5608r137,-169l6450,5253,6269,5140,6095,5025,5928,4905,5771,4783,5620,4659,5478,4531,5342,4398,5212,4263,5089,4126,4971,3985,4857,3841,4752,3692,4650,3541r-98,-154l4458,3228r-89,-160l4283,2903r-81,-169l4123,2562r-76,-175l3972,2209r-71,-183l3830,1841r-68,-191l3693,1458r-66,-196l3561,1061,3494,857,3361,435,3225,xm3228,233r-56,280l3112,782r-62,258l2987,1286r-65,238l2856,1751r-70,217l2716,2175r-74,201l2567,2566r-78,183l2408,2924r-82,168l2241,3251r-87,154l2063,3552r-94,141l1874,3828r-99,128l1673,4080r-106,119l1460,4314r-112,110l1233,4531r-116,102l995,4733r-125,97l742,4924r-131,91l475,5106r-139,89l193,5281r109,133l410,5535r109,112l627,5749r109,95l844,5932r109,81l1062,6087r107,72l1276,6224r105,60l1486,6342r208,108l1896,6556r99,53l2092,6661r98,57l2284,6774r90,62l2465,6899r88,70l2638,7042r83,81l2802,7210r80,94l2956,7406r73,110l3099,7636r66,131l3228,7908r64,-141l3358,7636r70,-120l3501,7406r74,-102l3655,7210r81,-87l3818,7042r86,-73l3992,6899r89,-63l4173,6774r94,-56l4363,6661r99,-52l4560,6556r203,-106l4971,6342r103,-58l5181,6224r107,-65l5395,6087r109,-74l5612,5932r109,-88l5829,5749r109,-102l6047,5535r108,-121l6264,5281r-143,-86l5982,5106r-135,-91l5714,4924r-128,-94l5462,4733,5340,4633,5223,4531,5108,4424,4998,4314,4889,4199,4784,4080,4682,3956r-99,-128l4488,3693r-93,-141l4304,3405r-89,-154l4131,3092r-83,-168l3967,2749r-77,-183l3815,2376r-73,-201l3671,1968r-70,-217l3535,1524r-65,-238l3407,1040,3345,782,3287,513,3228,233xe" fillcolor="#d60093" stroked="f">
                    <v:fill opacity="44564f" color2="fill lighten(51)" focusposition=".5,.5" focussize="" method="linear sigma" focus="100%" type="gradientRadial"/>
                    <v:path arrowok="t"/>
                    <o:lock v:ext="edit" verticies="t"/>
                  </v:shape>
                </v:group>
                <v:group id="_x0000_s1272" style="position:absolute;left:703;top:705;width:5793;height:8669;mso-position-horizontal:center;mso-position-horizontal-relative:margin;mso-position-vertical:center;mso-position-vertical-relative:margin" coordsize="9345,11070">
                  <v:shape id="_x0000_s1273" style="position:absolute;top:1599;width:609;height:7872" coordsize="1218,15744" path="m289,l260,163,241,319,230,469r-3,142l231,748r12,132l260,1009r23,126l311,1258r32,121l378,1503r37,121l495,1875r83,263l618,2276r39,144l694,2571r33,159l758,2896r26,177l805,3259r16,196l830,3664r2,223l827,4121r-14,250l790,4635r-32,283l715,5215r-55,316l736,5531r70,5l868,5546r58,14l978,5579r45,24l1065,5629r34,30l1130,5694r26,37l1177,5771r16,42l1206,5859r8,47l1218,5954r,50l1215,6057r-5,52l1200,6162r-11,54l1174,6270r-18,54l1137,6378r-21,52l1092,6483r-26,51l1040,6582r-29,49l982,6678r-31,43l921,6762r-32,39l913,6829r19,26l950,6883r17,27l980,6939r11,29l1000,6997r7,30l1011,7057r3,29l1015,7116r-1,31l1011,7177r-4,31l1000,7240r-9,30l982,7302r-11,30l957,7364r-14,31l928,7426r-17,31l892,7487r-19,32l853,7550r-22,30l809,7610r-24,31l761,7670r-27,30l709,7729r-27,30l665,7775r-18,17l629,7807r-18,14l592,7835r-21,13l552,7861r-21,11l552,7883r19,13l592,7909r19,14l629,7937r18,17l665,7969r17,16l709,8015r25,29l761,8074r24,29l809,8134r22,30l853,8194r20,31l892,8257r19,30l928,8319r15,30l957,8381r14,31l982,8443r9,31l1000,8504r7,32l1011,8567r3,30l1015,8628r-1,30l1011,8688r-4,29l1000,8747r-9,29l980,8805r-13,29l950,8861r-18,28l913,8915r-24,28l921,8982r30,41l982,9068r29,45l1040,9162r26,49l1092,9261r24,53l1137,9366r19,54l1174,9474r15,54l1200,9582r10,54l1215,9689r3,51l1218,9790r-4,48l1206,9885r-13,46l1177,9973r-21,40l1130,10050r-31,35l1065,10115r-42,26l978,10165r-52,19l868,10198r-62,10l736,10213r-76,l715,10529r43,299l790,11109r23,264l827,11623r5,236l830,12080r-9,209l805,12485r-21,187l758,12848r-31,166l694,13173r-37,151l618,13468r-40,138l495,13869r-80,251l378,14243r-35,122l311,14486r-28,123l260,14735r-17,129l231,14997r-4,136l230,15275r11,150l260,15581r29,163l232,15651r-44,-96l155,15455r-22,-104l120,15243r-4,-112l119,15015r11,-120l148,14769r23,-130l201,14503r31,-140l308,14066r83,-319l433,13579r41,-175l516,13223r39,-188l590,12841r34,-201l653,12433r23,-216l694,11996r11,-230l709,11528r-4,-245l693,11030r-22,-262l637,10498r-44,-278l539,10193r-51,-30l440,10134r-46,-29l351,10076r-38,-29l275,10020r-33,-29l210,9961r-29,-27l155,9906r-24,-28l109,9851,90,9824,73,9798,58,9773,44,9748,33,9725r-9,-24l17,9679r-7,-21l6,9639,1,9620,,9602r,-17l1,9570r2,-13l6,9545r4,-11l15,9524r6,-8l28,9510r13,-12l57,9488r15,-8l87,9473r15,-6l118,9465r15,-2l148,9463r17,3l180,9469r15,4l212,9479r15,6l242,9492r15,10l272,9512r31,21l330,9557r28,25l384,9610r24,28l430,9667r19,26l467,9719r21,46l513,9813r26,52l567,9916r28,52l621,10018r22,49l661,10110r58,9l770,10122r47,-4l859,10110r36,-14l926,10076r28,-23l976,10025r20,-30l1011,9959r10,-38l1029,9881r4,-44l1034,9791r-1,-47l1029,9696r-7,-50l1012,9595r-9,-50l990,9492r-15,-49l960,9391r-17,-49l926,9293r-17,-47l889,9202r-19,-43l852,9119r-20,-38l814,9048r-18,-30l780,8990r-31,3l718,8991r-31,-1l657,8986r-29,-7l599,8972r-29,-10l542,8951r-26,-11l490,8926r-25,-13l441,8897r-23,-15l395,8866r-20,-18l355,8830r-18,-18l321,8794r-15,-20l292,8756r-13,-18l268,8720r-8,-18l252,8684r-6,-16l243,8651r-2,-15l242,8622r1,-14l248,8596r6,-11l264,8575r17,-13l299,8553r19,-6l337,8543r21,-1l380,8545r22,2l425,8554r23,8l472,8572r23,11l519,8596r23,14l566,8625r22,15l611,8657r43,34l696,8724r36,34l765,8788r47,47l830,8853r22,-12l871,8825r17,-16l900,8789r11,-22l918,8742r4,-25l924,8688r-2,-29l918,8629r-5,-33l904,8562r-11,-33l881,8493r-15,-36l849,8421r-18,-36l812,8348r-22,-36l767,8276r-24,-36l718,8204r-27,-34l664,8136r-28,-33l607,8073r-30,-31l546,8013r-30,-26l485,7962r-31,-22l423,7919r-10,3l400,7923r-18,3l360,7929r-24,1l310,7930r-27,2l256,7930r-28,-1l202,7925r-24,-5l156,7915r-9,-4l138,7907r-8,-5l123,7897r-5,-6l113,7886r-4,-7l108,7872r3,-7l113,7858r5,-5l124,7847r6,-5l138,7837r10,-4l158,7829r20,-5l203,7818r25,-3l254,7814r28,-2l308,7812r27,2l358,7815r22,3l398,7819r15,3l423,7825r31,-21l485,7782r31,-25l548,7729r29,-27l607,7671r29,-30l664,7608r27,-34l718,7540r25,-36l767,7468r23,-36l812,7396r19,-37l849,7323r17,-36l881,7251r12,-36l904,7182r9,-34l918,7115r4,-30l924,7056r-2,-29l918,7002r-7,-25l900,6955r-12,-20l871,6919r-19,-16l830,6891r-18,18l765,6956r-33,30l696,7020r-42,33l611,7087r-23,17l566,7119r-24,15l519,7148r-24,13l472,7172r-24,10l425,7190r-23,7l380,7201r-22,1l337,7201r-19,-4l299,7191r-18,-9l264,7169r-10,-10l248,7148r-5,-12l242,7122r-1,-14l243,7093r3,-17l252,7060r8,-18l268,7025r11,-19l292,6988r14,-18l321,6950r16,-18l355,6914r20,-18l395,6880r23,-18l441,6847r24,-16l490,6818r26,-14l542,6793r28,-11l599,6772r29,-7l657,6758r30,-4l718,6753r31,-2l780,6754r16,-26l814,6697r18,-34l852,6625r18,-40l889,6542r20,-44l926,6451r17,-49l960,6353r15,-50l990,6252r13,-52l1012,6149r10,-51l1029,6048r4,-48l1034,5953r-1,-46l1029,5864r-8,-41l1011,5785r-15,-36l976,5719r-22,-28l926,5668r-31,-20l859,5634r-42,-8l770,5623r-51,2l661,5634r-18,45l621,5726r-26,50l567,5828r-28,51l513,5931r-25,48l467,6025r-18,26l430,6077r-22,29l384,6134r-26,28l330,6187r-27,25l272,6232r-15,10l242,6252r-15,7l212,6265r-17,6l180,6275r-15,3l148,6281r-15,l118,6279r-16,-2l87,6271r-15,-7l57,6256,41,6246,28,6234r-7,-6l15,6220r-5,-10l6,6200,3,6188,1,6174,,6159r,-17l1,6124r5,-19l10,6086r7,-21l24,6043r9,-24l44,5996r14,-25l73,5946r17,-26l109,5893r22,-27l155,5839r26,-29l210,5783r32,-30l275,5726r38,-29l351,5668r43,-29l440,5610r48,-29l539,5551r54,-27l637,5246r34,-270l693,4714r12,-253l709,4216r-4,-236l694,3748,676,3527,653,3311,624,3104,590,2903,555,2709,516,2521,474,2340,433,2165,391,1997,308,1678,232,1381,201,1241,171,1105,148,975,130,849,119,729,116,613r4,-112l133,393,155,289,188,189,232,93,289,xm134,7872r-1,4l134,7879r3,4l141,7886r10,4l166,7894r18,3l203,7898r24,2l250,7900r25,l301,7898r25,-2l350,7893r23,-3l394,7886r18,-6l427,7876r-15,-8l394,7862r-21,-5l351,7853r-23,-3l303,7847r-25,-1l253,7844r-23,2l207,7846r-19,2l170,7851r-15,4l144,7860r-4,2l137,7865r-3,4l134,7872xm534,10080r-20,-13l462,10029r-33,-26l390,9974r-40,-33l310,9905r-40,-38l231,9830r-18,-19l195,9791r-15,-19l165,9753r-13,-20l141,9715r-10,-18l123,9679r-4,-16l116,9646r,-15l118,9617r5,-13l130,9595r8,-6l148,9586r10,l170,9588r14,5l198,9600r15,10l228,9622r17,13l263,9652r16,16l297,9686r18,19l333,9726r35,45l402,9818r32,47l465,9913r12,24l490,9960r11,22l510,10004r9,21l525,10044r5,20l534,10080xm347,8646r,9l347,8665r3,10l354,8686r6,11l365,8708r8,12l382,8731r9,11l402,8753r11,13l426,8777r26,21l481,8818r32,20l545,8854r16,7l579,8868r17,6l613,8878r16,4l646,8885r16,3l679,8889r15,l709,8888r16,-3l740,8881r-6,-10l727,8860r-8,-11l709,8836r-22,-26l660,8784r-29,-28l599,8729r-33,-27l531,8677r-33,-20l466,8637r-17,-7l436,8623r-14,-5l408,8615r-13,-3l384,8611r-9,1l366,8615r-6,4l353,8626r-3,8l347,8646xm534,5664r-20,13l462,5715r-33,26l390,5770r-40,33l310,5839r-40,38l231,5914r-18,19l195,5953r-15,19l165,5991r-13,20l141,6029r-10,18l123,6065r-4,16l116,6098r,15l118,6127r5,13l130,6149r8,6l148,6158r10,1l170,6156r14,-5l198,6144r15,-10l228,6122r17,-13l263,6094r16,-18l297,6058r18,-19l333,6018r35,-45l402,5926r32,-47l465,5831r12,-24l490,5784r11,-22l510,5740r9,-21l525,5700r5,-20l534,5664xm347,7100r,-10l347,7079r3,-10l354,7058r6,-11l365,7036r8,-11l382,7013r9,-11l402,6991r11,-13l426,6967r26,-21l481,6926r32,-20l545,6890r16,-7l579,6876r17,-6l613,6866r16,-4l646,6859r16,-3l679,6855r15,1l709,6856r16,3l740,6863r-6,10l727,6884r-8,11l709,6908r-22,26l660,6960r-29,28l599,7015r-33,27l531,7067r-33,20l466,7107r-17,7l436,7121r-14,5l408,7129r-13,3l384,7133r-9,-1l366,7129r-6,-4l353,7118r-3,-8l347,7100xe" fillcolor="#d60093" stroked="f">
                    <v:fill opacity="44564f" color2="fill lighten(51)" focusposition=".5,.5" focussize="" method="linear sigma" focus="100%" type="gradientRadial"/>
                    <v:path arrowok="t"/>
                    <o:lock v:ext="edit" verticies="t"/>
                  </v:shape>
                  <v:shape id="_x0000_s1274" style="position:absolute;width:4392;height:11070" coordsize="8784,22140" path="m162,11070r94,205l332,11482r59,212l436,11909r30,218l484,12347r6,223l485,12794r-15,226l449,13245r-29,229l386,13701r-38,228l307,14156r-43,225l220,14607r-43,223l137,15052r-39,219l65,15487r-28,214l17,15910,4,16117,,16319r7,197l26,16709r32,187l104,17077r62,176l243,17421r97,162l456,17738r-8,57l440,17855r-7,59l427,17976r-4,64l419,18105r-3,66l415,18238r-2,69l415,18376r1,71l420,18517r6,72l431,18663r9,73l449,18809r13,74l474,18957r16,74l507,19105r18,75l546,19253r24,75l595,19402r27,73l653,19547r31,73l719,19691r37,70l795,19831r42,69l882,19968r-116,33l662,20037r-91,40l491,20120r-69,45l362,20212r-49,50l271,20315r-32,54l216,20424r-15,57l192,20538r-1,58l195,20654r11,59l223,20771r20,59l268,20886r29,57l329,20998r36,54l402,21105r40,51l483,21203r42,47l567,21293r43,40l651,21369r42,35l732,21433r37,26l803,21480r164,89l1128,21643r165,64l1457,21761r165,43l1787,21837r167,26l2120,21881r169,10l2457,21896r169,-1l2796,21890r170,-10l3139,21866r171,-15l3485,21833r348,-36l4187,21761r177,-15l4544,21733r180,-8l4905,21719r181,l5268,21725r184,12l5638,21757r186,26l6011,21819r190,46l6390,21920r62,19l6520,21957r70,20l6665,21996r78,18l6824,22032r83,17l6991,22064r88,15l7167,22093r90,11l7347,22115r91,8l7528,22132r91,4l7709,22139r89,1l7885,22139r87,-5l8055,22128r81,-10l8217,22105r74,-16l8365,22069r69,-22l8499,22021r59,-29l8615,21957r50,-37l8710,21878r40,-47l8784,21782r-67,52l8644,21880r-82,39l8475,21950r-92,25l8284,21995r-103,14l8071,22018r-112,4l7845,22021r-119,-4l7604,22009r-124,-13l7355,21982r-127,-18l7101,21944r-128,-21l6846,21899r-127,-25l6595,21849r-245,-52l6115,21746r-220,-49l5694,21657r-92,-18l5515,21625r-81,-11l5361,21606r-86,-4l5181,21600r-102,3l4971,21610r-113,8l4736,21629r-126,14l4480,21657r-276,32l3912,21721r-149,15l3609,21750r-156,12l3297,21772r-159,8l2977,21784r-160,2l2656,21783r-160,-8l2337,21764r-159,-18l2020,21723r-155,-29l1712,21658r-151,-42l1413,21566r-144,-58l1128,21441r-135,-75l861,21282r-67,-43l732,21194r-59,-48l619,21097r-48,-49l527,20997r-39,-51l454,20893r-29,-52l400,20789r-21,-52l362,20684r-11,-51l344,20583r-2,-50l344,20485r7,-47l362,20394r16,-45l398,20309r25,-40l452,20233r33,-33l523,20170r41,-28l611,20117r50,-19l716,20081r58,-14l838,20059r68,-3l978,20056r38,61l1055,20175r39,55l1131,20283r37,50l1204,20380r38,46l1276,20467r36,40l1345,20545r35,34l1413,20611r32,30l1477,20669r30,26l1538,20719r29,21l1594,20759r28,17l1648,20791r25,14l1698,20816r24,8l1744,20832r20,6l1785,20841r18,2l1821,20843r17,-1l1853,20839r14,-4l1881,20830r20,-23l1917,20784r9,-26l1932,20731r1,-29l1930,20673r-8,-30l1911,20611r-15,-32l1878,20546r-22,-33l1832,20480r-27,-34l1774,20413r-32,-35l1708,20345r-36,-32l1633,20280r-39,-30l1553,20219r-42,-30l1470,20161r-43,-27l1384,20107r-43,-23l1298,20062r-42,-21l1214,20023r-40,-17l1134,19992r-39,-11l1058,19972r-32,-47l996,19875r-32,-50l933,19772r-30,-52l874,19664r-29,-55l817,19552r-27,-58l763,19433r-25,-60l714,19310r-24,-63l668,19180r-21,-66l626,19045r-18,-70l592,18903r-17,-72l561,18757r-12,-76l539,18603r-9,-80l523,18443r-6,-83l514,18277r-1,-86l513,18104r3,-90l521,17922r9,-91l539,17737r29,7l597,17749r28,2l651,17751r24,-3l698,17742r22,-8l743,17726r19,-13l780,17701r16,-14l813,17670r14,-16l841,17636r12,-19l863,17597r10,-19l881,17557r7,-19l893,17517r6,-21l902,17477r1,-20l904,17438r-1,-18l902,17403r-3,-15l895,17373r-6,-12l882,17349r-8,-9l866,17333r-17,-10l834,17316r-15,-5l805,17307r-15,-3l774,17304r-13,1l747,17308r-14,3l719,17316r-14,7l693,17331r-14,9l667,17351r-13,11l643,17374r-12,13l619,17401r-11,15l597,17432r-19,34l559,17500r-17,38l525,17576r-13,39l501,17655,390,17500r-89,-162l231,17171r-53,-172l144,16821r-21,-181l115,16453r5,-191l136,16065r24,-198l194,15664r38,-205l277,15250r48,-211l375,14825r50,-215l474,14391r49,-219l566,13951r40,-223l637,13505r25,-222l678,13058r4,-224l675,12610r-21,-223l618,12165r-52,-222l495,11722r-90,-219l295,11286,162,11070xm162,11070r94,-205l332,10658r59,-212l436,10231r30,-217l484,9793r6,-222l485,9346,470,9120,449,8895,420,8666,386,8439,348,8211,307,7984,264,7759,220,7533,177,7310,137,7089,98,6869,65,6653,37,6440,17,6230,4,6023,,5821,7,5624,26,5431,58,5244r46,-181l166,4887r77,-168l340,4557,456,4402r-8,-57l440,4285r-7,-59l427,4164r-4,-64l419,4035r-3,-66l415,3902r-2,-69l415,3764r1,-71l420,3623r6,-72l431,3477r9,-73l449,3331r13,-74l474,3183r16,-74l507,3035r18,-75l546,2887r24,-75l595,2738r27,-73l653,2593r31,-72l719,2449r37,-70l795,2309r42,-69l882,2172,766,2139,662,2103r-91,-40l491,2020r-69,-44l362,1928r-49,-50l271,1825r-32,-54l216,1716r-15,-57l192,1602r-1,-58l195,1486r11,-59l223,1369r20,-59l268,1254r29,-57l329,1142r36,-54l402,1035r40,-51l483,937r42,-47l567,847r43,-40l651,771r42,-35l732,707r37,-26l803,660,967,573r161,-76l1293,433r164,-52l1622,336r165,-33l1954,277r166,-17l2289,249r168,-5l2626,245r170,5l2966,260r173,14l3310,289r175,18l3833,343r354,36l4364,394r180,13l4724,415r181,6l5086,421r182,-6l5452,403r186,-20l5824,357r187,-36l6201,275r189,-55l6452,201r68,-18l6590,163r75,-19l6743,126r81,-18l6907,91r84,-15l7079,61r88,-14l7257,36r90,-11l7438,17r90,-9l7619,4r90,-3l7798,r87,1l7972,6r83,6l8136,22r81,13l8291,51r74,20l8434,93r65,26l8558,148r57,35l8665,220r45,42l8750,309r34,49l8717,306r-73,-46l8562,221r-87,-31l8383,165r-99,-20l8181,131r-110,-9l7959,118r-114,1l7726,123r-122,8l7480,144r-125,15l7228,176r-127,20l6973,217r-127,24l6719,266r-124,26l6350,343r-235,51l5895,443r-201,40l5602,501r-87,14l5434,526r-73,8l5275,538r-94,2l5079,537r-108,-7l4858,522,4736,511,4610,497,4480,483,4204,451,3912,419,3763,404,3609,390,3453,378,3297,368r-159,-8l2977,356r-160,-2l2656,357r-160,8l2337,376r-159,18l2020,417r-155,29l1712,482r-151,42l1413,574r-144,58l1128,699,993,774,861,858r-67,43l732,946r-59,48l619,1043r-48,50l527,1143r-39,51l454,1247r-29,52l400,1351r-21,52l362,1456r-11,51l344,1557r-2,50l344,1655r7,47l362,1746r16,45l398,1831r25,40l452,1907r33,33l523,1970r41,28l611,2023r50,19l716,2059r58,14l838,2081r68,3l978,2084r38,-61l1055,1965r39,-55l1131,1857r37,-50l1204,1760r38,-46l1276,1673r36,-40l1345,1595r35,-34l1413,1529r32,-30l1477,1471r30,-26l1538,1421r29,-21l1594,1381r28,-17l1648,1349r25,-14l1698,1324r24,-8l1744,1308r20,-6l1785,1299r18,-2l1821,1297r17,1l1853,1301r14,4l1881,1310r20,23l1917,1356r9,26l1932,1409r1,29l1930,1467r-8,30l1911,1529r-15,32l1878,1594r-22,33l1832,1661r-27,33l1774,1727r-32,35l1708,1795r-36,32l1633,1860r-39,30l1553,1921r-42,30l1470,1979r-43,27l1384,2033r-43,23l1298,2078r-42,21l1214,2117r-40,17l1134,2148r-39,11l1058,2168r-32,47l996,2265r-32,50l933,2368r-30,52l874,2476r-29,55l817,2588r-27,58l763,2707r-25,61l714,2830r-24,63l668,2960r-21,66l626,3095r-18,70l592,3237r-17,73l561,3383r-12,76l539,3537r-9,80l523,3697r-6,83l514,3863r-1,86l513,4038r3,88l521,4218r9,91l539,4403r29,-7l597,4391r28,-2l651,4389r24,3l698,4398r22,8l743,4414r19,13l780,4439r16,14l813,4470r14,16l841,4504r12,19l863,4543r10,19l881,4583r7,19l893,4623r6,21l902,4663r1,20l904,4702r-1,18l902,4737r-3,15l895,4767r-6,12l882,4791r-8,9l866,4807r-17,10l834,4824r-15,5l805,4833r-15,3l774,4836r-13,-1l747,4833r-14,-4l719,4824r-14,-7l693,4809r-14,-9l667,4789r-13,-11l643,4766r-12,-13l619,4739r-11,-15l597,4708r-19,-34l559,4640r-17,-38l525,4564r-13,-39l501,4485,390,4640r-89,162l231,4969r-53,172l144,5319r-21,181l115,5687r5,193l136,6075r24,198l194,6476r38,205l277,6890r48,211l375,7315r50,215l474,7749r49,220l566,8189r40,223l637,8635r25,222l678,9082r4,224l675,9530r-21,223l618,9975r-52,223l495,10418r-90,219l295,10854r-133,216xm560,4463r1,15l564,4493r4,17l572,4525r13,32l599,4589r16,31l635,4649r20,28l676,4703r22,24l720,4746r12,9l743,4761r11,7l763,4773r11,4l784,4779r10,2l803,4781r9,-3l820,4775r7,-5l834,4763r3,-8l838,4743r1,-9l839,4721r-1,-25l834,4670r-8,-28l816,4613r-7,-13l802,4586r-7,-14l787,4559r-10,-13l767,4533r-9,-11l747,4511r-13,-11l722,4492r-13,-9l696,4475r-16,-7l665,4464r-15,-4l633,4457r-18,-1l597,4457r-18,1l560,4463xm1126,2047r7,-16l1142,2012r11,-21l1168,1969r17,-25l1203,1918r21,-28l1245,1863r48,-60l1345,1744r56,-60l1457,1626r28,-28l1513,1572r29,-25l1568,1525r28,-21l1621,1485r25,-17l1669,1454r22,-11l1712,1435r19,-4l1748,1429r15,3l1776,1439r9,11l1792,1465r1,18l1793,1501r-2,20l1785,1540r-5,21l1771,1582r-9,20l1751,1625r-14,22l1723,1667r-17,23l1688,1712r-18,22l1650,1756r-21,22l1605,1799r-23,21l1557,1840r-26,21l1504,1881r-27,19l1448,1918r-29,18l1388,1952r-31,17l1325,1983r-32,14l1260,2009r-33,11l1193,2031r-34,9l1126,2047xm560,17677r1,-15l564,17647r4,-17l572,17615r13,-32l599,17551r16,-31l635,17491r20,-28l676,17437r22,-24l720,17394r12,-9l743,17379r11,-7l763,17367r11,-4l784,17361r10,-2l803,17359r9,3l820,17365r7,5l834,17377r3,8l838,17397r1,11l839,17419r-1,25l834,17470r-8,28l816,17527r-7,13l802,17554r-7,14l787,17581r-10,13l767,17607r-9,11l747,17629r-13,11l722,17648r-13,10l696,17665r-16,7l665,17676r-15,4l633,17683r-18,1l597,17683r-18,-1l560,17677xm1126,20093r7,16l1142,20128r11,21l1168,20171r17,25l1203,20222r21,28l1245,20277r48,60l1345,20396r56,60l1457,20514r28,28l1513,20568r29,25l1568,20615r28,21l1621,20655r25,17l1669,20686r22,11l1712,20705r19,4l1748,20711r15,-3l1776,20701r9,-11l1792,20675r1,-18l1793,20639r-2,-20l1785,20600r-5,-21l1771,20558r-9,-20l1751,20515r-14,-20l1723,20473r-17,-23l1688,20428r-18,-22l1650,20384r-21,-22l1605,20341r-23,-21l1557,20300r-26,-21l1504,20259r-27,-19l1448,20222r-29,-18l1388,20188r-31,-16l1325,20157r-32,-14l1260,20131r-33,-11l1193,20109r-34,-9l1126,20093xe" fillcolor="#d60093" stroked="f">
                    <v:fill opacity="44564f" color2="fill lighten(51)" focusposition=".5,.5" focussize="" method="linear sigma" focus="100%" type="gradientRadial"/>
                    <v:path arrowok="t"/>
                    <o:lock v:ext="edit" verticies="t"/>
                  </v:shape>
                  <v:shape id="_x0000_s1275" style="position:absolute;left:8736;top:1599;width:609;height:7872" coordsize="1218,15744" path="m929,r29,163l977,319r11,150l991,611r-4,137l975,880r-17,129l935,1135r-28,123l875,1379r-35,124l803,1624r-80,251l640,2138r-40,138l561,2420r-37,151l491,2730r-31,166l434,3073r-21,186l397,3455r-9,209l386,3887r5,234l405,4371r23,264l460,4918r43,297l558,5531r-76,l412,5536r-62,10l292,5560r-52,19l193,5603r-40,26l119,5659r-31,35l62,5731r-21,40l25,5813r-13,46l4,5906,,5954r,50l3,6057r5,52l18,6162r11,54l44,6270r18,54l81,6378r21,52l126,6483r26,51l178,6582r29,49l236,6678r31,43l297,6762r32,39l305,6829r-19,26l267,6883r-16,27l238,6939r-11,29l218,6997r-7,30l206,7057r-3,29l203,7116r1,31l207,7177r4,31l218,7240r9,30l236,7302r11,30l260,7364r15,31l290,7426r17,31l325,7487r19,32l365,7550r22,30l409,7610r24,31l457,7670r25,30l509,7729r27,30l553,7775r16,17l589,7807r18,14l626,7835r21,13l666,7861r21,11l666,7883r-19,13l626,7909r-19,14l589,7937r-20,17l553,7969r-17,16l509,8015r-27,29l457,8074r-24,29l409,8134r-22,30l365,8194r-21,31l325,8257r-18,30l290,8319r-15,30l260,8381r-13,31l236,8443r-9,31l218,8504r-7,32l207,8567r-3,30l203,8628r,30l206,8688r5,29l218,8747r9,29l238,8805r13,29l267,8861r19,28l305,8915r24,28l297,8982r-30,41l236,9068r-29,45l178,9162r-26,49l126,9261r-24,53l81,9366r-19,54l44,9474r-15,54l18,9582,8,9636r-5,53l,9740r,50l4,9838r8,47l25,9931r16,42l62,10013r26,37l119,10085r34,30l193,10141r47,24l292,10184r58,14l412,10208r70,5l558,10213r-55,316l460,10828r-32,281l405,11373r-14,250l386,11859r2,221l397,12289r16,196l434,12672r26,176l491,13014r33,159l561,13324r39,144l640,13606r83,263l803,14120r37,123l875,14365r32,121l935,14609r23,126l975,14864r12,133l991,15133r-3,142l977,15425r-19,156l929,15744r57,-93l1030,15555r32,-100l1085,15351r13,-108l1102,15131r-3,-116l1087,14895r-17,-126l1047,14639r-30,-136l984,14363r-74,-297l827,13747r-42,-168l742,13404r-40,-181l663,13035r-35,-194l594,12640r-29,-207l542,12217r-18,-221l513,11766r-4,-238l513,11283r12,-253l547,10768r34,-270l625,10220r54,-27l730,10163r48,-29l824,10105r43,-29l905,10047r38,-27l976,9991r32,-30l1037,9934r26,-28l1087,9878r22,-27l1128,9824r17,-26l1160,9773r14,-25l1185,9725r9,-24l1201,9679r7,-21l1212,9639r3,-19l1218,9602r,-17l1217,9570r-2,-13l1212,9545r-4,-11l1203,9524r-6,-8l1190,9510r-13,-12l1161,9488r-15,-8l1131,9473r-15,-6l1100,9465r-15,-2l1070,9463r-17,3l1038,9469r-15,4l1006,9479r-15,6l976,9492r-15,10l946,9512r-31,21l888,9557r-28,25l834,9610r-24,28l788,9667r-19,26l751,9719r-21,46l705,9813r-26,52l651,9916r-28,52l597,10018r-22,49l557,10110r-58,9l448,10122r-47,-4l359,10110r-37,-14l292,10076r-28,-23l242,10025r-20,-30l207,9959r-11,-38l189,9881r-4,-44l184,9791r1,-47l189,9696r7,-50l206,9595r9,-50l228,9492r15,-49l258,9391r17,-49l292,9293r17,-47l329,9202r18,-43l366,9119r20,-38l404,9048r16,-30l438,8990r31,3l500,8991r31,-1l561,8986r29,-7l619,8972r29,-10l676,8951r26,-11l728,8926r25,-13l777,8897r23,-15l823,8866r20,-18l863,8830r18,-18l897,8794r15,-20l926,8756r13,-18l950,8720r8,-18l966,8684r6,-16l975,8651r2,-15l976,8622r-1,-14l970,8596r-6,-11l954,8575r-17,-13l919,8553r-19,-6l881,8543r-21,-1l838,8545r-22,2l793,8554r-23,8l746,8572r-23,11l699,8596r-23,14l652,8625r-22,15l607,8657r-43,34l522,8724r-36,34l453,8788r-47,47l388,8853r-22,-12l347,8825r-17,-16l316,8789r-9,-22l300,8742r-4,-25l294,8688r2,-29l300,8629r5,-33l314,8562r11,-33l337,8493r15,-36l369,8421r18,-36l406,8348r22,-36l451,8276r24,-36l500,8204r27,-34l554,8136r28,-33l611,8073r30,-31l670,8013r32,-26l733,7962r30,-22l795,7919r10,3l818,7923r18,3l858,7929r24,1l908,7930r27,2l962,7930r28,-1l1016,7925r24,-5l1062,7915r9,-4l1080,7907r8,-5l1095,7897r5,-6l1105,7886r2,-7l1110,7872r-3,-7l1105,7858r-5,-5l1094,7847r-7,-5l1080,7837r-10,-4l1060,7829r-20,-5l1015,7818r-25,-3l964,7814r-28,-2l910,7812r-27,2l860,7815r-22,3l820,7819r-15,3l795,7825r-32,-21l733,7782r-31,-25l670,7729r-29,-27l611,7671r-29,-30l554,7608r-27,-34l500,7540r-25,-36l451,7468r-23,-36l406,7396r-19,-37l369,7323r-17,-36l337,7251r-12,-36l314,7182r-9,-34l300,7115r-4,-30l294,7056r2,-29l300,7002r7,-25l316,6955r14,-20l347,6919r19,-16l388,6891r18,18l453,6956r33,30l522,7020r42,33l607,7087r23,17l652,7119r24,15l699,7148r24,13l746,7172r24,10l793,7190r23,7l838,7201r22,1l881,7201r19,-4l919,7191r18,-9l954,7169r10,-10l970,7148r5,-12l976,7122r1,-14l975,7093r-3,-17l966,7060r-8,-18l950,7025r-11,-19l926,6988r-14,-18l897,6950r-16,-18l863,6914r-20,-18l823,6880r-23,-18l777,6847r-24,-16l728,6818r-26,-14l676,6793r-28,-11l619,6772r-29,-7l561,6758r-30,-4l500,6753r-31,-2l438,6754r-18,-26l404,6697r-18,-34l366,6625r-19,-40l329,6542r-20,-44l292,6451r-17,-49l258,6353r-15,-50l228,6252r-13,-52l206,6149r-10,-51l189,6048r-4,-48l184,5953r1,-46l189,5864r7,-41l207,5785r15,-36l242,5719r22,-28l292,5668r30,-20l359,5634r42,-8l448,5623r51,2l557,5634r18,45l597,5726r26,50l651,5828r28,51l705,5931r25,48l751,6025r18,26l788,6077r22,29l834,6134r26,28l888,6187r27,25l946,6232r15,10l976,6252r15,7l1006,6265r17,6l1038,6275r15,3l1070,6281r15,l1100,6279r16,-2l1131,6271r15,-7l1161,6256r16,-10l1190,6234r7,-6l1203,6220r5,-10l1212,6200r3,-12l1217,6174r1,-15l1218,6142r-3,-18l1212,6105r-4,-19l1201,6065r-7,-22l1185,6019r-11,-23l1160,5971r-15,-25l1128,5920r-19,-27l1087,5866r-24,-27l1037,5810r-29,-27l976,5753r-33,-27l905,5697r-38,-29l824,5639r-46,-29l730,5581r-51,-30l625,5524,581,5246,547,4976,525,4714,513,4461r-4,-245l513,3980r11,-232l542,3527r23,-216l594,3104r34,-201l663,2709r39,-188l742,2340r43,-175l827,1997r83,-319l984,1381r33,-140l1047,1105r23,-130l1087,849r12,-120l1102,613r-4,-112l1085,393,1062,289,1030,189,986,93,929,xm1084,7872r1,4l1084,7879r-3,4l1077,7886r-10,4l1052,7894r-18,3l1015,7898r-24,2l968,7900r-25,l917,7898r-25,-2l868,7893r-23,-3l824,7886r-18,-6l791,7876r15,-8l824,7862r21,-5l867,7853r23,-3l915,7847r25,-1l964,7844r23,2l1011,7846r19,2l1048,7851r15,4l1074,7860r4,2l1081,7865r3,4l1084,7872xm684,10080r20,-13l756,10029r33,-26l828,9974r40,-33l908,9905r40,-38l987,9830r18,-19l1023,9791r15,-19l1053,9753r13,-20l1077,9715r10,-18l1095,9679r4,-16l1102,9646r,-15l1100,9617r-5,-13l1088,9595r-8,-6l1070,9586r-11,l1048,9588r-14,5l1020,9600r-15,10l990,9622r-17,13l955,9652r-16,16l921,9686r-18,19l885,9726r-35,45l816,9818r-32,47l753,9913r-12,24l728,9960r-11,22l708,10004r-9,21l693,10044r-5,20l684,10080xm871,8646r,9l871,8665r-3,10l864,8686r-6,11l853,8708r-8,12l836,8731r-9,11l816,8753r-11,13l792,8777r-26,21l737,8818r-32,20l673,8854r-18,7l639,8868r-17,6l605,8878r-16,4l572,8885r-16,3l539,8889r-15,l509,8888r-16,-3l478,8881r6,-10l491,8860r8,-11l509,8836r22,-26l557,8784r30,-28l619,8729r33,-27l687,8677r33,-20l752,8637r17,-7l782,8623r14,-5l810,8615r13,-3l834,8611r9,1l852,8615r6,4l864,8626r4,8l871,8646xm684,5664r20,13l756,5715r33,26l828,5770r40,33l908,5839r40,38l987,5914r18,19l1023,5953r15,19l1053,5991r13,20l1077,6029r10,18l1095,6065r4,16l1102,6098r,15l1100,6127r-5,13l1088,6149r-8,6l1070,6158r-11,1l1048,6156r-14,-5l1020,6144r-15,-10l990,6122r-17,-13l955,6094r-16,-18l921,6058r-18,-19l885,6018r-35,-45l816,5926r-32,-47l753,5831r-12,-24l728,5784r-11,-22l708,5740r-9,-21l693,5700r-5,-20l684,5664xm871,7100r,-10l871,7079r-3,-10l864,7058r-6,-11l853,7036r-8,-11l836,7013r-9,-11l816,6991r-11,-13l792,6967r-26,-21l737,6926r-32,-20l673,6890r-18,-7l639,6876r-17,-6l605,6866r-16,-4l572,6859r-16,-3l539,6855r-15,1l509,6856r-16,3l478,6863r6,10l491,6884r8,11l509,6908r22,26l557,6960r30,28l619,7015r33,27l687,7067r33,20l752,7107r17,7l782,7121r14,5l810,7129r13,3l834,7133r9,-1l852,7129r6,-4l864,7118r4,-8l871,7100xe" fillcolor="#d60093" stroked="f">
                    <v:fill opacity="44564f" color2="fill lighten(51)" focusposition=".5,.5" focussize="" method="linear sigma" focus="100%" type="gradientRadial"/>
                    <v:path arrowok="t"/>
                    <o:lock v:ext="edit" verticies="t"/>
                  </v:shape>
                  <v:shape id="_x0000_s1276" style="position:absolute;left:4953;width:4392;height:11070" coordsize="8784,22140" path="m8622,11070r-94,205l8452,11482r-59,212l8348,11909r-30,218l8300,12347r-6,223l8299,12794r13,226l8335,13245r29,229l8398,13701r38,228l8477,14156r43,225l8564,14607r43,223l8647,15052r39,219l8719,15487r28,214l8767,15910r13,207l8784,16319r-7,197l8758,16709r-32,187l8680,17077r-62,176l8541,17421r-97,162l8328,17738r8,57l8344,17855r7,59l8357,17976r4,64l8365,18105r3,66l8369,18238r2,69l8369,18376r-3,71l8364,18517r-6,72l8353,18663r-9,73l8335,18809r-13,74l8310,18957r-16,74l8277,19105r-18,75l8238,19253r-24,75l8189,19402r-27,73l8131,19547r-31,73l8065,19691r-37,70l7989,19831r-43,69l7902,19968r116,33l8120,20037r93,40l8293,20120r69,45l8422,20212r49,50l8513,20315r32,54l8568,20424r15,57l8592,20538r1,58l8588,20654r-10,59l8561,20771r-20,59l8516,20886r-29,57l8455,20998r-36,54l8382,21105r-40,51l8300,21203r-41,47l8216,21293r-42,40l8133,21369r-42,35l8052,21433r-37,26l7981,21480r-164,89l7656,21643r-165,64l7327,21761r-165,43l6997,21837r-167,26l6664,21881r-169,10l6327,21896r-169,-1l5988,21890r-170,-10l5645,21866r-171,-15l5299,21833r-348,-36l4597,21761r-177,-15l4240,21733r-180,-8l3879,21719r-181,l3516,21725r-184,12l3146,21757r-186,26l2773,21819r-190,46l2394,21920r-62,19l2264,21957r-70,20l2119,21996r-78,18l1960,22032r-83,17l1793,22064r-88,15l1617,22093r-90,11l1437,22115r-91,8l1256,22132r-91,4l1075,22139r-89,1l898,22139r-86,-5l729,22128r-83,-10l567,22105r-76,-16l419,22069r-69,-22l285,22021r-61,-29l169,21957r-50,-37l74,21878r-40,-47l,21782r67,52l140,21880r82,39l309,21950r92,25l500,21995r103,14l711,22018r114,4l939,22021r119,-4l1180,22009r124,-13l1429,21982r127,-18l1683,21944r128,-21l1938,21899r127,-25l2189,21849r245,-52l2669,21746r219,-49l3090,21657r92,-18l3269,21625r81,-11l3423,21606r86,-4l3603,21600r101,3l3813,21610r113,8l4047,21629r127,14l4304,21657r276,32l4871,21721r150,15l5175,21750r156,12l5487,21772r159,8l5807,21784r160,2l6128,21783r160,-8l6447,21764r159,-18l6764,21723r155,-29l7072,21658r151,-42l7371,21566r144,-58l7654,21441r137,-75l7923,21282r67,-43l8052,21194r59,-48l8165,21097r48,-49l8256,20997r40,-51l8330,20893r29,-52l8384,20789r21,-52l8422,20684r11,-51l8440,20583r1,-50l8440,20485r-7,-47l8422,20394r-17,-45l8386,20309r-25,-40l8332,20233r-33,-33l8261,20170r-41,-28l8173,20117r-50,-19l8068,20081r-60,-14l7946,20059r-68,-3l7806,20056r-38,61l7729,20175r-39,55l7653,20283r-37,50l7580,20380r-38,46l7508,20467r-36,40l7437,20545r-33,34l7371,20611r-32,30l7307,20669r-30,26l7246,20719r-29,21l7190,20759r-28,17l7136,20791r-25,14l7086,20816r-24,8l7040,20832r-20,6l6999,20841r-20,2l6963,20843r-17,-1l6931,20839r-14,-4l6903,20830r-20,-23l6867,20784r-9,-26l6852,20731r-1,-29l6854,20673r8,-30l6873,20611r15,-32l6906,20546r22,-33l6952,20480r27,-34l7010,20413r32,-35l7076,20345r36,-32l7151,20280r39,-30l7231,20219r40,-30l7314,20161r43,-27l7400,20107r43,-23l7486,20062r42,-21l7570,20023r40,-17l7650,19992r39,-11l7726,19972r32,-47l7788,19875r32,-50l7851,19772r29,-52l7910,19664r29,-55l7967,19552r27,-58l8021,19433r25,-60l8070,19310r24,-63l8116,19180r21,-66l8158,19045r18,-70l8192,18903r17,-72l8223,18757r12,-76l8245,18603r9,-80l8261,18443r6,-83l8270,18277r1,-86l8271,18104r-3,-90l8263,17922r-9,-91l8245,17737r-29,7l8187,17749r-28,2l8133,17751r-25,-3l8084,17742r-22,-8l8041,17726r-19,-13l8004,17701r-16,-14l7971,17670r-14,-16l7943,17636r-12,-19l7921,17597r-10,-19l7903,17557r-7,-19l7891,17517r-6,-21l7882,17477r-1,-20l7880,17438r1,-18l7882,17403r3,-15l7889,17373r6,-12l7902,17349r8,-9l7918,17333r17,-10l7950,17316r15,-5l7979,17307r15,-3l8010,17304r13,1l8037,17308r14,3l8065,17316r14,7l8091,17331r14,9l8117,17351r13,11l8141,17374r12,13l8165,17401r11,15l8187,17432r19,34l8225,17500r17,38l8259,17576r12,39l8283,17655r111,-155l8483,17338r70,-167l8604,16999r36,-178l8661,16640r8,-187l8664,16262r-16,-197l8624,15867r-34,-203l8552,15459r-45,-209l8459,15039r-50,-214l8359,14610r-49,-219l8261,14172r-44,-221l8178,13728r-31,-223l8122,13283r-16,-225l8101,12834r8,-224l8130,12387r36,-222l8218,11943r71,-221l8379,11503r110,-217l8622,11070xm8622,11070r-94,-205l8452,10658r-59,-212l8348,10231r-30,-217l8300,9793r-6,-222l8299,9346r13,-226l8335,8895r29,-229l8398,8439r38,-228l8477,7984r43,-225l8564,7533r43,-223l8647,7089r39,-220l8719,6653r28,-213l8767,6230r13,-207l8784,5821r-7,-197l8758,5431r-32,-187l8680,5063r-62,-176l8541,4719r-97,-162l8328,4402r8,-57l8344,4285r7,-59l8357,4164r4,-64l8365,4035r3,-66l8369,3902r2,-69l8369,3764r-3,-71l8364,3623r-6,-72l8353,3477r-9,-73l8335,3331r-13,-74l8310,3183r-16,-74l8277,3035r-18,-75l8238,2887r-24,-75l8189,2738r-27,-73l8131,2593r-31,-72l8065,2449r-37,-70l7989,2309r-43,-69l7902,2172r116,-33l8120,2103r93,-40l8293,2020r69,-44l8422,1928r49,-50l8513,1825r32,-54l8568,1716r15,-57l8592,1602r1,-58l8588,1486r-10,-59l8561,1369r-20,-59l8516,1254r-29,-57l8455,1142r-36,-54l8382,1035r-40,-51l8300,937r-41,-47l8216,847r-42,-40l8133,771r-42,-35l8052,707r-37,-26l7981,660,7817,573,7656,497,7491,433,7327,381,7162,336,6997,303,6830,277,6664,260,6495,249r-168,-5l6158,245r-170,5l5818,260r-173,14l5474,289r-175,18l4951,343r-354,36l4420,394r-180,13l4060,415r-181,6l3698,421r-182,-6l3332,403,3146,383,2960,357,2773,321,2583,275,2394,220r-62,-19l2264,183r-70,-20l2119,144r-78,-18l1960,108,1877,91,1793,76,1705,61,1617,47,1527,36,1437,25r-91,-8l1256,8,1165,4,1075,1,986,,898,1,812,6r-83,6l646,22,567,35,491,51,419,71,350,93r-65,26l224,148r-55,35l119,220,74,262,34,309,,358,67,306r73,-46l222,221r87,-31l401,165r99,-20l603,131r108,-9l825,118r114,1l1058,123r122,8l1304,144r125,15l1556,176r127,20l1811,217r127,24l2065,266r124,26l2434,343r235,51l2888,443r202,40l3182,501r87,14l3350,526r73,8l3509,538r94,2l3704,537r109,-7l3926,522r121,-11l4174,497r130,-14l4580,451r291,-32l5021,404r154,-14l5331,378r156,-10l5646,360r161,-4l5967,354r161,3l6288,365r159,11l6606,394r158,23l6919,446r153,36l7223,524r148,50l7515,632r139,67l7791,774r132,84l7990,901r62,45l8111,994r54,49l8213,1093r43,50l8296,1194r34,53l8359,1299r25,52l8405,1403r17,53l8433,1507r7,50l8441,1607r-1,48l8433,1702r-11,44l8405,1791r-19,40l8361,1871r-29,36l8299,1940r-38,30l8220,1998r-47,25l8123,2042r-55,17l8008,2073r-62,8l7878,2084r-72,l7768,2023r-39,-58l7690,1910r-37,-53l7616,1807r-36,-47l7542,1714r-34,-41l7472,1633r-35,-38l7404,1561r-33,-32l7339,1499r-32,-28l7277,1445r-31,-24l7217,1400r-27,-19l7162,1364r-26,-15l7111,1335r-25,-11l7062,1316r-22,-8l7020,1302r-21,-3l6979,1297r-16,l6946,1298r-15,3l6917,1305r-14,5l6883,1333r-16,23l6858,1382r-6,27l6851,1438r3,29l6862,1497r11,32l6888,1561r18,33l6928,1627r24,34l6979,1694r31,33l7042,1762r34,33l7112,1827r39,33l7190,1890r41,31l7271,1951r43,28l7357,2006r43,27l7443,2056r43,22l7528,2099r42,18l7610,2134r40,14l7689,2159r37,9l7758,2215r30,50l7820,2315r31,53l7880,2420r30,56l7939,2531r28,57l7994,2646r27,61l8046,2768r24,62l8094,2893r22,67l8137,3026r21,69l8176,3165r16,72l8209,3310r14,73l8235,3459r10,78l8254,3617r7,80l8267,3780r3,83l8271,3949r,89l8268,4126r-5,92l8254,4309r-9,94l8216,4396r-29,-5l8159,4389r-26,l8108,4392r-24,6l8062,4406r-21,8l8022,4427r-18,12l7988,4453r-17,17l7957,4486r-14,18l7931,4523r-10,20l7911,4562r-8,21l7896,4602r-5,21l7885,4644r-3,19l7881,4683r-1,19l7881,4720r1,17l7885,4752r4,15l7895,4779r7,12l7910,4800r8,7l7935,4817r15,7l7965,4829r14,4l7994,4836r16,l8023,4835r14,-2l8051,4829r14,-5l8079,4817r12,-8l8105,4800r12,-11l8130,4778r11,-12l8153,4753r12,-14l8176,4724r11,-16l8206,4674r19,-34l8242,4602r17,-38l8271,4525r12,-40l8394,4640r89,162l8553,4969r51,172l8640,5319r21,181l8669,5687r-5,193l8648,6075r-24,198l8590,6476r-38,205l8507,6890r-48,211l8409,7315r-50,215l8310,7749r-49,220l8217,8189r-39,223l8147,8635r-25,222l8106,9082r-5,224l8109,9530r21,223l8166,9975r52,223l8289,10418r90,219l8489,10854r133,216xm8224,4463r-1,15l8220,4493r-4,17l8212,4525r-13,32l8185,4589r-16,31l8149,4649r-20,28l8108,4703r-22,24l8064,4746r-12,9l8041,4761r-11,7l8021,4773r-11,4l8000,4779r-10,2l7981,4781r-9,-3l7964,4775r-7,-5l7950,4763r-3,-8l7946,4743r-1,-9l7945,4721r1,-25l7950,4670r8,-28l7968,4613r7,-13l7982,4586r7,-14l7997,4559r10,-13l8017,4533r9,-11l8037,4511r13,-11l8062,4492r13,-9l8088,4475r16,-7l8119,4464r15,-4l8151,4457r18,-1l8187,4457r18,1l8224,4463xm7658,2047r-7,-16l7642,2012r-11,-21l7616,1969r-35,-51l7538,1863r-47,-60l7439,1744r-56,-60l7327,1626r-28,-28l7270,1572r-28,-25l7216,1525r-28,-21l7163,1485r-25,-17l7115,1454r-22,-11l7072,1435r-19,-4l7036,1429r-15,3l7008,1439r-9,11l6992,1465r-1,18l6991,1501r2,20l6999,1540r5,21l7013,1582r9,20l7033,1625r14,22l7061,1667r17,23l7096,1712r18,22l7134,1756r21,22l7179,1799r23,21l7227,1840r26,21l7280,1881r27,19l7336,1918r29,18l7396,1952r31,17l7458,1983r33,14l7523,2009r34,11l7591,2031r34,9l7658,2047xm8224,17677r-1,-15l8220,17647r-4,-17l8212,17615r-13,-32l8185,17551r-16,-31l8149,17491r-20,-28l8108,17437r-22,-24l8064,17394r-12,-9l8041,17379r-11,-7l8021,17367r-11,-4l8000,17361r-10,-2l7981,17359r-9,3l7964,17365r-7,5l7950,17377r-3,8l7946,17397r-1,11l7945,17419r1,25l7950,17470r8,28l7968,17527r7,13l7982,17554r7,14l7997,17581r10,13l8017,17607r9,11l8037,17629r13,11l8062,17648r13,10l8088,17665r16,7l8119,17676r15,4l8151,17683r18,1l8187,17683r18,-1l8224,17677xm7658,20093r-7,16l7642,20128r-11,21l7616,20171r-17,25l7581,20222r-21,28l7538,20277r-47,60l7439,20396r-56,60l7327,20514r-28,28l7270,20568r-28,25l7216,20615r-28,21l7163,20655r-25,17l7115,20686r-22,11l7072,20705r-19,4l7036,20711r-15,-3l7008,20701r-9,-11l6992,20675r-1,-18l6991,20639r2,-20l6999,20600r5,-21l7013,20558r9,-20l7033,20515r14,-20l7061,20473r17,-23l7096,20428r18,-22l7134,20384r21,-22l7179,20341r23,-21l7227,20300r26,-21l7280,20259r27,-19l7336,20222r29,-18l7396,20188r31,-16l7458,20157r33,-14l7523,20131r34,-11l7591,20109r34,-9l7658,20093xe" fillcolor="#d60093" stroked="f">
                    <v:fill opacity="44564f" color2="fill lighten(51)" focusposition=".5,.5" focussize="" method="linear sigma" focus="100%" type="gradientRadial"/>
                    <v:path arrowok="t"/>
                    <o:lock v:ext="edit" verticies="t"/>
                  </v:shape>
                </v:group>
              </v:group>
              <v:group id="_x0000_s1277" style="position:absolute;left:2480;top:4645;width:3312;height:2444" coordsize="6488,5111">
                <v:shape id="_x0000_s1278" style="position:absolute;left:2440;top:952;width:4048;height:4159" coordsize="12143,12477" path="m8160,3053r-59,64l8042,3178r-57,55l7929,3284r-55,46l7821,3372r-53,39l7719,3445r-50,31l7620,3501r-46,23l7529,3543r-44,17l7444,3573r-40,9l7365,3590r-37,3l7293,3596r-33,-2l7228,3591r-30,-6l7170,3576r-26,-9l7121,3554r-22,-13l7079,3525r-17,-16l7046,3491r-14,-19l7022,3451r-9,-22l7006,3408r-15,-53l6978,3304r-10,-51l6959,3204r-4,-51l6951,3103r-1,-49l6951,3005r4,-49l6959,2908r8,-48l6977,2813r10,-46l7001,2721r14,-46l7032,2628r19,-45l7070,2540r22,-44l7116,2452r25,-42l7168,2369r27,-42l7225,2286r30,-40l7288,2206r33,-39l7356,2130r35,-38l7429,2056r38,-37l7506,1984r16,-13l7536,1957r13,-11l7562,1937r36,-28l7636,1882r36,-25l7710,1833r38,-23l7787,1791r37,-19l7862,1755r39,-16l7939,1724r37,-12l8015,1701r38,-10l8091,1684r38,-6l8166,1673r39,-3l8244,1668r39,-1l8322,1668r39,3l8400,1673r39,5l8478,1684r37,7l8554,1700r38,10l8630,1722r37,12l8704,1749r36,14l8777,1780r30,16l8838,1813r30,18l8897,1849r30,21l8955,1891r28,23l9009,1937r26,24l9060,1986r25,27l9108,2040r22,29l9152,2098r20,30l9192,2161r18,33l9227,2228r16,34l9257,2298r14,38l9283,2374r11,38l9304,2454r8,41l9320,2537r4,43l9328,2625r2,46l9332,2717r-2,49l9328,2814r,1l9328,2815r,l9328,2815r-4,50l9320,2914r-8,47l9305,3008r-9,48l9285,3102r-11,45l9262,3193r-14,43l9233,3281r-16,43l9200,3367r-17,42l9164,3450r-20,41l9122,3531r-38,71l9042,3671r-42,68l8956,3803r-45,65l8865,3928r-49,60l8767,4046r-50,56l8666,4155r-51,51l8563,4256r-54,47l8455,4349r-55,44l8345,4434r-56,39l8233,4510r-57,35l8119,4577r-57,31l8004,4637r-57,25l7889,4687r-57,20l7775,4727r-58,17l7660,4758r-56,12l7548,4780r-56,7l7438,4794r-3,l7435,4792r-81,-1l7275,4789r-76,-5l7124,4777r-72,-9l6983,4758r-69,-12l6848,4732r-64,-16l6722,4699r-59,-18l6605,4660r-55,-22l6496,4614r-52,-24l6394,4563r-48,-28l6300,4505r-44,-31l6214,4443r-40,-34l6136,4375r-37,-37l6064,4302r-33,-39l6001,4224r-29,-40l5944,4142r-26,-41l5894,4057r-22,-45l5851,3967r-17,-42l5818,3882r-15,-44l5790,3793r-12,-44l5767,3704r-8,-46l5750,3610r-6,-47l5739,3516r-5,-49l5732,3418r-1,-48l5731,3320r1,-50l5734,3221r4,-51l5743,3119r5,-51l5755,3017r9,-52l5773,2914r11,-53l5795,2809r14,-52l5822,2705r15,-52l5854,2600r17,-52l5889,2495r19,-52l5928,2391r-16,12l5899,2410r-6,2l5889,2414r-4,l5884,2412r-84,-97l5717,2221r-83,-93l5550,2040r-84,-85l5383,1874r-84,-79l5215,1718r-83,-73l5048,1576r-82,-67l4882,1445r-83,-61l4716,1326r-82,-54l4551,1219r-83,-49l4385,1123r-81,-44l4222,1037r-82,-39l4059,963r-81,-34l3898,899r-81,-29l3737,844r-79,-23l3579,801r-79,-20l3421,765r-78,-13l3265,741r-54,-7l3159,729r-53,-5l3053,722r-52,-3l2949,718r-51,l2845,719r-51,2l2743,724r-51,4l2642,733r-50,6l2542,746r-49,7l2444,762r-49,10l2347,782r-49,13l2250,807r-47,13l2157,835r-48,14l2063,865r-46,17l1972,900r-45,18l1882,938r-45,20l1793,979r-43,22l1707,1024r-60,33l1590,1091r-56,36l1478,1166r-54,40l1373,1247r-51,43l1274,1333r-48,47l1180,1427r-44,48l1094,1525r-41,51l1014,1627r-37,54l941,1735r-42,69l858,1875r-39,71l781,2018r-37,74l710,2166r-33,75l646,2318r-29,77l590,2473r-26,79l540,2631r-22,80l499,2792r-19,82l465,2955r-15,82l438,3120r-10,82l420,3286r-6,84l410,3454r-3,85l409,3622r2,85l415,3792r7,85l431,3961r12,85l456,4131r16,84l490,4300r,l490,4300r,l490,4301r10,37l510,4377r11,38l533,4452r12,38l558,4528r15,37l587,4603r16,38l620,4678r17,37l656,4752r18,38l693,4826r21,38l735,4900r22,38l778,4974r24,38l825,5048r50,73l926,5195r53,73l1036,5341r59,71l1154,5485r-1,4l1137,5497r-43,26l1064,5540r-31,22l997,5586r-36,27l924,5642r-35,31l872,5690r-17,17l839,5724r-14,19l811,5761r-13,18l787,5798r-11,20l768,5837r-7,20l757,5876r-4,19l692,5823r-58,-73l577,5677r-55,-74l469,5530r-49,-74l396,5419r-23,-38l350,5344r-22,-37l308,5269r-21,-36l268,5195r-20,-37l230,5120r-17,-38l196,5045r-16,-38l165,4969r-14,-37l137,4893r-12,-38l113,4818r-11,-39l91,4741r-8,-39l83,4702r-2,-1l81,4701,63,4616,47,4531,34,4446,23,4360,13,4274,7,4189,2,4103,,4017r,-85l2,3846r5,-85l13,3676r9,-85l33,3506r12,-84l61,3338r16,-83l96,3172r21,-82l140,3008r24,-81l190,2847r29,-80l248,2688r33,-78l314,2533r36,-76l387,2381r39,-74l467,2234r41,-73l552,2090r38,-59l628,1974r39,-57l707,1861r40,-55l788,1751r42,-55l872,1643r44,-52l960,1539r44,-51l1050,1438r45,-50l1142,1340r46,-48l1237,1245r48,-46l1334,1154r50,-44l1434,1066r51,-41l1536,983r53,-40l1641,904r52,-39l1748,827r54,-36l1856,756r56,-34l1967,688r57,-32l2081,625r44,-23l2170,580r45,-22l2260,537r46,-20l2353,498r46,-18l2446,462r48,-16l2541,431r48,-15l2637,403r49,-14l2736,377r48,-11l2834,356r50,-9l2934,339r51,-7l3036,326r51,-6l3138,316r53,-3l3243,312r52,-2l3348,310r52,2l3454,314r53,2l3561,321r53,5l3668,333r75,11l3817,356r76,16l3968,389r77,20l4120,431r78,24l4275,481r76,30l4429,542r78,33l4586,611r78,39l4743,690r79,44l4901,780r79,49l5059,880r81,53l5219,990r80,58l5379,1110r81,66l5540,1242r80,71l5700,1386r81,75l5861,1540r80,81l6022,1705r80,87l6182,1882r28,-45l6238,1791r29,-45l6298,1700r31,-45l6361,1610r32,-45l6425,1520r35,-43l6495,1432r35,-44l6565,1343r38,-44l6640,1256r38,-43l6717,1170r39,-43l6798,1085r40,-42l6879,1001r43,-41l6964,920r44,-42l7053,838r45,-40l7143,758r46,-39l7236,681r47,-38l7332,605r48,-37l7429,531r75,-54l7581,426r78,-49l7738,330r80,-44l7900,245r83,-38l8067,171r85,-32l8237,110r87,-27l8412,60r89,-19l8591,25r90,-12l8772,5,8863,r93,l9049,2r94,7l9237,20r95,16l9427,57r94,24l9618,110r96,34l9810,182r96,43l10003,274r96,52l10195,386r98,63l10369,502r76,55l10518,611r70,56l10659,723r67,56l10793,836r63,57l10935,966r75,74l11083,1114r71,75l11222,1265r66,77l11350,1418r59,78l11467,1574r54,77l11574,1730r50,80l11671,1889r44,80l11757,2051r41,80l11835,2212r36,81l11903,2375r32,81l11963,2537r27,83l12014,2701r22,83l12055,2865r19,83l12088,3030r15,81l12114,3194r10,81l12131,3357r6,82l12141,3520r2,82l12143,3683r-2,81l12137,3846r-5,80l12125,4006r-9,80l12105,4166r-12,79l12079,4324r-15,78l12046,4479r-19,78l12007,4633r-22,76l11962,4784r-25,75l11911,4933r-27,73l11855,5079r-31,71l11793,5221r-33,70l11726,5360r-36,68l11654,5496r-38,67l11577,5628r-39,65l11497,5756r-43,62l11413,5877r-42,60l11326,5996r-48,58l11231,6114r-50,59l11128,6233r-52,58l11075,6292r,l11070,6298r-1,2l11070,6300r-111,117l10846,6533r-114,113l10616,6756r-118,108l10379,6970r-120,101l10136,7172r-123,99l9888,7366r-126,94l9636,7551r-128,90l9379,7728r-129,86l9121,7898r-130,83l8860,8062r-130,79l8598,8218r-131,76l8335,8369r-130,74l8074,8514r-130,72l7813,8655r-130,69l7554,8794r-255,133l7046,9058r-242,125l6568,9307r-115,61l6340,9428r-110,61l6121,9549r-104,59l5915,9667r-100,59l5719,9785r-93,58l5537,9902r-86,58l5370,10018r-77,60l5220,10136r-69,58l5087,10254r-59,58l4974,10371r-48,60l4882,10490r-38,61l4811,10612r-27,60l4765,10734r-15,62l4743,10859r-1,63l4748,10987r8,58l4769,11102r12,55l4795,11210r15,51l4827,11311r19,47l4866,11404r22,45l4910,11492r24,41l4960,11572r25,38l5013,11646r28,35l5071,11714r31,31l5134,11774r32,29l5200,11830r34,26l5270,11879r35,23l5343,11922r37,20l5418,11959r39,17l5496,11992r40,13l5576,12017r42,11l5659,12038r30,6l5721,12050r31,5l5783,12058r32,4l5846,12066r32,1l5910,12069r31,l5973,12069r33,l6037,12068r32,-2l6102,12063r31,-2l6165,12057r32,-5l6228,12047r32,-4l6292,12035r63,-13l6417,12005r61,-18l6539,11966r59,-23l6657,11918r57,-36l6765,11845r45,-40l6851,11765r36,-43l6917,11678r25,-44l6964,11589r17,-48l6994,11494r9,-49l7008,11397r1,-50l7007,11297r-6,-49l6992,11198r-11,-50l6967,11097r-17,-48l6930,10999r-20,-49l6885,10902r-25,-48l6833,10808r-28,-46l6775,10718r-32,-43l6711,10633r-33,-40l6646,10555r-34,-38l6578,10482r-28,-26l6519,10432r-33,-23l6452,10388r-36,-19l6377,10351r-39,-16l6297,10320r-42,-12l6213,10297r-43,-8l6126,10283r-44,-5l6040,10277r-44,l5955,10279r-43,5l5872,10291r-39,11l5795,10314r-36,16l5725,10347r-33,22l5663,10392r-28,27l5610,10448r-20,33l5571,10517r-14,39l5545,10598r-8,45l5535,10692r1,76l5543,10841r11,70l5571,10977r21,62l5618,11097r28,55l5677,11201r36,45l5749,11286r39,36l5829,11352r43,25l5915,11398r43,15l6002,11421r44,3l6088,11420r43,-10l6171,11394r40,-23l6248,11342r34,-36l6315,11262r28,-51l6368,11153r21,-66l6406,11013r11,-81l6424,10841r1,-98l6422,10636r16,79l6450,10792r8,76l6461,10942r,71l6456,11083r-9,68l6435,11216r-16,62l6400,11339r-22,58l6352,11451r-28,53l6293,11552r-33,46l6224,11641r-38,39l6144,11715r-42,33l6058,11776r-46,24l5964,11820r-48,17l5866,11850r-51,7l5762,11860r-52,-1l5657,11853r-54,-10l5550,11828r-55,-21l5441,11782r-17,-10l5407,11762r-16,-11l5376,11740r-16,-12l5344,11715r-15,-14l5315,11687r-15,-16l5287,11655r-14,-17l5260,11621r-12,-18l5236,11584r-11,-21l5214,11543r-11,-22l5193,11499r-10,-24l5175,11450r-7,-24l5160,11399r-7,-26l5147,11345r-5,-28l5137,11288r-3,-31l5131,11226r-2,-33l5127,11160r-1,-34l5126,11091r4,-52l5137,10987r11,-54l5164,10881r19,-53l5205,10775r27,-52l5261,10672r32,-52l5328,10570r38,-49l5406,10472r43,-46l5494,10380r47,-45l5588,10291r52,-41l5691,10211r52,-37l5798,10137r54,-33l5907,10073r56,-29l6020,10018r56,-24l6133,9974r58,-18l6247,9942r56,-11l6357,9922r55,-3l6464,9917r61,4l6585,9928r57,11l6699,9954r56,18l6809,9994r52,25l6911,10047r48,32l7007,10113r45,37l7095,10189r40,42l7174,10275r35,45l7242,10369r31,50l7301,10470r25,52l7348,10576r19,55l7383,10687r13,57l7406,10802r6,58l7414,10919r-1,59l7408,11036r-8,60l7388,11154r-17,58l7350,11269r-17,44l7313,11356r-20,41l7271,11438r-22,41l7225,11519r-26,39l7174,11597r-28,39l7118,11674r-30,36l7058,11746r-32,36l6994,11817r-33,34l6927,11885r-36,33l6855,11950r-37,32l6781,12012r-39,31l6703,12072r-40,28l6623,12127r-43,27l6539,12181r-43,25l6452,12231r-44,23l6365,12277r-45,22l6273,12320r-59,26l6153,12370r-30,11l6091,12391r-32,11l6028,12410r-32,9l5964,12427r-31,8l5900,12442r-32,6l5835,12454r-31,5l5771,12464r-33,3l5705,12471r-31,2l5641,12476r-33,1l5575,12477r-33,l5511,12476r-33,-1l5446,12472r-33,-2l5382,12466r-32,-4l5318,12458r-31,-6l5255,12445r-41,-9l5172,12425r-40,-14l5092,12398r-40,-16l5013,12367r-38,-19l4938,12329r-38,-21l4863,12285r-35,-24l4794,12235r-34,-26l4727,12181r-31,-30l4664,12119r-29,-33l4606,12051r-28,-36l4552,11977r-26,-40l4502,11896r-23,-43l4458,11808r-20,-46l4419,11714r-17,-50l4387,11613r-15,-54l4360,11504r-11,-57l4339,11388r-5,-37l4331,11313r-2,-37l4328,11239r1,-36l4331,11166r3,-36l4339,11093r6,-36l4353,11022r8,-35l4371,10951r11,-35l4394,10881r13,-34l4422,10812r14,-34l4454,10744r18,-34l4491,10676r21,-34l4533,10609r23,-34l4579,10542r24,-34l4629,10476r26,-33l4683,10410r30,-31l4742,10346r30,-33l4804,10282r1,-84l4800,10115r-12,-83l4770,9949r-23,-84l4716,9783r-35,-84l4641,9615r-46,-83l4545,9448r-56,-84l4429,9280r-63,-83l4298,9112r-73,-85l4149,8943r-79,-85l3988,8773r-87,-85l3812,8603r-91,-86l3628,8432r-98,-86l3432,8260r-100,-87l3230,8087r-104,-86l3022,7914,2809,7739,2592,7564r-73,-59l2446,7445r-73,-59l2300,7326r-73,-60l2154,7206r-73,-60l2008,7086r-71,-61l1865,6965r-71,-61l1724,6843r-71,-60l1584,6722r-68,-62l1448,6599r1,-6l1456,6581r21,-33l1491,6527r19,-27l1530,6471r25,-32l1580,6406r29,-34l1640,6338r34,-34l1709,6272r38,-33l1766,6224r21,-14l1806,6195r22,-13l1836,6178r68,62l1973,6302r71,63l2115,6427r72,61l2259,6550r73,62l2405,6672r73,62l2552,6795r74,62l2701,6917r74,61l2849,7039r74,59l2999,7159r220,179l3435,7516r107,88l3648,7693r104,88l3855,7869r100,88l4052,8045r96,87l4241,8220r90,87l4417,8393r84,88l4581,8567r76,86l4730,8739r68,86l4861,8911r60,87l4975,9082r50,87l5069,9254r39,86l5141,9425r27,85l5189,9596r15,85l5213,9766r1,85l5209,9936r53,-40l5318,9857r56,-40l5432,9778r58,-40l5550,9699r62,-40l5674,9620r126,-79l5932,9462r136,-79l6206,9305r143,-79l6494,9146r149,-79l6794,8985r153,-80l7104,8823r158,-82l7422,8658r236,-123l7896,8411r241,-127l8378,8155r120,-64l8619,8024r119,-65l8856,7892r118,-68l9092,7756r116,-69l9322,7619r113,-71l9547,7478r109,-70l9765,7336r106,-72l9974,7192r102,-73l10175,7045r97,-74l10366,6896r90,-76l10543,6745r84,-76l10709,6591r78,-78l10860,6434r2,-1l10888,6404r25,-30l10940,6342r27,-34l10993,6273r28,-38l11049,6196r28,-40l11117,6096r41,-61l11195,5973r38,-63l11268,5847r36,-66l11338,5716r33,-67l11402,5581r29,-69l11461,5443r28,-71l11515,5302r25,-73l11564,5158r22,-74l11607,5010r19,-74l11644,4860r16,-76l11675,4707r13,-76l11700,4553r10,-77l11718,4397r8,-78l11731,4239r3,-79l11735,4080r,-80l11733,3920r-4,-82l11723,3757r-7,-81l11706,3594r-11,-82l11681,3431r-15,-83l11648,3267r-20,-83l11607,3103r-25,-81l11555,2939r-28,-81l11497,2776r-33,-81l11429,2614r-38,-80l11351,2452r-43,-80l11263,2293r-47,-80l11167,2134r-52,-78l11060,1978r-57,-79l10944,1823r-63,-77l10816,1670r-67,-77l10678,1519r-73,-75l10530,1371r-79,-73l10386,1241r-65,-57l10253,1128r-70,-55l10113,1017r-73,-55l9964,907r-76,-53l9792,791r-95,-58l9602,681r-95,-49l9412,588r-95,-39l9223,515r-93,-29l9036,461r-92,-21l8851,424r-91,-13l8669,403r-90,-4l8489,398r-89,3l8312,409r-87,9l8138,433r-85,17l7969,471r-84,24l7803,522r-82,30l7641,585r-79,36l7484,659r-77,41l7332,744r-74,47l7186,840r-72,50l7085,912r-28,23l7028,960r-28,24l6972,1011r-28,26l6916,1065r-27,28l6861,1123r-26,31l6809,1184r-27,33l6756,1250r-25,32l6705,1318r-24,34l6657,1388r-25,36l6609,1461r-24,38l6563,1537r-23,38l6518,1615r-22,40l6475,1695r-20,41l6434,1778r-19,41l6376,1904r-36,86l6320,2042r-20,52l6281,2147r-17,52l6248,2251r-16,52l6219,2355r-14,53l6193,2458r-11,53l6172,2563r-7,51l6158,2665r-6,51l6147,2767r-4,51l6141,2867r-3,50l6140,2967r1,49l6143,3064r4,49l6152,3160r6,47l6166,3255r9,46l6186,3346r12,45l6210,3435r15,44l6242,3522r17,42l6279,3609r22,44l6326,3696r25,43l6378,3780r29,40l6439,3859r31,38l6506,3934r36,35l6580,4003r40,34l6661,4069r44,30l6751,4128r48,28l6849,4183r51,24l6953,4232r56,21l7067,4274r59,18l7187,4309r63,16l7316,4338r68,13l7453,4361r72,9l7599,4376r77,5l7754,4385r80,1l7835,4386r2,-1l7871,4382r34,-4l7940,4374r34,-5l8008,4363r33,-8l8075,4347r34,-9l8142,4329r33,-10l8206,4307r32,-11l8270,4283r31,-14l8332,4255r29,-15l8390,4224r29,-17l8446,4190r28,-18l8500,4154r25,-19l8549,4114r25,-21l8597,4071r21,-21l8638,4026r20,-23l8677,3979r17,-25l8710,3928r15,-25l8744,3865r20,-38l8781,3789r17,-39l8813,3709r15,-41l8843,3626r12,-42l8867,3540r11,-44l8888,3451r8,-46l8905,3359r6,-47l8916,3263r3,-48l8919,3215r,-2l8919,3212r3,-48l8923,3116r-1,-46l8919,3025r-3,-45l8911,2938r-8,-43l8895,2854r-9,-40l8875,2775r-12,-37l8850,2700r-16,-35l8818,2630r-17,-33l8783,2564r-18,-31l8744,2502r-22,-29l8700,2444r-23,-27l8653,2391r-24,-26l8603,2341r-27,-23l8549,2296r-28,-21l8492,2256r-29,-20l8433,2218r-31,-16l8372,2187r-35,-17l8301,2155r-36,-14l8227,2128r-36,-11l8153,2108r-39,-9l8076,2092r-39,-6l8000,2081r-39,-2l7922,2076r-39,l7844,2076r-39,3l7767,2081r-35,5l7698,2090r-33,6l7633,2102r-31,6l7571,2115r-29,9l7514,2132r-28,10l7461,2151r-25,11l7413,2173r-22,12l7371,2199r-20,13l7333,2225r-45,66l7249,2354r-33,63l7189,2478r-20,61l7154,2597r-8,56l7142,2708r2,53l7150,2812r13,48l7178,2906r21,43l7225,2990r28,36l7286,3062r36,30l7361,3120r44,24l7450,3164r48,17l7549,3192r54,8l7659,3204r58,-2l7777,3196r61,-11l7900,3170r64,-21l8029,3122r65,-31l8160,3053xe" fillcolor="#d60093" stroked="f">
                  <v:fill opacity="26214f" color2="fill lighten(51)" focusposition=".5,.5" focussize="" method="linear sigma" focus="100%" type="gradientRadial"/>
                  <v:path arrowok="t"/>
                </v:shape>
                <v:shape id="_x0000_s1279" style="position:absolute;width:4278;height:4409" coordsize="12835,13227" path="m4221,3237r64,69l4347,3369r60,60l4467,3482r57,50l4581,3577r55,40l4691,3653r52,32l4794,3712r49,25l4892,3757r45,17l4982,3789r42,10l5066,3806r38,5l5141,3812r35,-1l5210,3807r32,-6l5271,3793r28,-11l5323,3770r24,-15l5368,3738r19,-17l5402,3702r15,-21l5429,3659r9,-23l5445,3613r16,-55l5474,3504r11,-54l5494,3397r6,-53l5503,3290r2,-52l5503,3186r-3,-51l5495,3084r-9,-51l5477,2983r-11,-50l5451,2885r-16,-49l5418,2788r-19,-48l5377,2693r-23,-46l5329,2601r-26,-45l5275,2511r-31,-44l5214,2425r-33,-43l5147,2340r-35,-41l5074,2259r-38,-40l4997,2180r-40,-38l4916,2104r-17,-14l4883,2077r-13,-13l4856,2053r-39,-29l4778,1995r-40,-26l4698,1944r-39,-23l4619,1899r-41,-20l4538,1860r-41,-15l4456,1829r-40,-13l4376,1805r-40,-10l4295,1786r-40,-6l4215,1774r-40,-2l4134,1769r-42,-1l4051,1769r-41,3l3968,1776r-41,4l3886,1786r-41,8l3804,1803r-40,11l3724,1827r-39,13l3646,1854r-39,16l3569,1888r-34,17l3504,1922r-32,20l3440,1962r-30,21l3379,2006r-29,23l3322,2053r-28,26l3268,2107r-26,28l3218,2164r-25,30l3171,2225r-21,32l3129,2291r-20,36l3091,2362r-17,37l3058,2437r-14,40l3032,2517r-13,41l3010,2601r-9,45l2994,2691r-6,46l2983,2784r-3,47l2980,2881r,51l2984,2984r,2l2984,2986r,l2984,2986r4,52l2994,3089r6,51l3008,3189r10,50l3029,3289r12,48l3055,3385r14,47l3084,3479r17,45l3119,3570r20,44l3158,3659r21,43l3202,3744r41,75l3287,3892r45,72l3378,4033r49,67l3476,4165r51,63l3578,4289r53,59l3685,4405r55,55l3795,4512r58,51l3910,4612r58,45l4027,4702r58,41l4145,4782r60,37l4265,4853r61,33l4387,4915r61,28l4508,4969r61,23l4630,5011r61,18l4752,5045r59,13l4871,5068r59,9l4989,5081r1,l4991,5081r85,-1l5160,5077r82,-5l5320,5064r76,-8l5471,5045r73,-13l5613,5017r68,-17l5746,4982r63,-19l5871,4941r58,-23l5986,4892r55,-27l6095,4838r50,-30l6193,4777r48,-33l6284,4710r43,-35l6368,4638r38,-37l6444,4561r34,-40l6511,4480r31,-44l6572,4392r26,-45l6624,4301r24,-47l6670,4206r18,-44l6705,4115r15,-46l6735,4023r12,-48l6758,3927r9,-49l6776,3829r7,-51l6788,3728r5,-51l6795,3625r2,-52l6798,3521r-1,-54l6794,3414r-5,-53l6784,3307r-6,-54l6771,3199r-8,-54l6753,3089r-12,-55l6728,2978r-13,-54l6700,2868r-15,-55l6668,2757r-19,-55l6630,2647r-21,-56l6587,2535r19,12l6620,2556r5,2l6630,2560r2,l6635,2558r89,-103l6812,2354r88,-97l6989,2164r89,-90l7166,1987r89,-84l7344,1823r88,-78l7520,1672r89,-71l7697,1534r89,-66l7873,1408r88,-60l8048,1294r88,-52l8224,1192r86,-48l8397,1101r87,-42l8569,1022r86,-35l8741,954r85,-30l8911,896r84,-25l9079,850r84,-20l9245,813r83,-14l9411,786r56,-7l9524,774r56,-5l9636,766r55,-3l9747,762r54,l9856,763r54,2l9964,768r54,4l10071,778r54,6l10177,791r53,9l10282,809r51,10l10385,830r51,13l10486,856r50,14l10586,886r50,16l10685,919r48,18l10782,955r47,20l10878,995r46,22l10970,1039r47,23l11063,1086r63,35l11187,1158r60,39l11305,1237r57,42l11417,1323r53,45l11523,1415r50,49l11621,1513r46,51l11712,1618r44,53l11798,1727r39,56l11874,1840r29,46l11931,1933r27,46l11985,2027r27,48l12036,2124r26,48l12085,2222r23,50l12131,2322r21,51l12174,2424r19,51l12212,2526r20,52l12249,2630r18,52l12283,2736r16,53l12313,2842r15,54l12341,2949r13,55l12366,3058r9,55l12386,3168r9,54l12403,3278r8,55l12418,3388r5,56l12429,3500r34,11l12506,3527r49,19l12608,3569r28,12l12665,3596r28,15l12722,3626r29,17l12779,3662r28,19l12835,3700r-7,-49l12819,3601r-8,-49l12801,3503r-11,-49l12781,3404r-13,-48l12756,3307r-12,-48l12731,3211r-15,-48l12701,3115r-14,-47l12671,3021r-17,-48l12637,2926r-17,-46l12602,2834r-20,-46l12563,2742r-20,-47l12523,2651r-21,-45l12480,2561r-22,-44l12435,2473r-23,-43l12388,2386r-25,-42l12338,2301r-26,-42l12287,2216r-40,-62l12206,2094r-41,-61l12124,1973r-44,-58l12036,1857r-44,-57l11947,1743r-46,-56l11855,1632r-48,-54l11760,1526r-49,-54l11661,1421r-50,-51l11562,1320r-51,-48l11458,1225r-52,-48l11352,1132r-54,-45l11244,1044r-56,-44l11133,959r-57,-41l11020,879r-58,-39l10905,802r-60,-36l10787,731r-60,-34l10666,664r-46,-24l10573,615r-49,-23l10476,570r-48,-20l10378,529r-49,-19l10279,492r-49,-17l10178,458r-51,-16l10076,427r-51,-13l9973,400r-52,-10l9867,379r-52,-10l9761,360r-53,-7l9653,346r-54,-5l9545,336r-55,-2l9435,331r-56,-1l9323,330r-56,1l9211,334r-57,2l9098,341r-57,6l8984,354r-79,11l8826,379r-81,17l8665,414r-80,20l8505,458r-82,25l8342,511r-83,31l8176,575r-81,35l8011,649r-83,40l7844,733r-83,46l7677,828r-84,51l7508,933r-84,57l7339,1050r-84,63l7170,1178r-85,68l7000,1318r-85,74l6829,1470r-85,80l6659,1632r-85,86l6489,1808r-85,93l6319,1996r-30,-48l6259,1899r-31,-47l6196,1803r-33,-47l6130,1708r-34,-48l6061,1613r-37,-47l5988,1518r-38,-46l5912,1425r-39,-46l5833,1333r-40,-47l5752,1242r-43,-45l5666,1152r-42,-45l5579,1063r-44,-45l5489,976r-46,-44l5396,890r-47,-43l5300,805r-48,-42l5202,723r-50,-41l5101,642r-51,-39l4997,564r-80,-57l4837,453r-83,-53l4670,351r-85,-46l4499,261r-89,-41l4321,182r-90,-34l4140,117,4049,90,3955,66,3861,45,3766,28,3670,15,3573,6,3476,1,3378,r-98,4l3180,11,3080,23,2980,40,2879,61,2778,86r-100,32l2575,153r-102,41l2371,240r-102,51l2167,347r-103,62l1961,477r-80,57l1800,591r-77,58l1647,708r-73,59l1502,826r-70,61l1364,948r-83,78l1199,1103r-76,79l1047,1262r-71,80l908,1422r-67,83l777,1586r-60,83l658,1752r-55,84l551,1920r-50,84l454,2089r-45,86l366,2260r-40,86l288,2432r-35,86l221,2604r-30,87l163,2778r-26,86l114,2952r-22,87l74,3125r-17,87l43,3300r-13,86l21,3473r-9,87l6,3646r-4,87l,3819r,86l2,3992r4,86l11,4163r8,85l28,4333r12,85l52,4501r16,83l84,4668r18,81l123,4831r21,82l167,4993r24,80l218,5152r28,78l275,5307r30,78l337,5460r34,75l406,5609r36,74l479,5756r39,71l558,5897r41,70l641,6035r44,67l730,6169r44,62l820,6294r47,63l916,6420r51,62l1021,6545r53,63l1131,6670r,1l1133,6671r4,6l1137,6679r,l1255,6804r120,122l1495,7046r123,117l1743,7277r127,112l1997,7498r131,105l2258,7708r132,102l2523,7908r135,97l2793,8101r136,92l3066,8284r137,90l3342,8461r138,85l3619,8630r139,83l3896,8793r140,80l4175,8951r139,76l4452,9102r138,74l4727,9250r138,72l5136,9464r268,138l5660,9736r250,131l6031,9931r120,64l6269,10060r114,63l6495,10186r108,63l6708,10311r102,62l6909,10436r94,62l7093,10560r87,62l7261,10684r78,61l7412,10807r67,63l7542,10932r57,63l7652,11059r46,63l7738,11186r34,64l7800,11315r21,65l7837,11446r7,66l7845,11579r-6,68l7829,11709r-12,61l7805,11828r-16,56l7773,11938r-18,53l7735,12042r-21,48l7691,12138r-23,44l7642,12226r-27,43l7587,12309r-29,37l7528,12383r-32,35l7464,12452r-34,31l7395,12513r-35,29l7323,12568r-37,26l7248,12617r-39,22l7169,12659r-40,20l7087,12696r-41,16l7003,12726r-42,13l6917,12752r-44,9l6840,12769r-32,6l6775,12780r-33,4l6708,12788r-33,2l6641,12793r-33,1l6574,12795r-34,l6506,12795r-34,-1l6438,12792r-33,-3l6371,12786r-34,-4l6303,12777r-33,-5l6236,12766r-34,-6l6169,12753r-33,-9l6103,12736r-33,-9l6037,12718r-32,-10l5973,12697r-32,-12l5910,12674r-32,-13l5846,12648r-30,-14l5755,12596r-53,-40l5653,12515r-43,-44l5573,12428r-33,-47l5512,12333r-22,-49l5472,12236r-14,-51l5449,12134r-5,-52l5443,12029r2,-52l5450,11924r10,-53l5472,11818r14,-53l5505,11713r20,-52l5548,11608r25,-51l5600,11508r29,-50l5659,11411r32,-48l5724,11317r34,-45l5793,11230r35,-42l5864,11150r36,-38l5929,11085r33,-25l5996,11036r37,-24l6072,10992r40,-18l6154,10955r43,-14l6242,10928r45,-11l6332,10908r46,-7l6424,10896r47,-1l6516,10895r45,2l6604,10903r43,8l6690,10921r40,14l6767,10951r37,19l6838,10992r32,25l6899,11045r25,32l6947,11111r20,39l6983,11191r11,45l7002,11283r3,52l7003,11417r-7,77l6984,11567r-18,70l6944,11703r-27,62l6887,11822r-33,52l6817,11923r-40,42l6736,12003r-43,33l6648,12062r-46,21l6556,12099r-47,8l6463,12111r-45,-4l6373,12096r-44,-17l6288,12056r-39,-31l6213,11986r-34,-46l6148,11886r-25,-62l6100,11754r-17,-79l6069,11589r-7,-96l6061,11389r4,-113l6047,11360r-12,81l6027,11521r-4,79l6024,11675r5,74l6037,11821r14,69l6068,11957r19,64l6112,12082r26,58l6168,12195r33,52l6237,12295r38,45l6315,12381r44,39l6404,12454r46,29l6499,12510r51,22l6601,12549r53,13l6708,12571r56,3l6818,12573r58,-6l6933,12555r57,-16l7047,12517r57,-28l7123,12480r17,-10l7157,12458r17,-12l7191,12434r16,-15l7222,12405r16,-15l7253,12373r14,-17l7282,12339r13,-19l7309,12300r13,-20l7334,12259r11,-22l7356,12214r11,-24l7377,12165r10,-25l7395,12113r7,-28l7410,12057r6,-30l7422,11997r5,-31l7430,11934r4,-33l7436,11867r2,-35l7439,11795r-1,-36l7434,11703r-7,-56l7415,11591r-16,-55l7378,11480r-24,-56l7326,11368r-31,-55l7261,11260r-37,-53l7183,11154r-42,-52l7096,11053r-48,-49l6999,10957r-52,-46l6895,10867r-55,-43l6784,10786r-57,-39l6669,10711r-59,-32l6551,10648r-61,-28l6430,10596r-59,-22l6310,10555r-60,-15l6192,10528r-58,-8l6075,10515r-56,-1l5955,10517r-62,8l5831,10537r-60,16l5711,10572r-57,23l5600,10622r-54,30l5494,10685r-49,36l5396,10760r-45,43l5309,10846r-40,46l5230,10942r-36,50l5163,11045r-31,54l5106,11154r-23,59l5062,11271r-17,59l5031,11391r-9,61l5016,11514r-4,62l5013,11637r6,64l5028,11763r13,61l5058,11886r23,62l5100,11993r20,45l5141,12083r23,44l5188,12169r26,43l5241,12254r28,41l5297,12335r30,40l5359,12414r31,39l5424,12491r34,36l5494,12563r36,37l5568,12634r38,35l5645,12702r40,33l5726,12766r41,32l5810,12828r43,29l5896,12885r45,28l5986,12940r47,26l6079,12991r47,24l6174,13039r47,22l6253,13076r31,13l6317,13101r33,12l6382,13125r34,11l6449,13147r33,10l6516,13165r34,10l6584,13182r34,8l6652,13197r34,6l6720,13208r35,5l6789,13218r34,2l6859,13224r34,1l6928,13227r34,l6996,13227r34,-1l7065,13225r34,-3l7134,13220r34,-4l7200,13212r35,-5l7267,13201r33,-8l7345,13184r44,-12l7432,13158r42,-14l7517,13128r41,-18l7598,13090r40,-20l7677,13048r39,-23l7754,12999r36,-27l7826,12943r35,-30l7895,12881r33,-34l7960,12812r30,-36l8019,12737r28,-40l8074,12656r25,-44l8124,12566r23,-47l8168,12470r19,-51l8205,12366r17,-55l8238,12254r14,-58l8262,12135r10,-62l8278,12033r3,-40l8283,11954r1,-39l8283,11877r-2,-39l8277,11799r-5,-39l8266,11722r-7,-37l8250,11647r-11,-37l8228,11573r-13,-37l8200,11499r-14,-36l8169,11426r-18,-36l8132,11354r-20,-36l8090,11282r-23,-35l8043,11212r-25,-36l7992,11141r-26,-35l7936,11072r-29,-35l7877,11003r-32,-35l7812,10934r-32,-34l7778,10811r6,-87l7797,10635r19,-87l7842,10459r30,-89l7910,10282r42,-89l8001,10105r53,-89l8113,9927r63,-88l8244,9749r73,-89l8394,9571r80,-90l8558,9391r88,-90l8737,9210r94,-90l8928,9029r100,-89l9130,8849r104,-91l9340,8665r109,-91l9558,8482r112,-92l9895,8205r229,-185l10337,7846r212,-173l10655,7585r105,-87l10865,7410r103,-88l11070,7233r102,-88l11272,7056r99,-89l11467,6878r95,-90l11654,6698r90,-91l11833,6517r85,-91l12001,6334r79,-91l12158,6151r73,-93l12301,5966r66,-93l12430,5779r59,-93l12543,5591r51,-94l12641,5402r41,-95l12719,5211r31,-96l12737,5098r-17,-19l12700,5058r-20,-23l12656,5012r-25,-23l12603,4965r-29,-23l12542,4920r-33,-22l12491,4889r-17,-10l12456,4869r-19,-8l12418,4852r-19,-7l12379,4839r-19,-6l12339,4828r-21,-5l12298,4821r-21,-3l12273,4817r-36,92l12197,5000r-47,91l12102,5181r-53,90l11992,5361r-61,89l11868,5539r-67,89l11731,5716r-73,89l11582,5892r-79,88l11422,6067r-83,86l11253,6240r-88,87l11075,6413r-92,85l10890,6584r-95,85l10699,6754r-97,85l10503,6923r-199,168l10101,7259r-204,166l9694,7590r-233,189l9230,7969r-114,93l9005,8156r-110,94l8787,8342r-107,94l8576,8529r-101,93l8377,8714r-95,92l8189,8898r-88,93l8016,9082r-81,92l7859,9265r-73,91l7719,9447r-64,91l7598,9629r-52,91l7499,9811r-42,90l7423,9992r-29,91l7371,10173r-16,89l7346,10353r-2,90l7350,10533r-57,-41l7235,10449r-60,-42l7114,10366r-62,-43l6989,10282r-65,-41l6859,10198r-135,-82l6584,10032r-144,-84l6293,9864r-151,-83l5988,9697r-157,-85l5670,9527r-163,-86l5342,9355r-168,-88l5005,9179,4754,9050,4501,8918,4246,8783,3991,8647r-127,-69l3736,8508r-127,-71l3484,8367r-125,-72l3235,8222r-123,-72l2990,8077r-119,-74l2752,7929r-116,-76l2521,7778r-112,-76l2299,7625r-108,-77l2086,7469r-102,-78l1884,7311r-96,-80l1696,7151r-90,-82l1521,6988r-83,-82l1360,6822r-1,-1l1331,6790r-27,-33l1275,6724r-28,-37l1218,6649r-29,-38l1159,6569r-30,-42l1086,6464r-41,-66l1005,6333r-40,-67l927,6198r-38,-68l854,6060r-35,-71l786,5918r-32,-73l723,5771r-30,-74l665,5620r-25,-75l614,5467r-23,-77l568,5312r-19,-79l529,5153r-17,-80l496,4992r-14,-82l470,4828r-11,-83l450,4663r-7,-84l437,4495r-3,-85l432,4325r,-85l434,4155r4,-84l444,3983r9,-86l462,3811r14,-86l489,3637r17,-86l524,3464r22,-88l569,3290r26,-86l623,3117r30,-87l685,2944r35,-86l758,2772r40,-85l839,2601r45,-85l932,2432r50,-85l1034,2263r56,-83l1147,2097r61,-82l1271,1933r67,-81l1406,1771r72,-80l1552,1612r78,-79l1710,1454r84,-78l1861,1317r71,-61l2004,1197r73,-60l2152,1079r78,-58l2309,964r81,-57l2493,840r101,-62l2695,722r101,-51l2895,625r100,-41l3095,547r100,-30l3293,490r99,-22l3489,450r97,-13l3682,428r96,-4l3873,424r94,2l4061,433r92,11l4244,460r92,18l4424,500r89,26l4601,553r86,33l4772,620r84,39l4939,699r81,44l5100,790r79,49l5255,891r76,53l5361,967r31,25l5422,1018r30,26l5482,1072r30,29l5541,1130r29,30l5598,1192r28,31l5654,1256r28,34l5710,1325r27,35l5764,1397r27,38l5816,1472r26,39l5866,1550r26,40l5916,1630r23,41l5963,1712r22,43l6008,1797r22,44l6052,1885r21,43l6093,1973r20,46l6132,2064r20,47l6174,2165r20,56l6214,2276r18,55l6249,2387r16,55l6281,2498r13,54l6306,2608r13,55l6328,2717r10,55l6345,2827r6,53l6356,2935r5,53l6364,3040r1,54l6365,3146r-1,52l6360,3249r-4,52l6351,3351r-7,50l6336,3450r-10,49l6315,3547r-12,48l6288,3642r-15,46l6256,3734r-18,45l6216,3827r-24,46l6166,3919r-26,45l6110,4007r-30,43l6047,4091r-34,41l5975,4171r-37,38l5898,4245r-43,35l5810,4314r-46,32l5715,4378r-50,29l5613,4435r-55,26l5501,4487r-58,23l5382,4532r-63,19l5253,4569r-67,17l5117,4601r-72,12l4971,4624r-77,10l4816,4641r-80,5l4652,4648r-85,1l4566,4649r,l4529,4647r-36,-5l4456,4637r-36,-5l4383,4625r-35,-7l4312,4609r-35,-9l4242,4590r-35,-11l4173,4567r-34,-12l4106,4541r-33,-14l4040,4511r-32,-16l3978,4478r-30,-17l3918,4443r-29,-19l3861,4404r-27,-20l3809,4362r-26,-22l3759,4317r-22,-23l3715,4270r-20,-26l3674,4219r-18,-26l3639,4165r-16,-28l3602,4098r-19,-40l3564,4017r-18,-41l3529,3933r-16,-43l3499,3845r-14,-45l3472,3754r-11,-46l3450,3659r-9,-48l3433,3562r-6,-51l3421,3460r-4,-52l3417,3408r,l3417,3407r-2,-51l3413,3305r2,-49l3417,3208r4,-48l3427,3114r7,-44l3443,3027r9,-43l3465,2943r12,-40l3491,2864r16,-39l3524,2789r17,-35l3561,2719r20,-33l3603,2653r22,-32l3650,2592r24,-29l3699,2535r26,-26l3753,2483r28,-24l3810,2436r29,-23l3870,2392r31,-21l3933,2353r32,-18l3997,2318r38,-17l4073,2285r39,-14l4151,2257r39,-12l4230,2236r40,-10l4311,2219r40,-7l4393,2208r41,-4l4474,2202r42,l4557,2202r41,2l4639,2208r37,3l4712,2216r35,6l4781,2228r33,8l4847,2244r30,8l4907,2261r28,10l4963,2282r26,12l5014,2306r24,12l5059,2331r21,15l5098,2361r49,69l5188,2496r34,67l5250,2628r22,64l5288,2754r10,59l5302,2871r-3,57l5292,2982r-12,51l5263,3081r-22,47l5214,3170r-30,40l5149,3246r-38,33l5069,3308r-46,26l4974,3354r-51,19l4868,3385r-56,8l4753,3397r-61,-1l4629,3390r-66,-12l4497,3362r-68,-23l4361,3311r-69,-34l4221,3237xe" fillcolor="#d60093" stroked="f">
                  <v:fill opacity="26214f" color2="fill lighten(51)" focusposition=".5,.5" focussize="" method="linear sigma" focus="100%" type="gradientRadial"/>
                  <v:path arrowok="t"/>
                </v:shape>
              </v:group>
            </v:group>
            <v:shape id="_x0000_s1280" type="#_x0000_t202" style="position:absolute;left:6321;top:414;width:4989;height:7735;mso-position-horizontal-relative:page;mso-position-vertical-relative:page" filled="f" stroked="f">
              <v:textbox style="mso-next-textbox:#_x0000_s1280">
                <w:txbxContent>
                  <w:sdt>
                    <w:sdtPr>
                      <w:rPr>
                        <w:sz w:val="24"/>
                        <w:szCs w:val="24"/>
                      </w:rPr>
                      <w:id w:val="25857759"/>
                      <w:placeholder>
                        <w:docPart w:val="FF61155A688D4521BEC66F59F6E4BE39"/>
                      </w:placeholder>
                    </w:sdtPr>
                    <w:sdtContent>
                      <w:p w:rsidR="00FB3A89" w:rsidRPr="00793FC3" w:rsidRDefault="00FB3A89" w:rsidP="00FB3A89">
                        <w:pPr>
                          <w:pStyle w:val="BodyText"/>
                          <w:rPr>
                            <w:sz w:val="24"/>
                            <w:szCs w:val="24"/>
                          </w:rPr>
                        </w:pPr>
                        <w:r w:rsidRPr="00793FC3">
                          <w:rPr>
                            <w:sz w:val="24"/>
                            <w:szCs w:val="24"/>
                          </w:rPr>
                          <w:t>Walimatul Urus</w:t>
                        </w:r>
                      </w:p>
                    </w:sdtContent>
                  </w:sdt>
                  <w:p w:rsidR="00FB3A89" w:rsidRPr="00793FC3" w:rsidRDefault="00FB3A89" w:rsidP="00FB3A89">
                    <w:pPr>
                      <w:pStyle w:val="BodyTextwithspaceafter"/>
                      <w:spacing w:before="0" w:after="0"/>
                      <w:rPr>
                        <w:sz w:val="18"/>
                        <w:szCs w:val="18"/>
                      </w:rPr>
                    </w:pPr>
                    <w:r w:rsidRPr="00793FC3">
                      <w:rPr>
                        <w:sz w:val="18"/>
                        <w:szCs w:val="18"/>
                      </w:rPr>
                      <w:t>Assalamualaikum WBT &amp; Salam Sejahtera</w:t>
                    </w:r>
                  </w:p>
                  <w:p w:rsidR="00FB3A89" w:rsidRPr="00793FC3" w:rsidRDefault="00ED2381" w:rsidP="00FB3A89">
                    <w:pPr>
                      <w:spacing w:before="0" w:after="0"/>
                      <w:rPr>
                        <w:b/>
                        <w:bCs/>
                        <w:sz w:val="18"/>
                        <w:szCs w:val="20"/>
                      </w:rPr>
                    </w:pPr>
                    <w:r>
                      <w:rPr>
                        <w:b/>
                        <w:bCs/>
                        <w:sz w:val="18"/>
                        <w:szCs w:val="20"/>
                      </w:rPr>
                      <w:t>NAMA BAPA &amp; NAMA IBU</w:t>
                    </w:r>
                    <w:r w:rsidR="00FB3A89" w:rsidRPr="00793FC3">
                      <w:rPr>
                        <w:b/>
                        <w:bCs/>
                        <w:sz w:val="18"/>
                        <w:szCs w:val="20"/>
                      </w:rPr>
                      <w:t xml:space="preserve">  </w:t>
                    </w:r>
                  </w:p>
                  <w:p w:rsidR="008C1A66" w:rsidRDefault="00FB3A89" w:rsidP="00FB3A89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  <w:r w:rsidRPr="00793FC3">
                      <w:rPr>
                        <w:sz w:val="18"/>
                        <w:szCs w:val="20"/>
                      </w:rPr>
                      <w:t xml:space="preserve">dengan penuh rasa kesyukuran ke hadrat Ilahi </w:t>
                    </w:r>
                  </w:p>
                  <w:p w:rsidR="00FB3A89" w:rsidRPr="00793FC3" w:rsidRDefault="00FB3A89" w:rsidP="00FB3A89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  <w:r w:rsidRPr="00793FC3">
                      <w:rPr>
                        <w:sz w:val="18"/>
                        <w:szCs w:val="20"/>
                      </w:rPr>
                      <w:t xml:space="preserve">kami menjemput Dato’/Datin/Tuan/Puan/Encik/Cik </w:t>
                    </w:r>
                  </w:p>
                  <w:p w:rsidR="00FB3A89" w:rsidRPr="00793FC3" w:rsidRDefault="00FB3A89" w:rsidP="00FB3A89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</w:p>
                  <w:p w:rsidR="00FB3A89" w:rsidRPr="00793FC3" w:rsidRDefault="00FB3A89" w:rsidP="00FB3A89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  <w:r w:rsidRPr="00793FC3">
                      <w:rPr>
                        <w:sz w:val="18"/>
                        <w:szCs w:val="20"/>
                      </w:rPr>
                      <w:t xml:space="preserve"> _______________________________________ </w:t>
                    </w:r>
                  </w:p>
                  <w:p w:rsidR="00FB3A89" w:rsidRPr="00793FC3" w:rsidRDefault="00FB3A89" w:rsidP="00FB3A89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  <w:r w:rsidRPr="00793FC3">
                      <w:rPr>
                        <w:sz w:val="18"/>
                        <w:szCs w:val="20"/>
                      </w:rPr>
                      <w:t>serta keluarga hadir bagi menyerikan majlis perkahwinan putera kami</w:t>
                    </w:r>
                  </w:p>
                  <w:p w:rsidR="00FB3A89" w:rsidRPr="00793FC3" w:rsidRDefault="00FB3A89" w:rsidP="00FB3A89">
                    <w:pPr>
                      <w:pStyle w:val="Heading1"/>
                      <w:spacing w:before="0" w:after="0"/>
                      <w:rPr>
                        <w:sz w:val="6"/>
                        <w:szCs w:val="6"/>
                      </w:rPr>
                    </w:pPr>
                  </w:p>
                  <w:sdt>
                    <w:sdtPr>
                      <w:rPr>
                        <w:rStyle w:val="NameChar"/>
                        <w:rFonts w:ascii="Monotype Corsiva" w:hAnsi="Monotype Corsiva"/>
                        <w:bCs/>
                        <w:sz w:val="32"/>
                        <w:szCs w:val="12"/>
                      </w:rPr>
                      <w:id w:val="25857760"/>
                      <w:placeholder>
                        <w:docPart w:val="5AB6AF33A92B4CE9A4C0929AE2DA0A51"/>
                      </w:placeholder>
                    </w:sdtPr>
                    <w:sdtEndPr>
                      <w:rPr>
                        <w:rStyle w:val="DefaultParagraphFont"/>
                        <w:b/>
                      </w:rPr>
                    </w:sdtEndPr>
                    <w:sdtContent>
                      <w:sdt>
                        <w:sdtPr>
                          <w:rPr>
                            <w:rFonts w:ascii="Monotype Corsiva" w:hAnsi="Monotype Corsiva"/>
                            <w:b w:val="0"/>
                            <w:bCs/>
                            <w:sz w:val="32"/>
                            <w:szCs w:val="12"/>
                          </w:rPr>
                          <w:id w:val="25287121"/>
                          <w:placeholder>
                            <w:docPart w:val="2E0FB8A368834ECF9066EDBC5A32EDFE"/>
                          </w:placeholder>
                        </w:sdtPr>
                        <w:sdtContent>
                          <w:p w:rsidR="00FB3A89" w:rsidRPr="00ED2381" w:rsidRDefault="00ED2381" w:rsidP="00ED2381">
                            <w:pPr>
                              <w:pStyle w:val="Name"/>
                              <w:spacing w:before="0" w:after="0"/>
                              <w:rPr>
                                <w:rFonts w:ascii="Monotype Corsiva" w:hAnsi="Monotype Corsiva"/>
                                <w:bCs/>
                                <w:sz w:val="32"/>
                                <w:szCs w:val="12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 w:val="0"/>
                                <w:bCs/>
                                <w:sz w:val="32"/>
                                <w:szCs w:val="12"/>
                              </w:rPr>
                              <w:t>Nama pengantin lelaki</w:t>
                            </w:r>
                          </w:p>
                        </w:sdtContent>
                      </w:sdt>
                    </w:sdtContent>
                  </w:sdt>
                  <w:p w:rsidR="00FB3A89" w:rsidRPr="00793FC3" w:rsidRDefault="00FB3A89" w:rsidP="00FB3A89">
                    <w:pPr>
                      <w:spacing w:before="0" w:after="0"/>
                      <w:rPr>
                        <w:sz w:val="18"/>
                        <w:szCs w:val="20"/>
                      </w:rPr>
                    </w:pPr>
                    <w:r w:rsidRPr="00793FC3">
                      <w:rPr>
                        <w:sz w:val="18"/>
                        <w:szCs w:val="20"/>
                      </w:rPr>
                      <w:t>dengan pasangannya</w:t>
                    </w:r>
                  </w:p>
                  <w:sdt>
                    <w:sdtPr>
                      <w:rPr>
                        <w:rFonts w:ascii="Monotype Corsiva" w:hAnsi="Monotype Corsiva"/>
                        <w:b w:val="0"/>
                        <w:bCs/>
                        <w:sz w:val="32"/>
                        <w:szCs w:val="12"/>
                      </w:rPr>
                      <w:id w:val="25857761"/>
                      <w:placeholder>
                        <w:docPart w:val="0EA719F13949496793B519AAB98ABE21"/>
                      </w:placeholder>
                    </w:sdtPr>
                    <w:sdtContent>
                      <w:p w:rsidR="00FB3A89" w:rsidRPr="00793FC3" w:rsidRDefault="00ED2381" w:rsidP="00ED2381">
                        <w:pPr>
                          <w:pStyle w:val="Name"/>
                          <w:spacing w:before="0" w:after="0"/>
                          <w:rPr>
                            <w:rFonts w:ascii="Monotype Corsiva" w:hAnsi="Monotype Corsiva"/>
                            <w:b w:val="0"/>
                            <w:bCs/>
                            <w:sz w:val="32"/>
                            <w:szCs w:val="12"/>
                          </w:rPr>
                        </w:pPr>
                        <w:sdt>
                          <w:sdtPr>
                            <w:rPr>
                              <w:rStyle w:val="NameChar"/>
                              <w:rFonts w:ascii="Monotype Corsiva" w:hAnsi="Monotype Corsiva"/>
                              <w:bCs/>
                              <w:sz w:val="32"/>
                              <w:szCs w:val="12"/>
                            </w:rPr>
                            <w:id w:val="25287119"/>
                            <w:placeholder>
                              <w:docPart w:val="5E9371186EC84E8F8D2C77A975980CAE"/>
                            </w:placeholder>
                          </w:sdtPr>
                          <w:sdtEndPr>
                            <w:rPr>
                              <w:rStyle w:val="DefaultParagraphFont"/>
                              <w:b/>
                            </w:rPr>
                          </w:sdtEndPr>
                          <w:sdtContent>
                            <w:r>
                              <w:rPr>
                                <w:rStyle w:val="NameChar"/>
                                <w:rFonts w:ascii="Monotype Corsiva" w:hAnsi="Monotype Corsiva"/>
                                <w:bCs/>
                                <w:sz w:val="32"/>
                                <w:szCs w:val="12"/>
                              </w:rPr>
                              <w:t>Nama pengantin perempuan</w:t>
                            </w:r>
                          </w:sdtContent>
                        </w:sdt>
                        <w:r w:rsidR="00FB3A89" w:rsidRPr="00793FC3">
                          <w:rPr>
                            <w:rFonts w:ascii="Monotype Corsiva" w:hAnsi="Monotype Corsiva"/>
                            <w:b w:val="0"/>
                            <w:bCs/>
                            <w:sz w:val="32"/>
                            <w:szCs w:val="12"/>
                          </w:rPr>
                          <w:t xml:space="preserve"> </w:t>
                        </w:r>
                      </w:p>
                    </w:sdtContent>
                  </w:sdt>
                  <w:sdt>
                    <w:sdtPr>
                      <w:rPr>
                        <w:sz w:val="18"/>
                        <w:szCs w:val="20"/>
                      </w:rPr>
                      <w:id w:val="25857762"/>
                      <w:placeholder>
                        <w:docPart w:val="68E82FD010CA4C1CA0DE0BEDB1D962BF"/>
                      </w:placeholder>
                    </w:sdtPr>
                    <w:sdtEndPr>
                      <w:rPr>
                        <w:sz w:val="22"/>
                        <w:szCs w:val="22"/>
                      </w:rPr>
                    </w:sdtEndPr>
                    <w:sdtContent>
                      <w:p w:rsidR="00FB3A89" w:rsidRPr="00793FC3" w:rsidRDefault="00FB3A89" w:rsidP="00FB3A89">
                        <w:pPr>
                          <w:spacing w:before="0" w:after="0"/>
                          <w:rPr>
                            <w:sz w:val="4"/>
                            <w:szCs w:val="6"/>
                          </w:rPr>
                        </w:pPr>
                      </w:p>
                      <w:p w:rsidR="00FB3A89" w:rsidRDefault="00FB3A89" w:rsidP="00FB3A89">
                        <w:pPr>
                          <w:spacing w:before="0" w:after="0"/>
                          <w:rPr>
                            <w:sz w:val="18"/>
                            <w:szCs w:val="20"/>
                          </w:rPr>
                        </w:pPr>
                      </w:p>
                      <w:p w:rsidR="00FB3A89" w:rsidRPr="00793FC3" w:rsidRDefault="00FB3A89" w:rsidP="0087145B">
                        <w:pPr>
                          <w:spacing w:before="0" w:after="0"/>
                          <w:rPr>
                            <w:sz w:val="18"/>
                            <w:szCs w:val="20"/>
                          </w:rPr>
                        </w:pPr>
                        <w:r w:rsidRPr="00793FC3">
                          <w:rPr>
                            <w:sz w:val="18"/>
                            <w:szCs w:val="20"/>
                          </w:rPr>
                          <w:t xml:space="preserve">Pada hari </w:t>
                        </w:r>
                        <w:r w:rsidR="0087145B">
                          <w:rPr>
                            <w:b/>
                            <w:bCs/>
                            <w:sz w:val="18"/>
                            <w:szCs w:val="20"/>
                          </w:rPr>
                          <w:t>SABTU, 4</w:t>
                        </w:r>
                        <w:r w:rsidRPr="00793FC3">
                          <w:rPr>
                            <w:b/>
                            <w:bCs/>
                            <w:sz w:val="18"/>
                            <w:szCs w:val="20"/>
                          </w:rPr>
                          <w:t xml:space="preserve"> </w:t>
                        </w:r>
                        <w:r w:rsidR="0087145B">
                          <w:rPr>
                            <w:b/>
                            <w:bCs/>
                            <w:sz w:val="18"/>
                            <w:szCs w:val="20"/>
                          </w:rPr>
                          <w:t>MEI</w:t>
                        </w:r>
                        <w:r w:rsidRPr="00793FC3">
                          <w:rPr>
                            <w:b/>
                            <w:bCs/>
                            <w:sz w:val="18"/>
                            <w:szCs w:val="20"/>
                          </w:rPr>
                          <w:t xml:space="preserve"> 2013</w:t>
                        </w:r>
                        <w:r w:rsidRPr="00793FC3">
                          <w:rPr>
                            <w:sz w:val="18"/>
                            <w:szCs w:val="20"/>
                          </w:rPr>
                          <w:t xml:space="preserve"> </w:t>
                        </w:r>
                      </w:p>
                      <w:p w:rsidR="00FB3A89" w:rsidRPr="00793FC3" w:rsidRDefault="008C1A66" w:rsidP="00FB3A89">
                        <w:pPr>
                          <w:spacing w:before="0" w:after="0"/>
                          <w:rPr>
                            <w:sz w:val="18"/>
                            <w:szCs w:val="20"/>
                          </w:rPr>
                        </w:pPr>
                        <w:r>
                          <w:rPr>
                            <w:sz w:val="18"/>
                            <w:szCs w:val="20"/>
                          </w:rPr>
                          <w:t>bersamaan 23 JamadilAkhir</w:t>
                        </w:r>
                        <w:r w:rsidR="00FB3A89" w:rsidRPr="00793FC3">
                          <w:rPr>
                            <w:sz w:val="18"/>
                            <w:szCs w:val="20"/>
                          </w:rPr>
                          <w:t xml:space="preserve"> 1434H</w:t>
                        </w:r>
                      </w:p>
                      <w:p w:rsidR="00ED2381" w:rsidRPr="00793FC3" w:rsidRDefault="00FB3A89" w:rsidP="00ED2381">
                        <w:pPr>
                          <w:pStyle w:val="Heading1"/>
                          <w:spacing w:before="0" w:after="0"/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</w:pPr>
                        <w:r w:rsidRPr="00793FC3">
                          <w:rPr>
                            <w:rFonts w:asciiTheme="minorHAnsi" w:hAnsiTheme="minorHAnsi"/>
                            <w:b w:val="0"/>
                            <w:bCs w:val="0"/>
                            <w:color w:val="auto"/>
                            <w:sz w:val="18"/>
                            <w:szCs w:val="18"/>
                          </w:rPr>
                          <w:t xml:space="preserve">Beralamat: </w:t>
                        </w:r>
                        <w:r w:rsidR="00ED2381" w:rsidRPr="00793FC3"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  <w:t xml:space="preserve">No. </w:t>
                        </w:r>
                        <w:r w:rsidR="00ED2381"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  <w:t>1</w:t>
                        </w:r>
                        <w:r w:rsidR="00ED2381" w:rsidRPr="00793FC3"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  <w:t xml:space="preserve">, Jalan </w:t>
                        </w:r>
                        <w:r w:rsidR="00ED2381"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  <w:t>1</w:t>
                        </w:r>
                        <w:r w:rsidR="00ED2381" w:rsidRPr="00793FC3"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  <w:t xml:space="preserve">, </w:t>
                        </w:r>
                      </w:p>
                      <w:p w:rsidR="00FB3A89" w:rsidRPr="00793FC3" w:rsidRDefault="00ED2381" w:rsidP="00ED2381">
                        <w:pPr>
                          <w:pStyle w:val="Heading1"/>
                          <w:spacing w:before="0" w:after="0"/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color w:val="auto"/>
                            <w:sz w:val="18"/>
                            <w:szCs w:val="18"/>
                          </w:rPr>
                          <w:t>KL</w:t>
                        </w:r>
                      </w:p>
                      <w:p w:rsidR="00FB3A89" w:rsidRPr="00FF4D82" w:rsidRDefault="00FB3A89" w:rsidP="00FB3A89">
                        <w:pPr>
                          <w:spacing w:before="0" w:after="0"/>
                          <w:rPr>
                            <w:i/>
                            <w:iCs/>
                            <w:sz w:val="8"/>
                            <w:szCs w:val="10"/>
                          </w:rPr>
                        </w:pPr>
                      </w:p>
                      <w:p w:rsidR="00FB3A89" w:rsidRPr="00793FC3" w:rsidRDefault="00FB3A89" w:rsidP="00FB3A89">
                        <w:pPr>
                          <w:spacing w:before="0" w:after="0"/>
                          <w:rPr>
                            <w:sz w:val="20"/>
                            <w:szCs w:val="22"/>
                          </w:rPr>
                        </w:pPr>
                        <w:r w:rsidRPr="00046C60">
                          <w:rPr>
                            <w:sz w:val="18"/>
                            <w:szCs w:val="20"/>
                          </w:rPr>
                          <w:t xml:space="preserve">Semoga dengan kehadiran para hadirin &amp; keluarga akan menyerikan lagi majlis kami serta diberkati Allah SWT. Terima kasih, wassalam. </w:t>
                        </w:r>
                      </w:p>
                    </w:sdtContent>
                  </w:sdt>
                  <w:p w:rsidR="00FB3A89" w:rsidRPr="00793FC3" w:rsidRDefault="00FB3A89" w:rsidP="00FB3A89">
                    <w:pPr>
                      <w:pStyle w:val="ReceptiontoFollow"/>
                      <w:spacing w:before="0" w:after="0"/>
                      <w:rPr>
                        <w:rFonts w:ascii="Lucida Handwriting" w:hAnsi="Lucida Handwriting"/>
                        <w:b/>
                        <w:bCs/>
                        <w:sz w:val="8"/>
                        <w:szCs w:val="8"/>
                      </w:rPr>
                    </w:pPr>
                  </w:p>
                  <w:p w:rsidR="00FB3A89" w:rsidRPr="00F44BB7" w:rsidRDefault="00FB3A89" w:rsidP="00FB3A89">
                    <w:pPr>
                      <w:pStyle w:val="ReceptiontoFollow"/>
                      <w:spacing w:before="0" w:after="0"/>
                      <w:rPr>
                        <w:rFonts w:ascii="Lucida Handwriting" w:hAnsi="Lucida Handwriting"/>
                        <w:sz w:val="8"/>
                        <w:szCs w:val="8"/>
                      </w:rPr>
                    </w:pPr>
                  </w:p>
                  <w:p w:rsidR="00FB3A89" w:rsidRPr="00793FC3" w:rsidRDefault="00FB3A89" w:rsidP="00FB3A89">
                    <w:pPr>
                      <w:pStyle w:val="ReceptiontoFollow"/>
                      <w:spacing w:before="0" w:after="0"/>
                      <w:rPr>
                        <w:rFonts w:ascii="Lucida Handwriting" w:hAnsi="Lucida Handwriting"/>
                        <w:sz w:val="16"/>
                        <w:szCs w:val="16"/>
                      </w:rPr>
                    </w:pPr>
                    <w:r w:rsidRPr="00793FC3">
                      <w:rPr>
                        <w:rFonts w:ascii="Lucida Handwriting" w:hAnsi="Lucida Handwriting"/>
                        <w:sz w:val="16"/>
                        <w:szCs w:val="16"/>
                      </w:rPr>
                      <w:t>Aturcara Majlis</w:t>
                    </w:r>
                  </w:p>
                  <w:p w:rsidR="00FB3A89" w:rsidRPr="00793FC3" w:rsidRDefault="00FB3A89" w:rsidP="00DF7120">
                    <w:pPr>
                      <w:pStyle w:val="ReceptiontoFollow"/>
                      <w:spacing w:before="0" w:after="0"/>
                      <w:rPr>
                        <w:sz w:val="18"/>
                        <w:szCs w:val="18"/>
                      </w:rPr>
                    </w:pPr>
                    <w:r w:rsidRPr="00793FC3">
                      <w:rPr>
                        <w:sz w:val="18"/>
                        <w:szCs w:val="18"/>
                      </w:rPr>
                      <w:t xml:space="preserve">Jamuan makan: 11.00 pg – </w:t>
                    </w:r>
                    <w:r w:rsidR="00DF7120">
                      <w:rPr>
                        <w:sz w:val="18"/>
                        <w:szCs w:val="18"/>
                      </w:rPr>
                      <w:t>5</w:t>
                    </w:r>
                    <w:r w:rsidRPr="00793FC3">
                      <w:rPr>
                        <w:sz w:val="18"/>
                        <w:szCs w:val="18"/>
                      </w:rPr>
                      <w:t>.00 ptg</w:t>
                    </w:r>
                  </w:p>
                  <w:p w:rsidR="00FB3A89" w:rsidRPr="00793FC3" w:rsidRDefault="00FB3A89" w:rsidP="00FB3A89">
                    <w:pPr>
                      <w:pStyle w:val="Heading1"/>
                      <w:spacing w:before="0" w:after="0"/>
                      <w:rPr>
                        <w:sz w:val="8"/>
                        <w:szCs w:val="8"/>
                      </w:rPr>
                    </w:pPr>
                  </w:p>
                  <w:p w:rsidR="00FB3A89" w:rsidRPr="00793FC3" w:rsidRDefault="00FB3A89" w:rsidP="00FB3A89">
                    <w:pPr>
                      <w:pStyle w:val="ReceptiontoFollow"/>
                      <w:spacing w:before="0" w:after="0"/>
                      <w:rPr>
                        <w:rFonts w:ascii="Lucida Handwriting" w:hAnsi="Lucida Handwriting"/>
                        <w:sz w:val="16"/>
                        <w:szCs w:val="16"/>
                      </w:rPr>
                    </w:pPr>
                    <w:r w:rsidRPr="00793FC3">
                      <w:rPr>
                        <w:rFonts w:ascii="Lucida Handwriting" w:hAnsi="Lucida Handwriting"/>
                        <w:sz w:val="16"/>
                        <w:szCs w:val="16"/>
                      </w:rPr>
                      <w:t>Turut mengundang</w:t>
                    </w:r>
                  </w:p>
                  <w:p w:rsidR="00FB3A89" w:rsidRPr="00793FC3" w:rsidRDefault="00FB3A89" w:rsidP="00FB3A89">
                    <w:pPr>
                      <w:pStyle w:val="ReceptiontoFollow"/>
                      <w:spacing w:before="0" w:after="0"/>
                      <w:rPr>
                        <w:sz w:val="18"/>
                        <w:szCs w:val="18"/>
                      </w:rPr>
                    </w:pPr>
                    <w:r w:rsidRPr="00793FC3">
                      <w:rPr>
                        <w:sz w:val="18"/>
                        <w:szCs w:val="18"/>
                      </w:rPr>
                      <w:t>Seisi keluarga</w:t>
                    </w:r>
                  </w:p>
                  <w:p w:rsidR="00FB3A89" w:rsidRPr="00793FC3" w:rsidRDefault="00FB3A89" w:rsidP="00FB3A89">
                    <w:pPr>
                      <w:spacing w:before="0" w:after="0"/>
                      <w:rPr>
                        <w:sz w:val="6"/>
                        <w:szCs w:val="8"/>
                      </w:rPr>
                    </w:pPr>
                  </w:p>
                  <w:p w:rsidR="00FB3A89" w:rsidRPr="00793FC3" w:rsidRDefault="00FB3A89" w:rsidP="00FB3A89">
                    <w:pPr>
                      <w:pStyle w:val="ReceptiontoFollow"/>
                      <w:spacing w:before="0" w:after="0"/>
                      <w:rPr>
                        <w:rFonts w:ascii="Lucida Handwriting" w:hAnsi="Lucida Handwriting"/>
                        <w:sz w:val="16"/>
                        <w:szCs w:val="16"/>
                      </w:rPr>
                    </w:pPr>
                    <w:r w:rsidRPr="00793FC3">
                      <w:rPr>
                        <w:rFonts w:ascii="Lucida Handwriting" w:hAnsi="Lucida Handwriting"/>
                        <w:sz w:val="16"/>
                        <w:szCs w:val="16"/>
                      </w:rPr>
                      <w:t>Hubungi</w:t>
                    </w:r>
                  </w:p>
                  <w:p w:rsidR="00FB3A89" w:rsidRPr="00793FC3" w:rsidRDefault="00ED2381" w:rsidP="00046C60">
                    <w:pPr>
                      <w:pStyle w:val="ReceptiontoFollow"/>
                      <w:spacing w:before="0" w:after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Nama: No telefon</w:t>
                    </w:r>
                  </w:p>
                  <w:p w:rsidR="00FB3A89" w:rsidRPr="00193344" w:rsidRDefault="00FB3A89" w:rsidP="00FB3A89"/>
                  <w:p w:rsidR="00FB3A89" w:rsidRPr="00193344" w:rsidRDefault="00FB3A89" w:rsidP="00FB3A89"/>
                  <w:p w:rsidR="00FB3A89" w:rsidRPr="00193344" w:rsidRDefault="00FB3A89" w:rsidP="00FB3A89">
                    <w:pPr>
                      <w:pStyle w:val="Heading1"/>
                      <w:spacing w:before="0"/>
                    </w:pPr>
                  </w:p>
                </w:txbxContent>
              </v:textbox>
            </v:shape>
          </v:group>
        </w:pict>
      </w:r>
    </w:p>
    <w:sectPr w:rsidR="00153209" w:rsidSect="004426BD">
      <w:pgSz w:w="11907" w:h="16839" w:code="9"/>
      <w:pgMar w:top="0" w:right="27" w:bottom="9" w:left="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053" w:rsidRDefault="00A55053">
      <w:pPr>
        <w:spacing w:before="0" w:after="0"/>
      </w:pPr>
      <w:r>
        <w:separator/>
      </w:r>
    </w:p>
  </w:endnote>
  <w:endnote w:type="continuationSeparator" w:id="1">
    <w:p w:rsidR="00A55053" w:rsidRDefault="00A5505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053" w:rsidRDefault="00A55053">
      <w:pPr>
        <w:spacing w:before="0" w:after="0"/>
      </w:pPr>
      <w:r>
        <w:separator/>
      </w:r>
    </w:p>
  </w:footnote>
  <w:footnote w:type="continuationSeparator" w:id="1">
    <w:p w:rsidR="00A55053" w:rsidRDefault="00A55053">
      <w:pPr>
        <w:spacing w:before="0"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attachedTemplate r:id="rId1"/>
  <w:stylePaneFormatFilter w:val="1201"/>
  <w:stylePaneSortMethod w:val="00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128002">
      <o:colormru v:ext="edit" colors="#f06,#d60093"/>
      <o:colormenu v:ext="edit" fillcolor="#d60093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C9135A"/>
    <w:rsid w:val="00003295"/>
    <w:rsid w:val="00046C60"/>
    <w:rsid w:val="0005500D"/>
    <w:rsid w:val="000974A0"/>
    <w:rsid w:val="00106B06"/>
    <w:rsid w:val="001425AD"/>
    <w:rsid w:val="00146533"/>
    <w:rsid w:val="00153209"/>
    <w:rsid w:val="00156CA7"/>
    <w:rsid w:val="0019258C"/>
    <w:rsid w:val="00193344"/>
    <w:rsid w:val="001E3865"/>
    <w:rsid w:val="001E6767"/>
    <w:rsid w:val="0020345D"/>
    <w:rsid w:val="002524C3"/>
    <w:rsid w:val="002564D4"/>
    <w:rsid w:val="00277BEE"/>
    <w:rsid w:val="002908B7"/>
    <w:rsid w:val="002B0A3F"/>
    <w:rsid w:val="002C1C24"/>
    <w:rsid w:val="002C3D68"/>
    <w:rsid w:val="002C491F"/>
    <w:rsid w:val="002F19A2"/>
    <w:rsid w:val="002F55F0"/>
    <w:rsid w:val="00305463"/>
    <w:rsid w:val="00306110"/>
    <w:rsid w:val="003171AB"/>
    <w:rsid w:val="00331CEB"/>
    <w:rsid w:val="003724BC"/>
    <w:rsid w:val="00375D08"/>
    <w:rsid w:val="003803B9"/>
    <w:rsid w:val="003A2DF2"/>
    <w:rsid w:val="003B06D7"/>
    <w:rsid w:val="00401594"/>
    <w:rsid w:val="00417BEA"/>
    <w:rsid w:val="00440FF8"/>
    <w:rsid w:val="004426BD"/>
    <w:rsid w:val="00457C3B"/>
    <w:rsid w:val="004655B7"/>
    <w:rsid w:val="004A3394"/>
    <w:rsid w:val="004A3A03"/>
    <w:rsid w:val="004D0F54"/>
    <w:rsid w:val="004D5BF1"/>
    <w:rsid w:val="004E138F"/>
    <w:rsid w:val="004E7F34"/>
    <w:rsid w:val="00553517"/>
    <w:rsid w:val="005654DF"/>
    <w:rsid w:val="005941CB"/>
    <w:rsid w:val="005C61EF"/>
    <w:rsid w:val="005C7A58"/>
    <w:rsid w:val="005E28A1"/>
    <w:rsid w:val="005E5957"/>
    <w:rsid w:val="006009A5"/>
    <w:rsid w:val="00642FC4"/>
    <w:rsid w:val="00663D46"/>
    <w:rsid w:val="006B4AB7"/>
    <w:rsid w:val="006C1E6C"/>
    <w:rsid w:val="006F360A"/>
    <w:rsid w:val="00773F40"/>
    <w:rsid w:val="00792315"/>
    <w:rsid w:val="00793FC3"/>
    <w:rsid w:val="007A27F3"/>
    <w:rsid w:val="007B5CDE"/>
    <w:rsid w:val="007F3D29"/>
    <w:rsid w:val="00800D2C"/>
    <w:rsid w:val="00807C02"/>
    <w:rsid w:val="00814142"/>
    <w:rsid w:val="00834B32"/>
    <w:rsid w:val="0086344A"/>
    <w:rsid w:val="0087145B"/>
    <w:rsid w:val="00872A53"/>
    <w:rsid w:val="008C1A66"/>
    <w:rsid w:val="009132B7"/>
    <w:rsid w:val="00927604"/>
    <w:rsid w:val="009554D0"/>
    <w:rsid w:val="00963452"/>
    <w:rsid w:val="00995841"/>
    <w:rsid w:val="009A3AF8"/>
    <w:rsid w:val="009B5341"/>
    <w:rsid w:val="009F3263"/>
    <w:rsid w:val="00A128BC"/>
    <w:rsid w:val="00A20DCB"/>
    <w:rsid w:val="00A2169A"/>
    <w:rsid w:val="00A55053"/>
    <w:rsid w:val="00A559EE"/>
    <w:rsid w:val="00AA4061"/>
    <w:rsid w:val="00AA6BDE"/>
    <w:rsid w:val="00AB4951"/>
    <w:rsid w:val="00AE5C3B"/>
    <w:rsid w:val="00B01217"/>
    <w:rsid w:val="00B05F83"/>
    <w:rsid w:val="00B64CD7"/>
    <w:rsid w:val="00B90735"/>
    <w:rsid w:val="00B9392F"/>
    <w:rsid w:val="00BA3CDE"/>
    <w:rsid w:val="00BB485E"/>
    <w:rsid w:val="00BE0A2E"/>
    <w:rsid w:val="00C042EF"/>
    <w:rsid w:val="00C506CB"/>
    <w:rsid w:val="00C50AE2"/>
    <w:rsid w:val="00C9135A"/>
    <w:rsid w:val="00D37A4B"/>
    <w:rsid w:val="00D50E8A"/>
    <w:rsid w:val="00DA4F37"/>
    <w:rsid w:val="00DD609F"/>
    <w:rsid w:val="00DF370F"/>
    <w:rsid w:val="00DF6399"/>
    <w:rsid w:val="00DF7120"/>
    <w:rsid w:val="00E80711"/>
    <w:rsid w:val="00ED1CF2"/>
    <w:rsid w:val="00ED2381"/>
    <w:rsid w:val="00EE4622"/>
    <w:rsid w:val="00EE72FC"/>
    <w:rsid w:val="00EF3221"/>
    <w:rsid w:val="00EF4A1B"/>
    <w:rsid w:val="00F05BD6"/>
    <w:rsid w:val="00F1496C"/>
    <w:rsid w:val="00F16D6D"/>
    <w:rsid w:val="00F330E5"/>
    <w:rsid w:val="00F44BB7"/>
    <w:rsid w:val="00F50672"/>
    <w:rsid w:val="00F6311C"/>
    <w:rsid w:val="00F63639"/>
    <w:rsid w:val="00FB3A89"/>
    <w:rsid w:val="00FB5B91"/>
    <w:rsid w:val="00FB69C4"/>
    <w:rsid w:val="00FC5BF6"/>
    <w:rsid w:val="00FE35BC"/>
    <w:rsid w:val="00FF3BBC"/>
    <w:rsid w:val="00FF4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2">
      <o:colormru v:ext="edit" colors="#f06,#d60093"/>
      <o:colormenu v:ext="edit" fillcolor="#d60093" strokecolor="red"/>
    </o:shapedefaults>
    <o:shapelayout v:ext="edit">
      <o:idmap v:ext="edit" data="1"/>
      <o:regrouptable v:ext="edit">
        <o:entry new="1" old="0"/>
        <o:entry new="2" old="0"/>
        <o:entry new="3" old="0"/>
        <o:entry new="4" old="3"/>
        <o:entry new="5" old="4"/>
        <o:entry new="6" old="3"/>
        <o:entry new="7" old="6"/>
        <o:entry new="8" old="0"/>
        <o:entry new="9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80" w:after="8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next w:val="Heading1"/>
    <w:qFormat/>
    <w:rsid w:val="00FB69C4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rsid w:val="001532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C77C0E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1532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F0A22E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1532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F0A22E" w:themeColor="accent1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32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F0A22E" w:themeColor="accent1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320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845209" w:themeColor="accent1" w:themeShade="7F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320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845209" w:themeColor="accent1" w:themeShade="7F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320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320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F0A22E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320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3209"/>
    <w:rPr>
      <w:rFonts w:asciiTheme="majorHAnsi" w:eastAsiaTheme="majorEastAsia" w:hAnsiTheme="majorHAnsi" w:cstheme="majorBidi"/>
      <w:b/>
      <w:bCs/>
      <w:color w:val="C77C0E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3209"/>
    <w:rPr>
      <w:rFonts w:asciiTheme="majorHAnsi" w:eastAsiaTheme="majorEastAsia" w:hAnsiTheme="majorHAnsi" w:cstheme="majorBidi"/>
      <w:b/>
      <w:bCs/>
      <w:color w:val="F0A22E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3209"/>
    <w:rPr>
      <w:rFonts w:asciiTheme="majorHAnsi" w:eastAsiaTheme="majorEastAsia" w:hAnsiTheme="majorHAnsi" w:cstheme="majorBidi"/>
      <w:b/>
      <w:bCs/>
      <w:color w:val="F0A22E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53209"/>
    <w:rPr>
      <w:rFonts w:asciiTheme="majorHAnsi" w:eastAsiaTheme="majorEastAsia" w:hAnsiTheme="majorHAnsi" w:cstheme="majorBidi"/>
      <w:b/>
      <w:bCs/>
      <w:i/>
      <w:iCs/>
      <w:color w:val="F0A22E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153209"/>
    <w:rPr>
      <w:rFonts w:asciiTheme="majorHAnsi" w:eastAsiaTheme="majorEastAsia" w:hAnsiTheme="majorHAnsi" w:cstheme="majorBidi"/>
      <w:color w:val="845209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153209"/>
    <w:rPr>
      <w:rFonts w:asciiTheme="majorHAnsi" w:eastAsiaTheme="majorEastAsia" w:hAnsiTheme="majorHAnsi" w:cstheme="majorBidi"/>
      <w:i/>
      <w:iCs/>
      <w:color w:val="845209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532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153209"/>
    <w:rPr>
      <w:rFonts w:asciiTheme="majorHAnsi" w:eastAsiaTheme="majorEastAsia" w:hAnsiTheme="majorHAnsi" w:cstheme="majorBidi"/>
      <w:color w:val="F0A22E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1532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53209"/>
    <w:rPr>
      <w:b/>
      <w:bCs/>
      <w:color w:val="F0A22E" w:themeColor="accent1"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3209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153209"/>
    <w:rPr>
      <w:color w:val="808080"/>
    </w:rPr>
  </w:style>
  <w:style w:type="paragraph" w:customStyle="1" w:styleId="BodyTextwithspaceafter">
    <w:name w:val="Body Text with space after"/>
    <w:next w:val="Normal"/>
    <w:link w:val="BodyTextwithspaceafterChar"/>
    <w:qFormat/>
    <w:rsid w:val="00153209"/>
    <w:pPr>
      <w:spacing w:after="240"/>
    </w:pPr>
    <w:rPr>
      <w:color w:val="0D0D0D" w:themeColor="text1" w:themeTint="F2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20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2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autoRedefine/>
    <w:uiPriority w:val="99"/>
    <w:unhideWhenUsed/>
    <w:rsid w:val="002B0A3F"/>
    <w:rPr>
      <w:rFonts w:ascii="Lucida Handwriting" w:hAnsi="Lucida Handwriting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15320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3209"/>
    <w:rPr>
      <w:rFonts w:ascii="Candara" w:hAnsi="Candara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5320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3209"/>
    <w:rPr>
      <w:rFonts w:ascii="Candara" w:hAnsi="Candara"/>
      <w:szCs w:val="24"/>
    </w:rPr>
  </w:style>
  <w:style w:type="character" w:customStyle="1" w:styleId="BodyTextwithspaceafterChar">
    <w:name w:val="Body Text with space after Char"/>
    <w:basedOn w:val="DefaultParagraphFont"/>
    <w:link w:val="BodyTextwithspaceafter"/>
    <w:rsid w:val="002F55F0"/>
    <w:rPr>
      <w:color w:val="0D0D0D" w:themeColor="text1" w:themeTint="F2"/>
      <w:sz w:val="24"/>
      <w:szCs w:val="24"/>
    </w:rPr>
  </w:style>
  <w:style w:type="paragraph" w:customStyle="1" w:styleId="ReceptiontoFollow">
    <w:name w:val="Reception to Follow"/>
    <w:next w:val="Normal"/>
    <w:link w:val="ReceptiontoFollowChar"/>
    <w:qFormat/>
    <w:rsid w:val="00153209"/>
    <w:pPr>
      <w:spacing w:before="360"/>
    </w:pPr>
    <w:rPr>
      <w:sz w:val="24"/>
      <w:szCs w:val="24"/>
    </w:rPr>
  </w:style>
  <w:style w:type="character" w:customStyle="1" w:styleId="ReceptiontoFollowChar">
    <w:name w:val="Reception to Follow Char"/>
    <w:basedOn w:val="DefaultParagraphFont"/>
    <w:link w:val="ReceptiontoFollow"/>
    <w:rsid w:val="00153209"/>
    <w:rPr>
      <w:sz w:val="24"/>
      <w:szCs w:val="24"/>
    </w:rPr>
  </w:style>
  <w:style w:type="paragraph" w:customStyle="1" w:styleId="Name">
    <w:name w:val="Name"/>
    <w:next w:val="Normal"/>
    <w:link w:val="NameChar"/>
    <w:qFormat/>
    <w:rsid w:val="00153209"/>
    <w:pPr>
      <w:spacing w:before="240" w:after="240"/>
    </w:pPr>
    <w:rPr>
      <w:rFonts w:asciiTheme="majorHAnsi" w:hAnsiTheme="majorHAnsi"/>
      <w:b/>
      <w:sz w:val="56"/>
      <w:szCs w:val="24"/>
    </w:rPr>
  </w:style>
  <w:style w:type="character" w:customStyle="1" w:styleId="NameChar">
    <w:name w:val="Name Char"/>
    <w:basedOn w:val="DefaultParagraphFont"/>
    <w:link w:val="Name"/>
    <w:rsid w:val="00153209"/>
    <w:rPr>
      <w:rFonts w:asciiTheme="majorHAnsi" w:hAnsiTheme="majorHAnsi"/>
      <w:b/>
      <w:sz w:val="56"/>
      <w:szCs w:val="24"/>
    </w:rPr>
  </w:style>
  <w:style w:type="paragraph" w:customStyle="1" w:styleId="Instructions">
    <w:name w:val="Instructions"/>
    <w:basedOn w:val="Normal"/>
    <w:qFormat/>
    <w:rsid w:val="00FB69C4"/>
    <w:rPr>
      <w:color w:val="808080" w:themeColor="background1" w:themeShade="80"/>
    </w:rPr>
  </w:style>
  <w:style w:type="character" w:customStyle="1" w:styleId="BodyTextChar">
    <w:name w:val="Body Text Char"/>
    <w:basedOn w:val="DefaultParagraphFont"/>
    <w:link w:val="BodyText"/>
    <w:uiPriority w:val="99"/>
    <w:rsid w:val="002B0A3F"/>
    <w:rPr>
      <w:rFonts w:ascii="Lucida Handwriting" w:hAnsi="Lucida Handwriting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CER\Application%20Data\Microsoft\Templates\HeartScroll_WeddingInvit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F61155A688D4521BEC66F59F6E4BE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AA86F0-EC27-49BE-A2E2-79B4C64FEDBD}"/>
      </w:docPartPr>
      <w:docPartBody>
        <w:p w:rsidR="00B83F44" w:rsidRDefault="00F80A8A" w:rsidP="00F80A8A">
          <w:pPr>
            <w:pStyle w:val="FF61155A688D4521BEC66F59F6E4BE39"/>
          </w:pPr>
          <w:r>
            <w:t>Mr. &amp; Mrs. Bride’s Parents</w:t>
          </w:r>
        </w:p>
      </w:docPartBody>
    </w:docPart>
    <w:docPart>
      <w:docPartPr>
        <w:name w:val="5AB6AF33A92B4CE9A4C0929AE2DA0A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84EB93-226E-4D9C-B68A-085DA24CBD87}"/>
      </w:docPartPr>
      <w:docPartBody>
        <w:p w:rsidR="00B83F44" w:rsidRDefault="00F80A8A" w:rsidP="00F80A8A">
          <w:pPr>
            <w:pStyle w:val="5AB6AF33A92B4CE9A4C0929AE2DA0A51"/>
          </w:pPr>
          <w:r>
            <w:rPr>
              <w:rStyle w:val="PlaceholderText"/>
            </w:rPr>
            <w:t>Bride’s Name</w:t>
          </w:r>
        </w:p>
      </w:docPartBody>
    </w:docPart>
    <w:docPart>
      <w:docPartPr>
        <w:name w:val="0EA719F13949496793B519AAB98ABE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017CD-6230-4BEC-A081-157AF557BCCE}"/>
      </w:docPartPr>
      <w:docPartBody>
        <w:p w:rsidR="00B83F44" w:rsidRDefault="00F80A8A" w:rsidP="00F80A8A">
          <w:pPr>
            <w:pStyle w:val="0EA719F13949496793B519AAB98ABE21"/>
          </w:pPr>
          <w:r>
            <w:t>Groom’s Name</w:t>
          </w:r>
        </w:p>
      </w:docPartBody>
    </w:docPart>
    <w:docPart>
      <w:docPartPr>
        <w:name w:val="68E82FD010CA4C1CA0DE0BEDB1D962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66E1E2-68D9-4767-B7EE-CF5899DCE39C}"/>
      </w:docPartPr>
      <w:docPartBody>
        <w:p w:rsidR="00F80A8A" w:rsidRDefault="00F80A8A">
          <w:pPr>
            <w:pStyle w:val="WedText"/>
            <w:rPr>
              <w:rStyle w:val="PlaceholderText"/>
            </w:rPr>
          </w:pPr>
          <w:r>
            <w:rPr>
              <w:rStyle w:val="PlaceholderText"/>
            </w:rPr>
            <w:t>Saturday the Twenty-First of June</w:t>
          </w:r>
        </w:p>
        <w:p w:rsidR="00F80A8A" w:rsidRDefault="00F80A8A">
          <w:pPr>
            <w:pStyle w:val="WedText"/>
            <w:rPr>
              <w:rStyle w:val="PlaceholderText"/>
            </w:rPr>
          </w:pPr>
          <w:r>
            <w:rPr>
              <w:rStyle w:val="PlaceholderText"/>
            </w:rPr>
            <w:t>Two thousand and [Year]</w:t>
          </w:r>
        </w:p>
        <w:p w:rsidR="00F80A8A" w:rsidRDefault="00F80A8A">
          <w:pPr>
            <w:pStyle w:val="WedText"/>
            <w:rPr>
              <w:rStyle w:val="PlaceholderText"/>
            </w:rPr>
          </w:pPr>
          <w:r>
            <w:rPr>
              <w:rStyle w:val="PlaceholderText"/>
            </w:rPr>
            <w:t>Eleven O’clock in the morning</w:t>
          </w:r>
        </w:p>
        <w:p w:rsidR="00B83F44" w:rsidRDefault="00F80A8A" w:rsidP="00F80A8A">
          <w:pPr>
            <w:pStyle w:val="68E82FD010CA4C1CA0DE0BEDB1D962BF"/>
          </w:pPr>
          <w:r>
            <w:rPr>
              <w:rStyle w:val="PlaceholderText"/>
            </w:rPr>
            <w:t xml:space="preserve">At Location City, State. </w:t>
          </w:r>
        </w:p>
      </w:docPartBody>
    </w:docPart>
    <w:docPart>
      <w:docPartPr>
        <w:name w:val="8A747CE26C114D7980FB1D2BB5D168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845992-2CBC-4F1F-BE1E-3495C36837DD}"/>
      </w:docPartPr>
      <w:docPartBody>
        <w:p w:rsidR="00B83F44" w:rsidRDefault="00F80A8A" w:rsidP="00F80A8A">
          <w:pPr>
            <w:pStyle w:val="8A747CE26C114D7980FB1D2BB5D1682A"/>
          </w:pPr>
          <w:r>
            <w:t>Mr. &amp; Mrs. Bride’s Parents</w:t>
          </w:r>
        </w:p>
      </w:docPartBody>
    </w:docPart>
    <w:docPart>
      <w:docPartPr>
        <w:name w:val="B244D13E9E6144058584880BD2FB5C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0CF624-2A87-40A3-BB78-BC463B7C09EC}"/>
      </w:docPartPr>
      <w:docPartBody>
        <w:p w:rsidR="00B83F44" w:rsidRDefault="00F80A8A" w:rsidP="00F80A8A">
          <w:pPr>
            <w:pStyle w:val="B244D13E9E6144058584880BD2FB5C44"/>
          </w:pPr>
          <w:r>
            <w:rPr>
              <w:rStyle w:val="PlaceholderText"/>
            </w:rPr>
            <w:t>Bride’s Name</w:t>
          </w:r>
        </w:p>
      </w:docPartBody>
    </w:docPart>
    <w:docPart>
      <w:docPartPr>
        <w:name w:val="6C68B0F06D2C4100AEB4AC19DA9F3B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4EDEDF-0A46-4432-8DA5-ECE3CE253479}"/>
      </w:docPartPr>
      <w:docPartBody>
        <w:p w:rsidR="00B83F44" w:rsidRDefault="00F80A8A" w:rsidP="00F80A8A">
          <w:pPr>
            <w:pStyle w:val="6C68B0F06D2C4100AEB4AC19DA9F3BB1"/>
          </w:pPr>
          <w:r>
            <w:t>Groom’s Name</w:t>
          </w:r>
        </w:p>
      </w:docPartBody>
    </w:docPart>
    <w:docPart>
      <w:docPartPr>
        <w:name w:val="B4CB137B30084A40BEC13ED8E5903B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C82F7-AF7C-4230-B18C-C44CDF442B83}"/>
      </w:docPartPr>
      <w:docPartBody>
        <w:p w:rsidR="00F80A8A" w:rsidRDefault="00F80A8A">
          <w:pPr>
            <w:pStyle w:val="WedText"/>
            <w:rPr>
              <w:rStyle w:val="PlaceholderText"/>
            </w:rPr>
          </w:pPr>
          <w:r>
            <w:rPr>
              <w:rStyle w:val="PlaceholderText"/>
            </w:rPr>
            <w:t>Saturday the Twenty-First of June</w:t>
          </w:r>
        </w:p>
        <w:p w:rsidR="00F80A8A" w:rsidRDefault="00F80A8A">
          <w:pPr>
            <w:pStyle w:val="WedText"/>
            <w:rPr>
              <w:rStyle w:val="PlaceholderText"/>
            </w:rPr>
          </w:pPr>
          <w:r>
            <w:rPr>
              <w:rStyle w:val="PlaceholderText"/>
            </w:rPr>
            <w:t>Two thousand and [Year]</w:t>
          </w:r>
        </w:p>
        <w:p w:rsidR="00F80A8A" w:rsidRDefault="00F80A8A">
          <w:pPr>
            <w:pStyle w:val="WedText"/>
            <w:rPr>
              <w:rStyle w:val="PlaceholderText"/>
            </w:rPr>
          </w:pPr>
          <w:r>
            <w:rPr>
              <w:rStyle w:val="PlaceholderText"/>
            </w:rPr>
            <w:t>Eleven O’clock in the morning</w:t>
          </w:r>
        </w:p>
        <w:p w:rsidR="00B83F44" w:rsidRDefault="00F80A8A" w:rsidP="00F80A8A">
          <w:pPr>
            <w:pStyle w:val="B4CB137B30084A40BEC13ED8E5903BB5"/>
          </w:pPr>
          <w:r>
            <w:rPr>
              <w:rStyle w:val="PlaceholderText"/>
            </w:rPr>
            <w:t xml:space="preserve">At Location City, State. </w:t>
          </w:r>
        </w:p>
      </w:docPartBody>
    </w:docPart>
    <w:docPart>
      <w:docPartPr>
        <w:name w:val="FC5356E53B804B85BABC2D8CC20601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7C29EF-8F48-453B-A313-60A9E4731D70}"/>
      </w:docPartPr>
      <w:docPartBody>
        <w:p w:rsidR="00AC0EE3" w:rsidRDefault="00667E8F" w:rsidP="00667E8F">
          <w:pPr>
            <w:pStyle w:val="FC5356E53B804B85BABC2D8CC206016D"/>
          </w:pPr>
          <w:r>
            <w:t>Mr. &amp; Mrs. Bride’s Parents</w:t>
          </w:r>
        </w:p>
      </w:docPartBody>
    </w:docPart>
    <w:docPart>
      <w:docPartPr>
        <w:name w:val="5F853D52991349ADA282B32603164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5AEFF6-0C14-4D60-8834-79193246E4F5}"/>
      </w:docPartPr>
      <w:docPartBody>
        <w:p w:rsidR="00AC0EE3" w:rsidRDefault="00667E8F" w:rsidP="00667E8F">
          <w:pPr>
            <w:pStyle w:val="5F853D52991349ADA282B32603164CDD"/>
          </w:pPr>
          <w:r>
            <w:rPr>
              <w:rStyle w:val="PlaceholderText"/>
            </w:rPr>
            <w:t>Bride’s Name</w:t>
          </w:r>
        </w:p>
      </w:docPartBody>
    </w:docPart>
    <w:docPart>
      <w:docPartPr>
        <w:name w:val="C2275D32917E49E992C1AA48EE21A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38378-F905-4A05-AD89-BC1A13BFADEF}"/>
      </w:docPartPr>
      <w:docPartBody>
        <w:p w:rsidR="00AC0EE3" w:rsidRDefault="00667E8F" w:rsidP="00667E8F">
          <w:pPr>
            <w:pStyle w:val="C2275D32917E49E992C1AA48EE21A627"/>
          </w:pPr>
          <w:r>
            <w:t>Groom’s Name</w:t>
          </w:r>
        </w:p>
      </w:docPartBody>
    </w:docPart>
    <w:docPart>
      <w:docPartPr>
        <w:name w:val="CD7E2E95A39941249DBCCCEEBCC7BA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A27C49-F16D-44FA-A128-EA8407B6935C}"/>
      </w:docPartPr>
      <w:docPartBody>
        <w:p w:rsidR="00667E8F" w:rsidRDefault="00667E8F">
          <w:pPr>
            <w:pStyle w:val="WedText"/>
            <w:rPr>
              <w:rStyle w:val="PlaceholderText"/>
            </w:rPr>
          </w:pPr>
          <w:r>
            <w:rPr>
              <w:rStyle w:val="PlaceholderText"/>
            </w:rPr>
            <w:t>Saturday the Twenty-First of June</w:t>
          </w:r>
        </w:p>
        <w:p w:rsidR="00667E8F" w:rsidRDefault="00667E8F">
          <w:pPr>
            <w:pStyle w:val="WedText"/>
            <w:rPr>
              <w:rStyle w:val="PlaceholderText"/>
            </w:rPr>
          </w:pPr>
          <w:r>
            <w:rPr>
              <w:rStyle w:val="PlaceholderText"/>
            </w:rPr>
            <w:t>Two thousand and [Year]</w:t>
          </w:r>
        </w:p>
        <w:p w:rsidR="00667E8F" w:rsidRDefault="00667E8F">
          <w:pPr>
            <w:pStyle w:val="WedText"/>
            <w:rPr>
              <w:rStyle w:val="PlaceholderText"/>
            </w:rPr>
          </w:pPr>
          <w:r>
            <w:rPr>
              <w:rStyle w:val="PlaceholderText"/>
            </w:rPr>
            <w:t>Eleven O’clock in the morning</w:t>
          </w:r>
        </w:p>
        <w:p w:rsidR="00AC0EE3" w:rsidRDefault="00667E8F" w:rsidP="00667E8F">
          <w:pPr>
            <w:pStyle w:val="CD7E2E95A39941249DBCCCEEBCC7BA0E"/>
          </w:pPr>
          <w:r>
            <w:rPr>
              <w:rStyle w:val="PlaceholderText"/>
            </w:rPr>
            <w:t xml:space="preserve">At Location City, State. </w:t>
          </w:r>
        </w:p>
      </w:docPartBody>
    </w:docPart>
    <w:docPart>
      <w:docPartPr>
        <w:name w:val="8BA3B752A8194B8CBDDD86924B2A7C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48DCE5-AC6C-491C-967D-311D49344DA1}"/>
      </w:docPartPr>
      <w:docPartBody>
        <w:p w:rsidR="00AC0EE3" w:rsidRDefault="00667E8F" w:rsidP="00667E8F">
          <w:pPr>
            <w:pStyle w:val="8BA3B752A8194B8CBDDD86924B2A7C7D"/>
          </w:pPr>
          <w:r>
            <w:t>Mr. &amp; Mrs. Bride’s Parents</w:t>
          </w:r>
        </w:p>
      </w:docPartBody>
    </w:docPart>
    <w:docPart>
      <w:docPartPr>
        <w:name w:val="BC89668AAEE6474482A81437CDC8E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ACD50-0D3A-408E-B30D-E034149EB078}"/>
      </w:docPartPr>
      <w:docPartBody>
        <w:p w:rsidR="00AC0EE3" w:rsidRDefault="00667E8F" w:rsidP="00667E8F">
          <w:pPr>
            <w:pStyle w:val="BC89668AAEE6474482A81437CDC8E1E0"/>
          </w:pPr>
          <w:r>
            <w:rPr>
              <w:rStyle w:val="PlaceholderText"/>
            </w:rPr>
            <w:t>Bride’s Name</w:t>
          </w:r>
        </w:p>
      </w:docPartBody>
    </w:docPart>
    <w:docPart>
      <w:docPartPr>
        <w:name w:val="14403568F3014AFBBD6A36D721F98B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2FF598-E9EC-4071-90AB-62D78EE8D547}"/>
      </w:docPartPr>
      <w:docPartBody>
        <w:p w:rsidR="00AC0EE3" w:rsidRDefault="00667E8F" w:rsidP="00667E8F">
          <w:pPr>
            <w:pStyle w:val="14403568F3014AFBBD6A36D721F98BA7"/>
          </w:pPr>
          <w:r>
            <w:t>Groom’s Name</w:t>
          </w:r>
        </w:p>
      </w:docPartBody>
    </w:docPart>
    <w:docPart>
      <w:docPartPr>
        <w:name w:val="4AC6CE096A3341999B3048E2F84573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C232AC-90F2-497C-99D5-DB5055920589}"/>
      </w:docPartPr>
      <w:docPartBody>
        <w:p w:rsidR="00667E8F" w:rsidRDefault="00667E8F">
          <w:pPr>
            <w:pStyle w:val="WedText"/>
            <w:rPr>
              <w:rStyle w:val="PlaceholderText"/>
            </w:rPr>
          </w:pPr>
          <w:r>
            <w:rPr>
              <w:rStyle w:val="PlaceholderText"/>
            </w:rPr>
            <w:t>Saturday the Twenty-First of June</w:t>
          </w:r>
        </w:p>
        <w:p w:rsidR="00667E8F" w:rsidRDefault="00667E8F">
          <w:pPr>
            <w:pStyle w:val="WedText"/>
            <w:rPr>
              <w:rStyle w:val="PlaceholderText"/>
            </w:rPr>
          </w:pPr>
          <w:r>
            <w:rPr>
              <w:rStyle w:val="PlaceholderText"/>
            </w:rPr>
            <w:t>Two thousand and [Year]</w:t>
          </w:r>
        </w:p>
        <w:p w:rsidR="00667E8F" w:rsidRDefault="00667E8F">
          <w:pPr>
            <w:pStyle w:val="WedText"/>
            <w:rPr>
              <w:rStyle w:val="PlaceholderText"/>
            </w:rPr>
          </w:pPr>
          <w:r>
            <w:rPr>
              <w:rStyle w:val="PlaceholderText"/>
            </w:rPr>
            <w:t>Eleven O’clock in the morning</w:t>
          </w:r>
        </w:p>
        <w:p w:rsidR="00AC0EE3" w:rsidRDefault="00667E8F" w:rsidP="00667E8F">
          <w:pPr>
            <w:pStyle w:val="4AC6CE096A3341999B3048E2F84573C6"/>
          </w:pPr>
          <w:r>
            <w:rPr>
              <w:rStyle w:val="PlaceholderText"/>
            </w:rPr>
            <w:t xml:space="preserve">At Location City, State. </w:t>
          </w:r>
        </w:p>
      </w:docPartBody>
    </w:docPart>
    <w:docPart>
      <w:docPartPr>
        <w:name w:val="353F5A558D7540A98325772529F44E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B8D70D-50F3-4856-A186-B467F0EC8B33}"/>
      </w:docPartPr>
      <w:docPartBody>
        <w:p w:rsidR="00000000" w:rsidRDefault="000A773B" w:rsidP="000A773B">
          <w:pPr>
            <w:pStyle w:val="353F5A558D7540A98325772529F44E85"/>
          </w:pPr>
          <w:r>
            <w:rPr>
              <w:rStyle w:val="PlaceholderText"/>
            </w:rPr>
            <w:t>Bride’s Name</w:t>
          </w:r>
        </w:p>
      </w:docPartBody>
    </w:docPart>
    <w:docPart>
      <w:docPartPr>
        <w:name w:val="6BC64E60E15F47C89EFA655FE422E0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1F7F2E-97BF-4C5D-B25A-1CB4E580B2E4}"/>
      </w:docPartPr>
      <w:docPartBody>
        <w:p w:rsidR="00000000" w:rsidRDefault="000A773B" w:rsidP="000A773B">
          <w:pPr>
            <w:pStyle w:val="6BC64E60E15F47C89EFA655FE422E060"/>
          </w:pPr>
          <w:r>
            <w:rPr>
              <w:rStyle w:val="PlaceholderText"/>
            </w:rPr>
            <w:t>Bride’s Name</w:t>
          </w:r>
        </w:p>
      </w:docPartBody>
    </w:docPart>
    <w:docPart>
      <w:docPartPr>
        <w:name w:val="5E9371186EC84E8F8D2C77A975980C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45942-4037-4850-AE66-CA7F602A16D8}"/>
      </w:docPartPr>
      <w:docPartBody>
        <w:p w:rsidR="00000000" w:rsidRDefault="000A773B" w:rsidP="000A773B">
          <w:pPr>
            <w:pStyle w:val="5E9371186EC84E8F8D2C77A975980CAE"/>
          </w:pPr>
          <w:r>
            <w:rPr>
              <w:rStyle w:val="PlaceholderText"/>
            </w:rPr>
            <w:t>Bride’s Name</w:t>
          </w:r>
        </w:p>
      </w:docPartBody>
    </w:docPart>
    <w:docPart>
      <w:docPartPr>
        <w:name w:val="2E0FB8A368834ECF9066EDBC5A32ED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CD2816-F012-4066-B310-83ADDCFEBD6A}"/>
      </w:docPartPr>
      <w:docPartBody>
        <w:p w:rsidR="00000000" w:rsidRDefault="000A773B" w:rsidP="000A773B">
          <w:pPr>
            <w:pStyle w:val="2E0FB8A368834ECF9066EDBC5A32EDFE"/>
          </w:pPr>
          <w:r>
            <w:t>Groom’s Name</w:t>
          </w:r>
        </w:p>
      </w:docPartBody>
    </w:docPart>
    <w:docPart>
      <w:docPartPr>
        <w:name w:val="B82413168FDF428B91F3C2B78B5FF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B706B5-E81D-4A0B-9024-87C594B1A570}"/>
      </w:docPartPr>
      <w:docPartBody>
        <w:p w:rsidR="00000000" w:rsidRDefault="000A773B" w:rsidP="000A773B">
          <w:pPr>
            <w:pStyle w:val="B82413168FDF428B91F3C2B78B5FFD7C"/>
          </w:pPr>
          <w:r>
            <w:t>Groom’s Name</w:t>
          </w:r>
        </w:p>
      </w:docPartBody>
    </w:docPart>
    <w:docPart>
      <w:docPartPr>
        <w:name w:val="C6E96BC455854B30B36AC795B57F8B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7EC0DB-5A2D-4AFD-9F06-4A9775AEB7F5}"/>
      </w:docPartPr>
      <w:docPartBody>
        <w:p w:rsidR="00000000" w:rsidRDefault="000A773B" w:rsidP="000A773B">
          <w:pPr>
            <w:pStyle w:val="C6E96BC455854B30B36AC795B57F8BC3"/>
          </w:pPr>
          <w:r>
            <w:t>Groom’s Name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F37AD"/>
    <w:rsid w:val="00004E27"/>
    <w:rsid w:val="00030598"/>
    <w:rsid w:val="000A773B"/>
    <w:rsid w:val="000E2627"/>
    <w:rsid w:val="00133D0F"/>
    <w:rsid w:val="001350AF"/>
    <w:rsid w:val="002203DB"/>
    <w:rsid w:val="002B5FBE"/>
    <w:rsid w:val="002C15E0"/>
    <w:rsid w:val="003828BC"/>
    <w:rsid w:val="00392CAF"/>
    <w:rsid w:val="003A4881"/>
    <w:rsid w:val="004F37AD"/>
    <w:rsid w:val="005A242C"/>
    <w:rsid w:val="005B32AB"/>
    <w:rsid w:val="00620DE4"/>
    <w:rsid w:val="006340DB"/>
    <w:rsid w:val="00667E8F"/>
    <w:rsid w:val="006E0CB3"/>
    <w:rsid w:val="0071509B"/>
    <w:rsid w:val="00727FE9"/>
    <w:rsid w:val="00825EB2"/>
    <w:rsid w:val="008D4468"/>
    <w:rsid w:val="00977F77"/>
    <w:rsid w:val="00A416E2"/>
    <w:rsid w:val="00AC0EE3"/>
    <w:rsid w:val="00B101F0"/>
    <w:rsid w:val="00B83F44"/>
    <w:rsid w:val="00C5216A"/>
    <w:rsid w:val="00F80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6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4794205B3714BF681FE116C84C82F3A">
    <w:name w:val="14794205B3714BF681FE116C84C82F3A"/>
    <w:rsid w:val="00A416E2"/>
  </w:style>
  <w:style w:type="character" w:styleId="PlaceholderText">
    <w:name w:val="Placeholder Text"/>
    <w:basedOn w:val="DefaultParagraphFont"/>
    <w:uiPriority w:val="99"/>
    <w:semiHidden/>
    <w:rsid w:val="000A773B"/>
    <w:rPr>
      <w:color w:val="808080"/>
    </w:rPr>
  </w:style>
  <w:style w:type="paragraph" w:customStyle="1" w:styleId="73574F62919741A99C3BA1A99A6523E0">
    <w:name w:val="73574F62919741A99C3BA1A99A6523E0"/>
    <w:rsid w:val="00A416E2"/>
  </w:style>
  <w:style w:type="paragraph" w:customStyle="1" w:styleId="2A8AA47472A54E8A98B71B0259B8C705">
    <w:name w:val="2A8AA47472A54E8A98B71B0259B8C705"/>
    <w:rsid w:val="00A416E2"/>
  </w:style>
  <w:style w:type="paragraph" w:customStyle="1" w:styleId="9129D1415C094E1799C56103C6D6FB54">
    <w:name w:val="9129D1415C094E1799C56103C6D6FB54"/>
    <w:rsid w:val="00A416E2"/>
  </w:style>
  <w:style w:type="paragraph" w:customStyle="1" w:styleId="WedText">
    <w:name w:val="Wed_Text"/>
    <w:next w:val="Normal"/>
    <w:link w:val="WedTextChar"/>
    <w:autoRedefine/>
    <w:qFormat/>
    <w:rsid w:val="00667E8F"/>
    <w:pPr>
      <w:spacing w:before="80" w:after="80" w:line="240" w:lineRule="auto"/>
      <w:jc w:val="center"/>
    </w:pPr>
    <w:rPr>
      <w:rFonts w:eastAsiaTheme="minorHAnsi"/>
      <w:color w:val="0D0D0D" w:themeColor="text1" w:themeTint="F2"/>
      <w:sz w:val="24"/>
      <w:szCs w:val="24"/>
      <w:lang w:bidi="en-US"/>
    </w:rPr>
  </w:style>
  <w:style w:type="character" w:customStyle="1" w:styleId="WedTextChar">
    <w:name w:val="Wed_Text Char"/>
    <w:basedOn w:val="DefaultParagraphFont"/>
    <w:link w:val="WedText"/>
    <w:rsid w:val="00667E8F"/>
    <w:rPr>
      <w:rFonts w:eastAsiaTheme="minorHAnsi"/>
      <w:color w:val="0D0D0D" w:themeColor="text1" w:themeTint="F2"/>
      <w:sz w:val="24"/>
      <w:szCs w:val="24"/>
      <w:lang w:bidi="en-US"/>
    </w:rPr>
  </w:style>
  <w:style w:type="paragraph" w:customStyle="1" w:styleId="EA09A8EB9EE14629A96257B93B9DA104">
    <w:name w:val="EA09A8EB9EE14629A96257B93B9DA104"/>
    <w:rsid w:val="00A416E2"/>
  </w:style>
  <w:style w:type="paragraph" w:customStyle="1" w:styleId="0CCFF3410EEF488A9DCC729CB74285BB">
    <w:name w:val="0CCFF3410EEF488A9DCC729CB74285BB"/>
    <w:rsid w:val="004F37AD"/>
  </w:style>
  <w:style w:type="paragraph" w:customStyle="1" w:styleId="FB1001754737481BA6C229B092C318E9">
    <w:name w:val="FB1001754737481BA6C229B092C318E9"/>
    <w:rsid w:val="004F37AD"/>
  </w:style>
  <w:style w:type="paragraph" w:customStyle="1" w:styleId="5F97F6FB16524D258C0C57FEF1F395EC">
    <w:name w:val="5F97F6FB16524D258C0C57FEF1F395EC"/>
    <w:rsid w:val="004F37AD"/>
  </w:style>
  <w:style w:type="paragraph" w:customStyle="1" w:styleId="897A185D792848E5AB3690AC82893DD3">
    <w:name w:val="897A185D792848E5AB3690AC82893DD3"/>
    <w:rsid w:val="004F37AD"/>
  </w:style>
  <w:style w:type="paragraph" w:customStyle="1" w:styleId="0E911773CB514298B142C89A9D89A6FE">
    <w:name w:val="0E911773CB514298B142C89A9D89A6FE"/>
    <w:rsid w:val="004F37AD"/>
  </w:style>
  <w:style w:type="paragraph" w:customStyle="1" w:styleId="36D462B2C2EE494F974039888D42F84D">
    <w:name w:val="36D462B2C2EE494F974039888D42F84D"/>
    <w:rsid w:val="004F37AD"/>
  </w:style>
  <w:style w:type="paragraph" w:customStyle="1" w:styleId="3ED92C49C5C746B2A81ED7361C5C9E17">
    <w:name w:val="3ED92C49C5C746B2A81ED7361C5C9E17"/>
    <w:rsid w:val="004F37AD"/>
  </w:style>
  <w:style w:type="paragraph" w:customStyle="1" w:styleId="0E0E7A1C1C984EBA9903308A92C21863">
    <w:name w:val="0E0E7A1C1C984EBA9903308A92C21863"/>
    <w:rsid w:val="004F37AD"/>
  </w:style>
  <w:style w:type="paragraph" w:customStyle="1" w:styleId="AB9B3536A38F451A85895C2AFA283B85">
    <w:name w:val="AB9B3536A38F451A85895C2AFA283B85"/>
    <w:rsid w:val="004F37AD"/>
  </w:style>
  <w:style w:type="paragraph" w:customStyle="1" w:styleId="AC9CA6699F6748FC90FE52A68E26EC70">
    <w:name w:val="AC9CA6699F6748FC90FE52A68E26EC70"/>
    <w:rsid w:val="004F37AD"/>
  </w:style>
  <w:style w:type="paragraph" w:customStyle="1" w:styleId="53BF9255A11049E989830E2355F8BB6D">
    <w:name w:val="53BF9255A11049E989830E2355F8BB6D"/>
    <w:rsid w:val="004F37AD"/>
  </w:style>
  <w:style w:type="paragraph" w:customStyle="1" w:styleId="BF38B0DBAE734B62B85F88FE5E20B13C">
    <w:name w:val="BF38B0DBAE734B62B85F88FE5E20B13C"/>
    <w:rsid w:val="004F37AD"/>
  </w:style>
  <w:style w:type="paragraph" w:customStyle="1" w:styleId="1AEB87EACD724395BEA4EA5FC89C5DDA">
    <w:name w:val="1AEB87EACD724395BEA4EA5FC89C5DDA"/>
    <w:rsid w:val="004F37AD"/>
  </w:style>
  <w:style w:type="paragraph" w:customStyle="1" w:styleId="92F638D1F2A149CF8305B6D65ADDEB67">
    <w:name w:val="92F638D1F2A149CF8305B6D65ADDEB67"/>
    <w:rsid w:val="004F37AD"/>
  </w:style>
  <w:style w:type="paragraph" w:customStyle="1" w:styleId="CA2378A6E78C4D5E9C1D40DC8A29561A">
    <w:name w:val="CA2378A6E78C4D5E9C1D40DC8A29561A"/>
    <w:rsid w:val="004F37AD"/>
  </w:style>
  <w:style w:type="paragraph" w:customStyle="1" w:styleId="9894C7C3FAED4F91A2F65B32A33B6DF7">
    <w:name w:val="9894C7C3FAED4F91A2F65B32A33B6DF7"/>
    <w:rsid w:val="002C15E0"/>
  </w:style>
  <w:style w:type="paragraph" w:customStyle="1" w:styleId="86D2090E1CF84D519FC259B475A39A53">
    <w:name w:val="86D2090E1CF84D519FC259B475A39A53"/>
    <w:rsid w:val="002C15E0"/>
  </w:style>
  <w:style w:type="paragraph" w:customStyle="1" w:styleId="505B3A70CF5D449F9B78829961FDBF2B">
    <w:name w:val="505B3A70CF5D449F9B78829961FDBF2B"/>
    <w:rsid w:val="002C15E0"/>
  </w:style>
  <w:style w:type="paragraph" w:customStyle="1" w:styleId="F85CFA2AF68C479895A7192864631F1D">
    <w:name w:val="F85CFA2AF68C479895A7192864631F1D"/>
    <w:rsid w:val="002C15E0"/>
  </w:style>
  <w:style w:type="paragraph" w:customStyle="1" w:styleId="CD2959AAC7564D7B8C8839A706920245">
    <w:name w:val="CD2959AAC7564D7B8C8839A706920245"/>
    <w:rsid w:val="002C15E0"/>
  </w:style>
  <w:style w:type="paragraph" w:customStyle="1" w:styleId="5981EC2E4D8D4A7F8CE0788FFD85D365">
    <w:name w:val="5981EC2E4D8D4A7F8CE0788FFD85D365"/>
    <w:rsid w:val="002C15E0"/>
  </w:style>
  <w:style w:type="paragraph" w:customStyle="1" w:styleId="4A38AA04B4834D089976B26E1B2AB529">
    <w:name w:val="4A38AA04B4834D089976B26E1B2AB529"/>
    <w:rsid w:val="002C15E0"/>
  </w:style>
  <w:style w:type="paragraph" w:customStyle="1" w:styleId="111967A761614699BC20B451DED6D830">
    <w:name w:val="111967A761614699BC20B451DED6D830"/>
    <w:rsid w:val="002C15E0"/>
  </w:style>
  <w:style w:type="paragraph" w:customStyle="1" w:styleId="8F73F689FD944268BF68B940EA77FFAE">
    <w:name w:val="8F73F689FD944268BF68B940EA77FFAE"/>
    <w:rsid w:val="00F80A8A"/>
  </w:style>
  <w:style w:type="paragraph" w:customStyle="1" w:styleId="15C226B4651340C8B5AC0C63C91002DF">
    <w:name w:val="15C226B4651340C8B5AC0C63C91002DF"/>
    <w:rsid w:val="00F80A8A"/>
  </w:style>
  <w:style w:type="paragraph" w:customStyle="1" w:styleId="3C00AD1F8ED245D3A9890D7ED6177C64">
    <w:name w:val="3C00AD1F8ED245D3A9890D7ED6177C64"/>
    <w:rsid w:val="00F80A8A"/>
  </w:style>
  <w:style w:type="paragraph" w:customStyle="1" w:styleId="4D57DCE4B8624951B975B5E980056153">
    <w:name w:val="4D57DCE4B8624951B975B5E980056153"/>
    <w:rsid w:val="00F80A8A"/>
  </w:style>
  <w:style w:type="paragraph" w:customStyle="1" w:styleId="FF61155A688D4521BEC66F59F6E4BE39">
    <w:name w:val="FF61155A688D4521BEC66F59F6E4BE39"/>
    <w:rsid w:val="00F80A8A"/>
  </w:style>
  <w:style w:type="paragraph" w:customStyle="1" w:styleId="5AB6AF33A92B4CE9A4C0929AE2DA0A51">
    <w:name w:val="5AB6AF33A92B4CE9A4C0929AE2DA0A51"/>
    <w:rsid w:val="00F80A8A"/>
  </w:style>
  <w:style w:type="paragraph" w:customStyle="1" w:styleId="0EA719F13949496793B519AAB98ABE21">
    <w:name w:val="0EA719F13949496793B519AAB98ABE21"/>
    <w:rsid w:val="00F80A8A"/>
  </w:style>
  <w:style w:type="paragraph" w:customStyle="1" w:styleId="68E82FD010CA4C1CA0DE0BEDB1D962BF">
    <w:name w:val="68E82FD010CA4C1CA0DE0BEDB1D962BF"/>
    <w:rsid w:val="00F80A8A"/>
  </w:style>
  <w:style w:type="paragraph" w:customStyle="1" w:styleId="8A747CE26C114D7980FB1D2BB5D1682A">
    <w:name w:val="8A747CE26C114D7980FB1D2BB5D1682A"/>
    <w:rsid w:val="00F80A8A"/>
  </w:style>
  <w:style w:type="paragraph" w:customStyle="1" w:styleId="B244D13E9E6144058584880BD2FB5C44">
    <w:name w:val="B244D13E9E6144058584880BD2FB5C44"/>
    <w:rsid w:val="00F80A8A"/>
  </w:style>
  <w:style w:type="paragraph" w:customStyle="1" w:styleId="6C68B0F06D2C4100AEB4AC19DA9F3BB1">
    <w:name w:val="6C68B0F06D2C4100AEB4AC19DA9F3BB1"/>
    <w:rsid w:val="00F80A8A"/>
  </w:style>
  <w:style w:type="paragraph" w:customStyle="1" w:styleId="B4CB137B30084A40BEC13ED8E5903BB5">
    <w:name w:val="B4CB137B30084A40BEC13ED8E5903BB5"/>
    <w:rsid w:val="00F80A8A"/>
  </w:style>
  <w:style w:type="paragraph" w:customStyle="1" w:styleId="FC5356E53B804B85BABC2D8CC206016D">
    <w:name w:val="FC5356E53B804B85BABC2D8CC206016D"/>
    <w:rsid w:val="00667E8F"/>
  </w:style>
  <w:style w:type="paragraph" w:customStyle="1" w:styleId="5F853D52991349ADA282B32603164CDD">
    <w:name w:val="5F853D52991349ADA282B32603164CDD"/>
    <w:rsid w:val="00667E8F"/>
  </w:style>
  <w:style w:type="paragraph" w:customStyle="1" w:styleId="C2275D32917E49E992C1AA48EE21A627">
    <w:name w:val="C2275D32917E49E992C1AA48EE21A627"/>
    <w:rsid w:val="00667E8F"/>
  </w:style>
  <w:style w:type="paragraph" w:customStyle="1" w:styleId="CD7E2E95A39941249DBCCCEEBCC7BA0E">
    <w:name w:val="CD7E2E95A39941249DBCCCEEBCC7BA0E"/>
    <w:rsid w:val="00667E8F"/>
  </w:style>
  <w:style w:type="paragraph" w:customStyle="1" w:styleId="8BA3B752A8194B8CBDDD86924B2A7C7D">
    <w:name w:val="8BA3B752A8194B8CBDDD86924B2A7C7D"/>
    <w:rsid w:val="00667E8F"/>
  </w:style>
  <w:style w:type="paragraph" w:customStyle="1" w:styleId="BC89668AAEE6474482A81437CDC8E1E0">
    <w:name w:val="BC89668AAEE6474482A81437CDC8E1E0"/>
    <w:rsid w:val="00667E8F"/>
  </w:style>
  <w:style w:type="paragraph" w:customStyle="1" w:styleId="14403568F3014AFBBD6A36D721F98BA7">
    <w:name w:val="14403568F3014AFBBD6A36D721F98BA7"/>
    <w:rsid w:val="00667E8F"/>
  </w:style>
  <w:style w:type="paragraph" w:customStyle="1" w:styleId="4AC6CE096A3341999B3048E2F84573C6">
    <w:name w:val="4AC6CE096A3341999B3048E2F84573C6"/>
    <w:rsid w:val="00667E8F"/>
  </w:style>
  <w:style w:type="paragraph" w:customStyle="1" w:styleId="353F5A558D7540A98325772529F44E85">
    <w:name w:val="353F5A558D7540A98325772529F44E85"/>
    <w:rsid w:val="000A773B"/>
  </w:style>
  <w:style w:type="paragraph" w:customStyle="1" w:styleId="6BC64E60E15F47C89EFA655FE422E060">
    <w:name w:val="6BC64E60E15F47C89EFA655FE422E060"/>
    <w:rsid w:val="000A773B"/>
  </w:style>
  <w:style w:type="paragraph" w:customStyle="1" w:styleId="5E9371186EC84E8F8D2C77A975980CAE">
    <w:name w:val="5E9371186EC84E8F8D2C77A975980CAE"/>
    <w:rsid w:val="000A773B"/>
  </w:style>
  <w:style w:type="paragraph" w:customStyle="1" w:styleId="2E0FB8A368834ECF9066EDBC5A32EDFE">
    <w:name w:val="2E0FB8A368834ECF9066EDBC5A32EDFE"/>
    <w:rsid w:val="000A773B"/>
  </w:style>
  <w:style w:type="paragraph" w:customStyle="1" w:styleId="B82413168FDF428B91F3C2B78B5FFD7C">
    <w:name w:val="B82413168FDF428B91F3C2B78B5FFD7C"/>
    <w:rsid w:val="000A773B"/>
  </w:style>
  <w:style w:type="paragraph" w:customStyle="1" w:styleId="C6E96BC455854B30B36AC795B57F8BC3">
    <w:name w:val="C6E96BC455854B30B36AC795B57F8BC3"/>
    <w:rsid w:val="000A773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Trek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Bride_Groom_Name">
      <a:majorFont>
        <a:latin typeface="Kunstler Script"/>
        <a:ea typeface=""/>
        <a:cs typeface=""/>
      </a:majorFont>
      <a:minorFont>
        <a:latin typeface="Maiandra G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783D5-6878-426D-ADE6-8088735C6C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66AEEE-72FA-42DE-9798-4C8DB1402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HeartScroll_WeddingInvitation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Wedding invitation (Heart Scroll design)</vt:lpstr>
    </vt:vector>
  </TitlesOfParts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Wedding invitation (Heart Scroll design)</dc:title>
  <dc:creator/>
  <cp:keywords/>
  <cp:lastModifiedBy/>
  <cp:revision>1</cp:revision>
  <dcterms:created xsi:type="dcterms:W3CDTF">2013-06-28T16:55:00Z</dcterms:created>
  <dcterms:modified xsi:type="dcterms:W3CDTF">2013-06-28T16:55:00Z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TC103677819990</vt:lpwstr>
  </property>
</Properties>
</file>